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E097D" w14:textId="6946D3FA" w:rsidR="004A03F9" w:rsidRPr="00300F17" w:rsidRDefault="003A54F8" w:rsidP="137FAD6E">
      <w:pPr>
        <w:jc w:val="both"/>
        <w:rPr>
          <w:rStyle w:val="normal1"/>
          <w:b/>
          <w:bCs/>
          <w:smallCaps/>
        </w:rPr>
      </w:pPr>
      <w:r w:rsidRPr="00300F17">
        <w:t xml:space="preserve"> </w:t>
      </w:r>
      <w:r w:rsidR="00FC36D9" w:rsidRPr="00300F17">
        <w:rPr>
          <w:rStyle w:val="normal1"/>
          <w:b/>
          <w:bCs/>
          <w:smallCaps/>
        </w:rPr>
        <w:t>ULUKITÕRJE</w:t>
      </w:r>
      <w:r w:rsidR="00846FA8" w:rsidRPr="00300F17">
        <w:rPr>
          <w:rStyle w:val="normal1"/>
          <w:b/>
          <w:bCs/>
          <w:smallCaps/>
        </w:rPr>
        <w:t xml:space="preserve">TÖÖDE </w:t>
      </w:r>
      <w:r w:rsidR="4074B444" w:rsidRPr="00300F17">
        <w:rPr>
          <w:rStyle w:val="normal1"/>
          <w:b/>
          <w:bCs/>
          <w:smallCaps/>
        </w:rPr>
        <w:t>RAAM</w:t>
      </w:r>
      <w:r w:rsidR="004A03F9" w:rsidRPr="00300F17">
        <w:rPr>
          <w:rStyle w:val="normal1"/>
          <w:b/>
          <w:bCs/>
          <w:smallCaps/>
        </w:rPr>
        <w:t xml:space="preserve">LEPING </w:t>
      </w:r>
      <w:r w:rsidR="00086C79" w:rsidRPr="00300F17">
        <w:rPr>
          <w:b/>
          <w:bCs/>
        </w:rPr>
        <w:t>nr</w:t>
      </w:r>
      <w:r w:rsidR="00086C79" w:rsidRPr="00300F17">
        <w:rPr>
          <w:rStyle w:val="normal1"/>
          <w:b/>
          <w:bCs/>
          <w:smallCaps/>
        </w:rPr>
        <w:t xml:space="preserve"> </w:t>
      </w:r>
      <w:r w:rsidR="004A03F9" w:rsidRPr="00300F17">
        <w:rPr>
          <w:rStyle w:val="normal1"/>
          <w:b/>
          <w:bCs/>
          <w:smallCaps/>
        </w:rPr>
        <w:t>3-2.5</w:t>
      </w:r>
      <w:r w:rsidR="00086C79" w:rsidRPr="00300F17">
        <w:rPr>
          <w:rStyle w:val="normal1"/>
          <w:b/>
          <w:bCs/>
          <w:smallCaps/>
        </w:rPr>
        <w:t>.3/</w:t>
      </w:r>
      <w:r w:rsidR="004A03F9" w:rsidRPr="006E41F9">
        <w:rPr>
          <w:b/>
          <w:bCs/>
          <w:highlight w:val="lightGray"/>
        </w:rPr>
        <w:fldChar w:fldCharType="begin"/>
      </w:r>
      <w:r w:rsidR="004A03F9" w:rsidRPr="006E41F9">
        <w:rPr>
          <w:b/>
          <w:bCs/>
          <w:highlight w:val="lightGray"/>
        </w:rPr>
        <w:instrText xml:space="preserve"> MACROBUTTON  AcceptAllChangesInDoc [Sisesta number] </w:instrText>
      </w:r>
      <w:r w:rsidR="004A03F9" w:rsidRPr="006E41F9">
        <w:rPr>
          <w:b/>
          <w:bCs/>
          <w:highlight w:val="lightGray"/>
        </w:rPr>
        <w:fldChar w:fldCharType="end"/>
      </w:r>
    </w:p>
    <w:p w14:paraId="039EC439" w14:textId="77777777" w:rsidR="007F6905" w:rsidRPr="00300F17" w:rsidRDefault="007F6905" w:rsidP="003443C7">
      <w:pPr>
        <w:jc w:val="both"/>
      </w:pPr>
    </w:p>
    <w:p w14:paraId="7CDA80F1" w14:textId="77777777" w:rsidR="00F97785" w:rsidRPr="00300F17" w:rsidRDefault="00FD6D15" w:rsidP="003443C7">
      <w:pPr>
        <w:pStyle w:val="NormalWeb"/>
        <w:jc w:val="right"/>
        <w:rPr>
          <w:rFonts w:eastAsia="Calibri"/>
          <w:lang w:val="et-EE"/>
        </w:rPr>
      </w:pPr>
      <w:sdt>
        <w:sdtPr>
          <w:rPr>
            <w:rFonts w:eastAsia="Calibri"/>
            <w:highlight w:val="lightGray"/>
            <w:lang w:val="et-EE"/>
          </w:rPr>
          <w:id w:val="448594684"/>
          <w:placeholder>
            <w:docPart w:val="CBF83E312D3649CE8CB0CCEC0E52B726"/>
          </w:placeholder>
          <w:date>
            <w:dateFormat w:val="d.MM.yyyy"/>
            <w:lid w:val="et-EE"/>
            <w:storeMappedDataAs w:val="dateTime"/>
            <w:calendar w:val="gregorian"/>
          </w:date>
        </w:sdtPr>
        <w:sdtEndPr/>
        <w:sdtContent>
          <w:r w:rsidR="00F97785" w:rsidRPr="006E41F9">
            <w:rPr>
              <w:rFonts w:eastAsia="Calibri"/>
              <w:highlight w:val="lightGray"/>
              <w:lang w:val="et-EE"/>
            </w:rPr>
            <w:t>[Vali kuupäev]</w:t>
          </w:r>
        </w:sdtContent>
      </w:sdt>
    </w:p>
    <w:p w14:paraId="65918D44" w14:textId="77777777" w:rsidR="00F97785" w:rsidRPr="00300F17" w:rsidRDefault="00F97785" w:rsidP="003443C7">
      <w:pPr>
        <w:pStyle w:val="NormalWeb"/>
        <w:jc w:val="right"/>
        <w:rPr>
          <w:lang w:val="et-EE"/>
        </w:rPr>
      </w:pPr>
      <w:r w:rsidRPr="00300F17">
        <w:rPr>
          <w:rFonts w:eastAsia="Calibri"/>
          <w:lang w:val="et-EE"/>
        </w:rPr>
        <w:t>(hiliseima digitaalallkirja kuupäev)</w:t>
      </w:r>
    </w:p>
    <w:p w14:paraId="1BE56350" w14:textId="77777777" w:rsidR="007F6905" w:rsidRPr="00300F17" w:rsidRDefault="007F6905" w:rsidP="003443C7">
      <w:pPr>
        <w:jc w:val="both"/>
      </w:pPr>
    </w:p>
    <w:p w14:paraId="4A1FC655" w14:textId="77777777" w:rsidR="00F97785" w:rsidRPr="00300F17" w:rsidRDefault="00F97785" w:rsidP="003443C7">
      <w:pPr>
        <w:jc w:val="both"/>
        <w:outlineLvl w:val="0"/>
      </w:pPr>
    </w:p>
    <w:p w14:paraId="400895A7" w14:textId="77777777" w:rsidR="00F97785" w:rsidRPr="00300F17" w:rsidRDefault="003A54F8" w:rsidP="003443C7">
      <w:pPr>
        <w:jc w:val="both"/>
      </w:pPr>
      <w:r w:rsidRPr="00300F17">
        <w:rPr>
          <w:bCs/>
        </w:rPr>
        <w:t>Riigimetsa Majandamise Keskus</w:t>
      </w:r>
      <w:r w:rsidR="00381A67" w:rsidRPr="00300F17">
        <w:rPr>
          <w:bCs/>
        </w:rPr>
        <w:t>,</w:t>
      </w:r>
      <w:r w:rsidRPr="00300F17">
        <w:t xml:space="preserve"> </w:t>
      </w:r>
      <w:r w:rsidRPr="00300F17">
        <w:rPr>
          <w:bCs/>
        </w:rPr>
        <w:t xml:space="preserve">edaspidi </w:t>
      </w:r>
      <w:r w:rsidRPr="00300F17">
        <w:rPr>
          <w:b/>
          <w:bCs/>
        </w:rPr>
        <w:t>RMK</w:t>
      </w:r>
      <w:r w:rsidR="00381A67" w:rsidRPr="00300F17">
        <w:rPr>
          <w:bCs/>
        </w:rPr>
        <w:t xml:space="preserve"> või </w:t>
      </w:r>
      <w:r w:rsidR="007F6905" w:rsidRPr="00300F17">
        <w:rPr>
          <w:b/>
          <w:bCs/>
        </w:rPr>
        <w:t>t</w:t>
      </w:r>
      <w:r w:rsidR="00381A67" w:rsidRPr="00300F17">
        <w:rPr>
          <w:b/>
          <w:bCs/>
        </w:rPr>
        <w:t>ellija</w:t>
      </w:r>
      <w:r w:rsidRPr="00300F17">
        <w:rPr>
          <w:bCs/>
        </w:rPr>
        <w:t xml:space="preserve">, </w:t>
      </w:r>
      <w:r w:rsidR="00F97785" w:rsidRPr="00300F17">
        <w:t xml:space="preserve">keda esindab </w:t>
      </w:r>
      <w:sdt>
        <w:sdtPr>
          <w:rPr>
            <w:highlight w:val="lightGray"/>
          </w:rPr>
          <w:tag w:val="Riigimetsa Majandamise Keskuse "/>
          <w:id w:val="-1598098674"/>
          <w:placeholder>
            <w:docPart w:val="98771FFB5FA345029DEF156C9FA9138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F97785" w:rsidRPr="00302C0E">
            <w:rPr>
              <w:highlight w:val="lightGray"/>
            </w:rPr>
            <w:t>[Vali sobiv]</w:t>
          </w:r>
        </w:sdtContent>
      </w:sdt>
      <w:r w:rsidR="00F97785" w:rsidRPr="00300F17">
        <w:t xml:space="preserve"> </w:t>
      </w:r>
      <w:sdt>
        <w:sdtPr>
          <w:rPr>
            <w:highlight w:val="lightGray"/>
          </w:rPr>
          <w:alias w:val="Vali kuupäev"/>
          <w:tag w:val="Vali kuupäev"/>
          <w:id w:val="-171967024"/>
          <w:placeholder>
            <w:docPart w:val="6064FF5CC7134F3BAE4C461A3733E30D"/>
          </w:placeholder>
          <w:date>
            <w:dateFormat w:val="d.MM.yyyy"/>
            <w:lid w:val="et-EE"/>
            <w:storeMappedDataAs w:val="dateTime"/>
            <w:calendar w:val="gregorian"/>
          </w:date>
        </w:sdtPr>
        <w:sdtEndPr/>
        <w:sdtContent>
          <w:r w:rsidR="00F97785" w:rsidRPr="00302C0E">
            <w:rPr>
              <w:highlight w:val="lightGray"/>
            </w:rPr>
            <w:t>[Vali kuupäev]</w:t>
          </w:r>
        </w:sdtContent>
      </w:sdt>
      <w:r w:rsidR="00F97785" w:rsidRPr="00300F17">
        <w:t xml:space="preserve"> </w:t>
      </w:r>
      <w:sdt>
        <w:sdtPr>
          <w:rPr>
            <w:highlight w:val="lightGray"/>
          </w:rPr>
          <w:id w:val="-775716232"/>
          <w:placeholder>
            <w:docPart w:val="98771FFB5FA345029DEF156C9FA9138A"/>
          </w:placeholder>
          <w:comboBox>
            <w:listItem w:displayText="otsuse" w:value="otsuse"/>
            <w:listItem w:displayText="käskkirja" w:value="käskkirja"/>
            <w:listItem w:displayText="volikirja" w:value="volikirja"/>
            <w:listItem w:displayText="määruse" w:value="määruse"/>
          </w:comboBox>
        </w:sdtPr>
        <w:sdtEndPr/>
        <w:sdtContent>
          <w:r w:rsidR="00F97785" w:rsidRPr="00302C0E">
            <w:rPr>
              <w:highlight w:val="lightGray"/>
            </w:rPr>
            <w:t>[Vali sobiv]</w:t>
          </w:r>
        </w:sdtContent>
      </w:sdt>
      <w:r w:rsidR="00F97785" w:rsidRPr="00300F17">
        <w:t xml:space="preserve"> nr </w:t>
      </w:r>
      <w:r w:rsidR="00F97785" w:rsidRPr="00300F17">
        <w:fldChar w:fldCharType="begin"/>
      </w:r>
      <w:r w:rsidR="00F97785" w:rsidRPr="00300F17">
        <w:instrText xml:space="preserve"> MACROBUTTON  AcceptAllChangesInDoc [Sisesta number] </w:instrText>
      </w:r>
      <w:r w:rsidR="00F97785" w:rsidRPr="00300F17">
        <w:fldChar w:fldCharType="end"/>
      </w:r>
      <w:r w:rsidR="00F97785" w:rsidRPr="00300F17">
        <w:t xml:space="preserve">alusel </w:t>
      </w:r>
      <w:r w:rsidR="00F97785" w:rsidRPr="00302C0E">
        <w:rPr>
          <w:rFonts w:eastAsia="Calibri"/>
          <w:highlight w:val="lightGray"/>
        </w:rPr>
        <w:fldChar w:fldCharType="begin"/>
      </w:r>
      <w:r w:rsidR="00F97785" w:rsidRPr="00302C0E">
        <w:rPr>
          <w:rFonts w:eastAsia="Calibri"/>
          <w:highlight w:val="lightGray"/>
        </w:rPr>
        <w:instrText xml:space="preserve"> MACROBUTTON  AcceptAllChangesInDoc [Sisesta ametinimetus] </w:instrText>
      </w:r>
      <w:r w:rsidR="00F97785" w:rsidRPr="00302C0E">
        <w:rPr>
          <w:rFonts w:eastAsia="Calibri"/>
          <w:highlight w:val="lightGray"/>
        </w:rPr>
        <w:fldChar w:fldCharType="end"/>
      </w:r>
      <w:r w:rsidR="00F97785" w:rsidRPr="00300F17">
        <w:rPr>
          <w:rFonts w:eastAsia="Calibri"/>
        </w:rPr>
        <w:t xml:space="preserve"> </w:t>
      </w:r>
      <w:r w:rsidR="00F97785" w:rsidRPr="00300F17">
        <w:rPr>
          <w:rFonts w:eastAsia="Calibri"/>
        </w:rPr>
        <w:fldChar w:fldCharType="begin"/>
      </w:r>
      <w:r w:rsidR="00F97785" w:rsidRPr="00300F17">
        <w:rPr>
          <w:rFonts w:eastAsia="Calibri"/>
        </w:rPr>
        <w:instrText xml:space="preserve"> MACROBUTTON  AcceptAllChangesInDoc [Sisesta eesnimi ja perekonnanimi] </w:instrText>
      </w:r>
      <w:r w:rsidR="00F97785" w:rsidRPr="00300F17">
        <w:rPr>
          <w:rFonts w:eastAsia="Calibri"/>
        </w:rPr>
        <w:fldChar w:fldCharType="end"/>
      </w:r>
      <w:r w:rsidR="00F97785" w:rsidRPr="00300F17">
        <w:t>, ühelt poolt,</w:t>
      </w:r>
    </w:p>
    <w:p w14:paraId="2461FB4A" w14:textId="77777777" w:rsidR="00F97785" w:rsidRPr="00300F17" w:rsidRDefault="00F97785" w:rsidP="003443C7">
      <w:pPr>
        <w:jc w:val="both"/>
        <w:outlineLvl w:val="0"/>
      </w:pPr>
    </w:p>
    <w:p w14:paraId="5DF214A2" w14:textId="77777777" w:rsidR="004A4BC8" w:rsidRPr="00300F17" w:rsidRDefault="004A4BC8" w:rsidP="003443C7">
      <w:pPr>
        <w:jc w:val="both"/>
      </w:pPr>
      <w:r w:rsidRPr="00300F17">
        <w:t xml:space="preserve">ja </w:t>
      </w:r>
      <w:r w:rsidRPr="00302C0E">
        <w:rPr>
          <w:highlight w:val="lightGray"/>
        </w:rPr>
        <w:fldChar w:fldCharType="begin"/>
      </w:r>
      <w:r w:rsidRPr="00302C0E">
        <w:rPr>
          <w:highlight w:val="lightGray"/>
        </w:rPr>
        <w:instrText xml:space="preserve"> MACROBUTTON  AcceptAllChangesInDoc [Sisesta juriidilise isiku nimi], </w:instrText>
      </w:r>
      <w:r w:rsidRPr="00302C0E">
        <w:rPr>
          <w:highlight w:val="lightGray"/>
        </w:rPr>
        <w:fldChar w:fldCharType="end"/>
      </w:r>
      <w:r w:rsidRPr="00300F17">
        <w:t xml:space="preserve">edaspidi </w:t>
      </w:r>
      <w:r w:rsidRPr="00300F17">
        <w:rPr>
          <w:b/>
          <w:bCs/>
        </w:rPr>
        <w:t>töövõtja</w:t>
      </w:r>
      <w:r w:rsidRPr="00300F17">
        <w:rPr>
          <w:bCs/>
        </w:rPr>
        <w:t xml:space="preserve">, </w:t>
      </w:r>
      <w:r w:rsidRPr="00300F17">
        <w:t xml:space="preserve">keda esindab </w:t>
      </w:r>
      <w:sdt>
        <w:sdtPr>
          <w:rPr>
            <w:highlight w:val="lightGray"/>
          </w:rPr>
          <w:tag w:val="Riigimetsa Majandamise Keskuse "/>
          <w:id w:val="219788717"/>
          <w:placeholder>
            <w:docPart w:val="ADD703CAB0244026B09E37C88DFFE94C"/>
          </w:placeholder>
          <w:comboBox>
            <w:listItem w:displayText="põhikirja" w:value="põhikirja"/>
            <w:listItem w:displayText="volikirja" w:value="volikirja"/>
          </w:comboBox>
        </w:sdtPr>
        <w:sdtEndPr/>
        <w:sdtContent>
          <w:r w:rsidRPr="00302C0E">
            <w:rPr>
              <w:highlight w:val="lightGray"/>
            </w:rPr>
            <w:t>[Vali sobiv]</w:t>
          </w:r>
        </w:sdtContent>
      </w:sdt>
      <w:r w:rsidRPr="00300F17">
        <w:t xml:space="preserve">  alusel </w:t>
      </w:r>
      <w:r w:rsidRPr="00302C0E">
        <w:rPr>
          <w:highlight w:val="lightGray"/>
        </w:rPr>
        <w:fldChar w:fldCharType="begin"/>
      </w:r>
      <w:r w:rsidRPr="00302C0E">
        <w:rPr>
          <w:highlight w:val="lightGray"/>
        </w:rPr>
        <w:instrText xml:space="preserve"> MACROBUTTON  AcceptAllChangesInDoc [Sisesta ametinimetus]</w:instrText>
      </w:r>
      <w:r w:rsidRPr="00302C0E">
        <w:rPr>
          <w:highlight w:val="lightGray"/>
        </w:rPr>
        <w:fldChar w:fldCharType="end"/>
      </w:r>
      <w:r w:rsidRPr="00300F17">
        <w:rPr>
          <w:rFonts w:eastAsia="Calibri"/>
        </w:rPr>
        <w:t xml:space="preserve"> </w:t>
      </w: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r w:rsidRPr="00300F17">
        <w:t>teiselt poolt,</w:t>
      </w:r>
    </w:p>
    <w:p w14:paraId="2B0E6105" w14:textId="77777777" w:rsidR="004A4BC8" w:rsidRPr="00300F17" w:rsidRDefault="004A4BC8" w:rsidP="003443C7">
      <w:pPr>
        <w:jc w:val="both"/>
        <w:rPr>
          <w:rFonts w:eastAsia="Calibri"/>
        </w:rPr>
      </w:pPr>
    </w:p>
    <w:p w14:paraId="61ACD24F" w14:textId="77777777" w:rsidR="00F97785" w:rsidRPr="00300F17" w:rsidRDefault="004A4BC8" w:rsidP="003443C7">
      <w:pPr>
        <w:jc w:val="both"/>
        <w:outlineLvl w:val="0"/>
        <w:rPr>
          <w:rFonts w:eastAsia="Calibri"/>
          <w:i/>
          <w:iCs/>
        </w:rPr>
      </w:pPr>
      <w:r w:rsidRPr="00300F17">
        <w:rPr>
          <w:i/>
          <w:iCs/>
        </w:rPr>
        <w:fldChar w:fldCharType="begin"/>
      </w:r>
      <w:r w:rsidRPr="00300F17">
        <w:rPr>
          <w:i/>
          <w:iCs/>
        </w:rPr>
        <w:instrText xml:space="preserve"> MACROBUTTON  AcceptAllChangesInDoc [Sisesta füüsilisest isikust ettevõtja nimi]</w:instrText>
      </w:r>
      <w:r w:rsidRPr="00300F17">
        <w:rPr>
          <w:i/>
          <w:iCs/>
        </w:rPr>
        <w:fldChar w:fldCharType="end"/>
      </w:r>
      <w:r w:rsidRPr="00300F17">
        <w:rPr>
          <w:rFonts w:eastAsia="Calibri"/>
          <w:i/>
          <w:iCs/>
        </w:rPr>
        <w:t xml:space="preserve">, </w:t>
      </w:r>
      <w:r w:rsidRPr="00300F17">
        <w:rPr>
          <w:i/>
          <w:iCs/>
        </w:rPr>
        <w:t xml:space="preserve">edaspidi </w:t>
      </w:r>
      <w:r w:rsidRPr="00300F17">
        <w:rPr>
          <w:b/>
          <w:bCs/>
          <w:i/>
          <w:iCs/>
        </w:rPr>
        <w:t>töövõtja</w:t>
      </w:r>
      <w:r w:rsidRPr="00300F17">
        <w:rPr>
          <w:i/>
          <w:iCs/>
        </w:rPr>
        <w:t>, teiselt poolt,</w:t>
      </w:r>
      <w:r w:rsidRPr="00300F17">
        <w:rPr>
          <w:rFonts w:eastAsia="Calibri"/>
          <w:i/>
          <w:iCs/>
        </w:rPr>
        <w:t xml:space="preserve"> </w:t>
      </w:r>
    </w:p>
    <w:p w14:paraId="3E0D0434" w14:textId="77777777" w:rsidR="004A4BC8" w:rsidRPr="00300F17" w:rsidRDefault="004A4BC8" w:rsidP="003443C7">
      <w:pPr>
        <w:jc w:val="both"/>
        <w:outlineLvl w:val="0"/>
      </w:pPr>
    </w:p>
    <w:p w14:paraId="14672120" w14:textId="77777777" w:rsidR="00F97785" w:rsidRPr="00300F17" w:rsidRDefault="00F97785" w:rsidP="003443C7">
      <w:pPr>
        <w:jc w:val="both"/>
      </w:pPr>
      <w:r w:rsidRPr="00300F17">
        <w:t xml:space="preserve">keda nimetatakse edaspidi </w:t>
      </w:r>
      <w:r w:rsidRPr="00300F17">
        <w:rPr>
          <w:b/>
        </w:rPr>
        <w:t xml:space="preserve">pool </w:t>
      </w:r>
      <w:r w:rsidRPr="00300F17">
        <w:t xml:space="preserve">või ühiselt </w:t>
      </w:r>
      <w:r w:rsidRPr="00300F17">
        <w:rPr>
          <w:b/>
        </w:rPr>
        <w:t>pooled</w:t>
      </w:r>
      <w:r w:rsidRPr="00300F17">
        <w:t>,</w:t>
      </w:r>
    </w:p>
    <w:p w14:paraId="536E811F" w14:textId="77777777" w:rsidR="00F97785" w:rsidRPr="00300F17" w:rsidRDefault="00F97785" w:rsidP="003443C7">
      <w:pPr>
        <w:jc w:val="both"/>
      </w:pPr>
    </w:p>
    <w:p w14:paraId="515C5A74" w14:textId="42243B2F" w:rsidR="00B52D80" w:rsidRPr="00300F17" w:rsidRDefault="00B52D80" w:rsidP="003443C7">
      <w:pPr>
        <w:jc w:val="both"/>
        <w:rPr>
          <w:lang w:eastAsia="et-EE"/>
        </w:rPr>
      </w:pPr>
      <w:r w:rsidRPr="00300F17">
        <w:t xml:space="preserve">sõlmisid käesoleva </w:t>
      </w:r>
      <w:r w:rsidR="2F49FDF7" w:rsidRPr="00300F17">
        <w:t>raam</w:t>
      </w:r>
      <w:r w:rsidRPr="00300F17">
        <w:t xml:space="preserve">lepingu, edaspidi </w:t>
      </w:r>
      <w:r w:rsidRPr="00300F17">
        <w:rPr>
          <w:b/>
          <w:bCs/>
        </w:rPr>
        <w:t xml:space="preserve">leping, </w:t>
      </w:r>
      <w:sdt>
        <w:sdtPr>
          <w:rPr>
            <w:bCs/>
          </w:rPr>
          <w:tag w:val="Riigimetsa Majandamise Keskuse "/>
          <w:id w:val="-1727522968"/>
          <w:placeholder>
            <w:docPart w:val="471ABD3A3DDF41FA810E471FA5F35532"/>
          </w:placeholder>
          <w:comboBox>
            <w:listItem w:displayText="hange" w:value="hange"/>
            <w:listItem w:displayText="riigihange" w:value="riigihange"/>
          </w:comboBox>
        </w:sdtPr>
        <w:sdtEndPr/>
        <w:sdtContent>
          <w:r w:rsidR="003D749E" w:rsidRPr="00300F17">
            <w:t>riigihan</w:t>
          </w:r>
          <w:r w:rsidR="00107177" w:rsidRPr="00300F17">
            <w:t>ke</w:t>
          </w:r>
        </w:sdtContent>
      </w:sdt>
      <w:r w:rsidRPr="00300F17">
        <w:rPr>
          <w:bCs/>
        </w:rPr>
        <w:t xml:space="preserve"> </w:t>
      </w:r>
      <w:r w:rsidR="002C1440" w:rsidRPr="00300F17">
        <w:rPr>
          <w:bCs/>
        </w:rPr>
        <w:t>[</w:t>
      </w:r>
      <w:r w:rsidR="002C1440" w:rsidRPr="00302C0E">
        <w:rPr>
          <w:highlight w:val="lightGray"/>
          <w:lang w:eastAsia="et-EE"/>
        </w:rPr>
        <w:t>number</w:t>
      </w:r>
      <w:r w:rsidR="002C1440" w:rsidRPr="00300F17">
        <w:rPr>
          <w:lang w:eastAsia="et-EE"/>
        </w:rPr>
        <w:t xml:space="preserve">] </w:t>
      </w:r>
      <w:r w:rsidR="003D749E" w:rsidRPr="00300F17">
        <w:rPr>
          <w:lang w:eastAsia="et-EE"/>
        </w:rPr>
        <w:t xml:space="preserve"> </w:t>
      </w:r>
      <w:r w:rsidRPr="00300F17">
        <w:rPr>
          <w:lang w:eastAsia="et-EE"/>
        </w:rPr>
        <w:t>„</w:t>
      </w:r>
      <w:r w:rsidR="00C82A00" w:rsidRPr="00300F17">
        <w:rPr>
          <w:lang w:eastAsia="et-EE"/>
        </w:rPr>
        <w:t xml:space="preserve">Ulukitõrjevahendi pritsimine RMK </w:t>
      </w:r>
      <w:r w:rsidR="0020296D" w:rsidRPr="00302C0E">
        <w:rPr>
          <w:highlight w:val="lightGray"/>
          <w:lang w:eastAsia="et-EE"/>
        </w:rPr>
        <w:t>…</w:t>
      </w:r>
      <w:r w:rsidR="0020296D" w:rsidRPr="00300F17">
        <w:rPr>
          <w:lang w:eastAsia="et-EE"/>
        </w:rPr>
        <w:t xml:space="preserve"> </w:t>
      </w:r>
      <w:r w:rsidR="00C82A00" w:rsidRPr="00300F17">
        <w:rPr>
          <w:lang w:eastAsia="et-EE"/>
        </w:rPr>
        <w:t xml:space="preserve"> piirkonnas</w:t>
      </w:r>
      <w:r w:rsidRPr="00300F17">
        <w:rPr>
          <w:lang w:eastAsia="et-EE"/>
        </w:rPr>
        <w:t xml:space="preserve">“ (viitenumber </w:t>
      </w:r>
      <w:r w:rsidR="0020296D" w:rsidRPr="00302C0E">
        <w:rPr>
          <w:highlight w:val="lightGray"/>
          <w:lang w:eastAsia="et-EE"/>
        </w:rPr>
        <w:t>…</w:t>
      </w:r>
      <w:r w:rsidR="0020296D" w:rsidRPr="00300F17">
        <w:rPr>
          <w:lang w:eastAsia="et-EE"/>
        </w:rPr>
        <w:t xml:space="preserve"> </w:t>
      </w:r>
      <w:r w:rsidRPr="00300F17">
        <w:rPr>
          <w:lang w:eastAsia="et-EE"/>
        </w:rPr>
        <w:t>) tulemusena alljärgnevas:</w:t>
      </w:r>
    </w:p>
    <w:p w14:paraId="5F06E5F6" w14:textId="77777777" w:rsidR="00F97785" w:rsidRPr="00300F17" w:rsidRDefault="00F97785" w:rsidP="003443C7">
      <w:pPr>
        <w:jc w:val="both"/>
      </w:pPr>
    </w:p>
    <w:p w14:paraId="26B0F5B2" w14:textId="77777777" w:rsidR="003A54F8" w:rsidRPr="00300F17" w:rsidRDefault="00F97785" w:rsidP="003443C7">
      <w:pPr>
        <w:numPr>
          <w:ilvl w:val="0"/>
          <w:numId w:val="6"/>
        </w:numPr>
        <w:jc w:val="both"/>
        <w:outlineLvl w:val="0"/>
        <w:rPr>
          <w:b/>
        </w:rPr>
      </w:pPr>
      <w:r w:rsidRPr="00300F17">
        <w:rPr>
          <w:b/>
        </w:rPr>
        <w:t>Lepingu lisad</w:t>
      </w:r>
    </w:p>
    <w:p w14:paraId="6DCE73A5" w14:textId="77777777" w:rsidR="003A54F8" w:rsidRPr="00300F17" w:rsidRDefault="003A54F8" w:rsidP="000E190C">
      <w:pPr>
        <w:tabs>
          <w:tab w:val="left" w:pos="567"/>
        </w:tabs>
        <w:jc w:val="both"/>
        <w:outlineLvl w:val="0"/>
      </w:pPr>
      <w:r w:rsidRPr="00300F17">
        <w:t xml:space="preserve">Lepingu sõlmisel on </w:t>
      </w:r>
      <w:r w:rsidR="008E0573" w:rsidRPr="00300F17">
        <w:t>l</w:t>
      </w:r>
      <w:r w:rsidRPr="00300F17">
        <w:t xml:space="preserve">epingul järgmised </w:t>
      </w:r>
      <w:r w:rsidR="008E0573" w:rsidRPr="00300F17">
        <w:t>l</w:t>
      </w:r>
      <w:r w:rsidRPr="00300F17">
        <w:t>isad</w:t>
      </w:r>
      <w:r w:rsidR="00670E79" w:rsidRPr="00300F17">
        <w:t>,</w:t>
      </w:r>
      <w:r w:rsidRPr="00300F17">
        <w:t xml:space="preserve"> edaspidi </w:t>
      </w:r>
      <w:r w:rsidR="008E0573" w:rsidRPr="00300F17">
        <w:rPr>
          <w:b/>
        </w:rPr>
        <w:t>l</w:t>
      </w:r>
      <w:r w:rsidRPr="00300F17">
        <w:rPr>
          <w:b/>
        </w:rPr>
        <w:t>isa</w:t>
      </w:r>
      <w:r w:rsidRPr="00300F17">
        <w:t xml:space="preserve"> või koos </w:t>
      </w:r>
      <w:r w:rsidR="008E0573" w:rsidRPr="00300F17">
        <w:rPr>
          <w:b/>
        </w:rPr>
        <w:t>l</w:t>
      </w:r>
      <w:r w:rsidRPr="00300F17">
        <w:rPr>
          <w:b/>
        </w:rPr>
        <w:t>isad</w:t>
      </w:r>
      <w:r w:rsidRPr="00300F17">
        <w:t>:</w:t>
      </w:r>
    </w:p>
    <w:p w14:paraId="243773CF" w14:textId="5BE49BD0" w:rsidR="003A54F8" w:rsidRPr="00300F17" w:rsidRDefault="003A54F8" w:rsidP="000E190C">
      <w:pPr>
        <w:tabs>
          <w:tab w:val="left" w:pos="567"/>
        </w:tabs>
        <w:jc w:val="both"/>
        <w:outlineLvl w:val="0"/>
      </w:pPr>
      <w:r w:rsidRPr="00300F17">
        <w:t xml:space="preserve">Lisa 1 – </w:t>
      </w:r>
      <w:r w:rsidR="00DF06A2" w:rsidRPr="00300F17">
        <w:t>Ulukitõrjetööde</w:t>
      </w:r>
      <w:r w:rsidR="00BB2195" w:rsidRPr="00300F17">
        <w:t xml:space="preserve"> töömahtude tabel (</w:t>
      </w:r>
      <w:r w:rsidR="00487F50" w:rsidRPr="00300F17">
        <w:t>allkirjastatakse eraldi</w:t>
      </w:r>
      <w:r w:rsidR="00BB2195" w:rsidRPr="00300F17">
        <w:t>)</w:t>
      </w:r>
    </w:p>
    <w:p w14:paraId="7E629134" w14:textId="77777777" w:rsidR="00FD1130" w:rsidRPr="00300F17" w:rsidRDefault="003A54F8" w:rsidP="000E190C">
      <w:pPr>
        <w:tabs>
          <w:tab w:val="left" w:pos="567"/>
        </w:tabs>
        <w:jc w:val="both"/>
        <w:outlineLvl w:val="0"/>
      </w:pPr>
      <w:r w:rsidRPr="00300F17">
        <w:t>Lisa 2 – Hinnad</w:t>
      </w:r>
    </w:p>
    <w:p w14:paraId="38DD4F1F" w14:textId="3055D5DF" w:rsidR="00C10A80" w:rsidRPr="00300F17" w:rsidRDefault="00C10A80" w:rsidP="000E190C">
      <w:pPr>
        <w:tabs>
          <w:tab w:val="left" w:pos="567"/>
        </w:tabs>
        <w:jc w:val="both"/>
        <w:outlineLvl w:val="0"/>
      </w:pPr>
      <w:r w:rsidRPr="00300F17">
        <w:t xml:space="preserve">Lisa </w:t>
      </w:r>
      <w:r w:rsidR="00DF06A2" w:rsidRPr="00300F17">
        <w:t>3</w:t>
      </w:r>
      <w:r w:rsidRPr="00300F17">
        <w:t xml:space="preserve"> – </w:t>
      </w:r>
      <w:r w:rsidR="00DF06A2" w:rsidRPr="00300F17">
        <w:t>Ulukitõrjetööde</w:t>
      </w:r>
      <w:r w:rsidRPr="00300F17">
        <w:t xml:space="preserve"> </w:t>
      </w:r>
      <w:r w:rsidR="00C73D4E" w:rsidRPr="00300F17">
        <w:t xml:space="preserve">tehniline </w:t>
      </w:r>
      <w:r w:rsidRPr="00300F17">
        <w:t>kirjeldus</w:t>
      </w:r>
    </w:p>
    <w:p w14:paraId="03420249" w14:textId="6CEA0901" w:rsidR="00CA1360" w:rsidRPr="00300F17" w:rsidRDefault="00CA1360" w:rsidP="00CA1360">
      <w:pPr>
        <w:tabs>
          <w:tab w:val="num" w:pos="720"/>
        </w:tabs>
        <w:ind w:left="720" w:hanging="720"/>
        <w:jc w:val="both"/>
        <w:outlineLvl w:val="0"/>
      </w:pPr>
      <w:r w:rsidRPr="00300F17">
        <w:t xml:space="preserve">Lisa </w:t>
      </w:r>
      <w:r w:rsidR="00DF06A2" w:rsidRPr="00300F17">
        <w:t>4</w:t>
      </w:r>
      <w:r w:rsidRPr="00300F17">
        <w:t xml:space="preserve"> – RMK keskkonnanõuded mootorsõidukitega ja saagidega töötamisel</w:t>
      </w:r>
    </w:p>
    <w:p w14:paraId="165E5C46" w14:textId="652194F0" w:rsidR="00CA1360" w:rsidRPr="00300F17" w:rsidRDefault="00CA1360" w:rsidP="00CA1360">
      <w:pPr>
        <w:tabs>
          <w:tab w:val="num" w:pos="720"/>
        </w:tabs>
        <w:jc w:val="both"/>
        <w:outlineLvl w:val="0"/>
      </w:pPr>
      <w:r w:rsidRPr="00300F17">
        <w:t xml:space="preserve">Lisa </w:t>
      </w:r>
      <w:r w:rsidR="00DF06A2" w:rsidRPr="00300F17">
        <w:t>5</w:t>
      </w:r>
      <w:r w:rsidRPr="00300F17">
        <w:t xml:space="preserve"> - RMK nõuded isikukaitsevahendite kasutamiseks</w:t>
      </w:r>
    </w:p>
    <w:p w14:paraId="453F309B" w14:textId="77777777" w:rsidR="005C68FA" w:rsidRPr="00300F17" w:rsidRDefault="005C68FA" w:rsidP="003443C7">
      <w:pPr>
        <w:tabs>
          <w:tab w:val="left" w:pos="567"/>
        </w:tabs>
        <w:jc w:val="both"/>
        <w:outlineLvl w:val="0"/>
      </w:pPr>
    </w:p>
    <w:p w14:paraId="24388D37" w14:textId="77777777" w:rsidR="004A03F9" w:rsidRPr="00300F17" w:rsidRDefault="005C68FA" w:rsidP="00CB2362">
      <w:pPr>
        <w:pStyle w:val="ListParagraph"/>
        <w:numPr>
          <w:ilvl w:val="0"/>
          <w:numId w:val="6"/>
        </w:numPr>
        <w:tabs>
          <w:tab w:val="clear" w:pos="561"/>
          <w:tab w:val="num" w:pos="0"/>
        </w:tabs>
        <w:jc w:val="both"/>
        <w:rPr>
          <w:rStyle w:val="normal1"/>
          <w:b/>
        </w:rPr>
      </w:pPr>
      <w:r w:rsidRPr="00300F17">
        <w:rPr>
          <w:rStyle w:val="normal1"/>
          <w:b/>
        </w:rPr>
        <w:t>Lepingu objekt</w:t>
      </w:r>
    </w:p>
    <w:p w14:paraId="6F237F15" w14:textId="3AE2E010" w:rsidR="00247226" w:rsidRPr="00300F17" w:rsidRDefault="008E0573" w:rsidP="006B1324">
      <w:pPr>
        <w:pStyle w:val="ListParagraph"/>
        <w:numPr>
          <w:ilvl w:val="1"/>
          <w:numId w:val="6"/>
        </w:numPr>
        <w:jc w:val="both"/>
        <w:rPr>
          <w:rStyle w:val="normal1"/>
        </w:rPr>
      </w:pPr>
      <w:r w:rsidRPr="00300F17">
        <w:rPr>
          <w:rStyle w:val="normal1"/>
        </w:rPr>
        <w:t>Lepingu alusel tellija tellib ja t</w:t>
      </w:r>
      <w:r w:rsidR="001506ED" w:rsidRPr="00300F17">
        <w:rPr>
          <w:rStyle w:val="normal1"/>
        </w:rPr>
        <w:t xml:space="preserve">öövõtja kohustub tegema </w:t>
      </w:r>
      <w:r w:rsidR="008B5B79" w:rsidRPr="00300F17">
        <w:rPr>
          <w:rStyle w:val="normal1"/>
        </w:rPr>
        <w:t xml:space="preserve">ulukitõrjevahendi pritsimist (edaspidi ulukitõrjetööd) </w:t>
      </w:r>
      <w:r w:rsidR="00DF06A2" w:rsidRPr="00302C0E">
        <w:rPr>
          <w:rStyle w:val="normal1"/>
          <w:highlight w:val="lightGray"/>
        </w:rPr>
        <w:t>…….</w:t>
      </w:r>
      <w:r w:rsidR="00912AE5" w:rsidRPr="00300F17">
        <w:rPr>
          <w:rStyle w:val="normal1"/>
        </w:rPr>
        <w:t xml:space="preserve"> piirkonna </w:t>
      </w:r>
      <w:r w:rsidR="00912AE5" w:rsidRPr="00302C0E">
        <w:rPr>
          <w:rStyle w:val="normal1"/>
          <w:highlight w:val="lightGray"/>
        </w:rPr>
        <w:t>…</w:t>
      </w:r>
      <w:r w:rsidR="00912AE5" w:rsidRPr="00300F17">
        <w:rPr>
          <w:rStyle w:val="normal1"/>
        </w:rPr>
        <w:t xml:space="preserve"> </w:t>
      </w:r>
      <w:r w:rsidR="00FF7316" w:rsidRPr="00300F17">
        <w:rPr>
          <w:rStyle w:val="normal1"/>
          <w:i/>
          <w:iCs/>
        </w:rPr>
        <w:t>(</w:t>
      </w:r>
      <w:r w:rsidR="00FF7316" w:rsidRPr="00302C0E">
        <w:rPr>
          <w:rStyle w:val="normal1"/>
          <w:i/>
          <w:iCs/>
          <w:highlight w:val="lightGray"/>
        </w:rPr>
        <w:t>millises hankeosas</w:t>
      </w:r>
      <w:r w:rsidR="00FF7316" w:rsidRPr="00300F17">
        <w:rPr>
          <w:rStyle w:val="normal1"/>
          <w:i/>
          <w:iCs/>
        </w:rPr>
        <w:t>)</w:t>
      </w:r>
      <w:r w:rsidR="001506ED" w:rsidRPr="00300F17">
        <w:rPr>
          <w:rStyle w:val="normal1"/>
        </w:rPr>
        <w:t>, mi</w:t>
      </w:r>
      <w:r w:rsidR="00CE0870" w:rsidRPr="00300F17">
        <w:rPr>
          <w:rStyle w:val="normal1"/>
        </w:rPr>
        <w:t xml:space="preserve">lle </w:t>
      </w:r>
      <w:r w:rsidR="000E0153" w:rsidRPr="00300F17">
        <w:rPr>
          <w:rStyle w:val="normal1"/>
        </w:rPr>
        <w:t xml:space="preserve">üldised </w:t>
      </w:r>
      <w:r w:rsidR="00CE0870" w:rsidRPr="00300F17">
        <w:rPr>
          <w:rStyle w:val="normal1"/>
        </w:rPr>
        <w:t>mahud</w:t>
      </w:r>
      <w:r w:rsidRPr="00300F17">
        <w:rPr>
          <w:rStyle w:val="normal1"/>
        </w:rPr>
        <w:t xml:space="preserve"> </w:t>
      </w:r>
      <w:r w:rsidR="00964915" w:rsidRPr="00300F17">
        <w:rPr>
          <w:rStyle w:val="normal1"/>
        </w:rPr>
        <w:t>tulenevad riigihankel esitatud ja edukaks tunnistatud pakkumusest</w:t>
      </w:r>
      <w:r w:rsidR="000E0153" w:rsidRPr="00300F17">
        <w:rPr>
          <w:rStyle w:val="normal1"/>
        </w:rPr>
        <w:t>,</w:t>
      </w:r>
      <w:r w:rsidR="00964915" w:rsidRPr="00300F17">
        <w:rPr>
          <w:rStyle w:val="normal1"/>
        </w:rPr>
        <w:t xml:space="preserve"> </w:t>
      </w:r>
      <w:r w:rsidR="000E0153" w:rsidRPr="00300F17">
        <w:rPr>
          <w:rStyle w:val="normal1"/>
        </w:rPr>
        <w:t xml:space="preserve">kuid </w:t>
      </w:r>
      <w:r w:rsidR="002B1A90">
        <w:rPr>
          <w:rStyle w:val="normal1"/>
        </w:rPr>
        <w:t>konkreetsed</w:t>
      </w:r>
      <w:r w:rsidR="002B1A90" w:rsidRPr="00300F17">
        <w:rPr>
          <w:rStyle w:val="normal1"/>
        </w:rPr>
        <w:t xml:space="preserve"> </w:t>
      </w:r>
      <w:r w:rsidR="00A6513F" w:rsidRPr="00300F17">
        <w:rPr>
          <w:rStyle w:val="normal1"/>
        </w:rPr>
        <w:t xml:space="preserve">ulukitõrjetööde </w:t>
      </w:r>
      <w:r w:rsidR="000E0153" w:rsidRPr="00300F17">
        <w:rPr>
          <w:rStyle w:val="normal1"/>
        </w:rPr>
        <w:t>mahud</w:t>
      </w:r>
      <w:r w:rsidR="00964915" w:rsidRPr="00300F17">
        <w:rPr>
          <w:rStyle w:val="normal1"/>
        </w:rPr>
        <w:t xml:space="preserve"> </w:t>
      </w:r>
      <w:r w:rsidR="004B49EE">
        <w:rPr>
          <w:rStyle w:val="normal1"/>
        </w:rPr>
        <w:t>määratakse</w:t>
      </w:r>
      <w:r w:rsidRPr="00300F17">
        <w:rPr>
          <w:rStyle w:val="normal1"/>
        </w:rPr>
        <w:t xml:space="preserve"> l</w:t>
      </w:r>
      <w:r w:rsidR="00F97785" w:rsidRPr="00300F17">
        <w:rPr>
          <w:rStyle w:val="normal1"/>
        </w:rPr>
        <w:t>eping</w:t>
      </w:r>
      <w:r w:rsidR="009D7B08" w:rsidRPr="00300F17">
        <w:rPr>
          <w:rStyle w:val="normal1"/>
        </w:rPr>
        <w:t>u</w:t>
      </w:r>
      <w:r w:rsidR="00F97785" w:rsidRPr="00300F17">
        <w:rPr>
          <w:rStyle w:val="normal1"/>
        </w:rPr>
        <w:t xml:space="preserve"> lisas</w:t>
      </w:r>
      <w:r w:rsidR="001506ED" w:rsidRPr="00300F17">
        <w:rPr>
          <w:rStyle w:val="normal1"/>
        </w:rPr>
        <w:t xml:space="preserve"> 1 „</w:t>
      </w:r>
      <w:r w:rsidR="00247226" w:rsidRPr="00300F17">
        <w:t>Ulukitõrjetööde töömahtude tabel</w:t>
      </w:r>
      <w:r w:rsidR="001506ED" w:rsidRPr="00300F17">
        <w:rPr>
          <w:rStyle w:val="normal1"/>
        </w:rPr>
        <w:t>“</w:t>
      </w:r>
      <w:r w:rsidR="000E0153" w:rsidRPr="00300F17">
        <w:rPr>
          <w:rStyle w:val="normal1"/>
        </w:rPr>
        <w:t>, lähtudes üldistest mahtudest</w:t>
      </w:r>
      <w:r w:rsidR="001506ED" w:rsidRPr="00300F17">
        <w:rPr>
          <w:rStyle w:val="normal1"/>
        </w:rPr>
        <w:t>.</w:t>
      </w:r>
      <w:r w:rsidR="00B346ED" w:rsidRPr="00300F17">
        <w:rPr>
          <w:rStyle w:val="normal1"/>
        </w:rPr>
        <w:t xml:space="preserve"> </w:t>
      </w:r>
      <w:r w:rsidR="00A117E4" w:rsidRPr="00300F17">
        <w:rPr>
          <w:rStyle w:val="normal1"/>
        </w:rPr>
        <w:t xml:space="preserve">Hankija ei ole raamlepingu täitmisel seotud lepingu eeldatava mahuga, teenust tellitakse vastavalt reaalsele vajadusele ja olemasolevatele võimalustele, mistõttu raamlepingu alusel tellitavate teenuste tegelik maht võib </w:t>
      </w:r>
      <w:r w:rsidR="006B1324">
        <w:rPr>
          <w:rStyle w:val="normal1"/>
        </w:rPr>
        <w:t>muutuda</w:t>
      </w:r>
      <w:r w:rsidR="00A117E4" w:rsidRPr="00300F17">
        <w:rPr>
          <w:rStyle w:val="normal1"/>
        </w:rPr>
        <w:t>.</w:t>
      </w:r>
      <w:r w:rsidR="00CA02CF">
        <w:rPr>
          <w:rStyle w:val="normal1"/>
        </w:rPr>
        <w:t xml:space="preserve"> </w:t>
      </w:r>
      <w:r w:rsidR="00CA02CF" w:rsidRPr="00CA02CF">
        <w:t xml:space="preserve">Tellija esitab töövõtjale allkirjastamiseks lisa 1 „Ulukitõrjetööde töömahtude tabel“ </w:t>
      </w:r>
      <w:r w:rsidR="00FD6D15">
        <w:t xml:space="preserve">hiljemalt </w:t>
      </w:r>
      <w:r w:rsidR="00CA02CF" w:rsidRPr="00CA02CF">
        <w:t>14 (neljateistkümne) päeva jooksul pärast raamlepingu jõustumist. Ulukitõrjetööde töömahtude tabel loetakse töövõtja poolt kättesaaduks järgmisel kalendripäeval selle elektroonilisest edastamisest  arvates. Töövõtja peab ulukitõrjetööde töömahtude tabeli allkirjastatult tagastama tellijale 5 (viie) tööpäeva jooksul selle kättesaamisest arvates.</w:t>
      </w:r>
    </w:p>
    <w:p w14:paraId="4A0A4B58" w14:textId="254D8C40" w:rsidR="00F4066B" w:rsidRPr="00300F17" w:rsidRDefault="00912AE5" w:rsidP="00CB2362">
      <w:pPr>
        <w:pStyle w:val="ListParagraph"/>
        <w:numPr>
          <w:ilvl w:val="1"/>
          <w:numId w:val="6"/>
        </w:numPr>
        <w:tabs>
          <w:tab w:val="clear" w:pos="561"/>
          <w:tab w:val="num" w:pos="142"/>
          <w:tab w:val="left" w:pos="851"/>
        </w:tabs>
        <w:jc w:val="both"/>
        <w:rPr>
          <w:rStyle w:val="normal1"/>
        </w:rPr>
      </w:pPr>
      <w:r w:rsidRPr="00300F17">
        <w:rPr>
          <w:rStyle w:val="normal1"/>
        </w:rPr>
        <w:t xml:space="preserve">Töövõtja poolt teostatav </w:t>
      </w:r>
      <w:r w:rsidR="00DF06A2" w:rsidRPr="00300F17">
        <w:rPr>
          <w:rStyle w:val="normal1"/>
        </w:rPr>
        <w:t>ulukitõrjetööde</w:t>
      </w:r>
      <w:r w:rsidRPr="00300F17">
        <w:rPr>
          <w:rStyle w:val="normal1"/>
        </w:rPr>
        <w:t xml:space="preserve"> maht on</w:t>
      </w:r>
      <w:r w:rsidR="004D7C55" w:rsidRPr="00300F17">
        <w:rPr>
          <w:rStyle w:val="normal1"/>
        </w:rPr>
        <w:t xml:space="preserve"> 0 kuni </w:t>
      </w:r>
      <w:r w:rsidRPr="00302C0E">
        <w:rPr>
          <w:rStyle w:val="normal1"/>
          <w:highlight w:val="lightGray"/>
        </w:rPr>
        <w:t>…</w:t>
      </w:r>
      <w:r w:rsidRPr="00300F17">
        <w:rPr>
          <w:rStyle w:val="normal1"/>
        </w:rPr>
        <w:t xml:space="preserve"> </w:t>
      </w:r>
      <w:r w:rsidR="0020296D" w:rsidRPr="00300F17">
        <w:rPr>
          <w:rStyle w:val="normal1"/>
          <w:i/>
          <w:iCs/>
        </w:rPr>
        <w:t xml:space="preserve">(töövõtja pakkumuses ja edukaks tunnistamise otsuses kinnitatud) </w:t>
      </w:r>
      <w:r w:rsidR="00DF06A2" w:rsidRPr="00300F17">
        <w:rPr>
          <w:rStyle w:val="normal1"/>
        </w:rPr>
        <w:t>hektarit</w:t>
      </w:r>
      <w:r w:rsidRPr="00300F17">
        <w:rPr>
          <w:rStyle w:val="normal1"/>
        </w:rPr>
        <w:t xml:space="preserve">. </w:t>
      </w:r>
      <w:r w:rsidR="00FF7316" w:rsidRPr="00300F17">
        <w:rPr>
          <w:rStyle w:val="normal1"/>
        </w:rPr>
        <w:t xml:space="preserve">Raamlepingu </w:t>
      </w:r>
      <w:r w:rsidR="002E6FCE" w:rsidRPr="00300F17">
        <w:rPr>
          <w:rStyle w:val="normal1"/>
        </w:rPr>
        <w:t xml:space="preserve"> </w:t>
      </w:r>
      <w:r w:rsidR="009A5213">
        <w:rPr>
          <w:rStyle w:val="normal1"/>
        </w:rPr>
        <w:t xml:space="preserve">eeldatav </w:t>
      </w:r>
      <w:r w:rsidR="00FF7316" w:rsidRPr="00300F17">
        <w:rPr>
          <w:rStyle w:val="normal1"/>
        </w:rPr>
        <w:t xml:space="preserve">maksumus on </w:t>
      </w:r>
      <w:r w:rsidR="004315BF" w:rsidRPr="00302C0E">
        <w:rPr>
          <w:rStyle w:val="normal1"/>
          <w:highlight w:val="lightGray"/>
        </w:rPr>
        <w:t>…</w:t>
      </w:r>
      <w:r w:rsidR="004315BF" w:rsidRPr="00300F17">
        <w:rPr>
          <w:rStyle w:val="normal1"/>
        </w:rPr>
        <w:t xml:space="preserve"> </w:t>
      </w:r>
      <w:r w:rsidR="004315BF" w:rsidRPr="00300F17">
        <w:rPr>
          <w:rStyle w:val="normal1"/>
          <w:i/>
          <w:iCs/>
        </w:rPr>
        <w:t>(sõltuvalt konkreetsest hankeosast</w:t>
      </w:r>
      <w:r w:rsidR="0020296D" w:rsidRPr="00300F17">
        <w:rPr>
          <w:rStyle w:val="normal1"/>
          <w:i/>
          <w:iCs/>
        </w:rPr>
        <w:t xml:space="preserve"> ja </w:t>
      </w:r>
      <w:r w:rsidR="00487C40" w:rsidRPr="00300F17">
        <w:rPr>
          <w:rStyle w:val="normal1"/>
          <w:i/>
          <w:iCs/>
        </w:rPr>
        <w:t>tööde mahust</w:t>
      </w:r>
      <w:r w:rsidR="004315BF" w:rsidRPr="00300F17">
        <w:rPr>
          <w:rStyle w:val="normal1"/>
          <w:i/>
          <w:iCs/>
        </w:rPr>
        <w:t>)</w:t>
      </w:r>
      <w:r w:rsidR="004315BF" w:rsidRPr="00300F17">
        <w:rPr>
          <w:rStyle w:val="normal1"/>
        </w:rPr>
        <w:t xml:space="preserve">. </w:t>
      </w:r>
    </w:p>
    <w:p w14:paraId="74E968E0" w14:textId="39B1DDAD" w:rsidR="00CB2362" w:rsidRPr="00300F17" w:rsidRDefault="00CE0025" w:rsidP="00CB2362">
      <w:pPr>
        <w:pStyle w:val="ListParagraph"/>
        <w:numPr>
          <w:ilvl w:val="1"/>
          <w:numId w:val="6"/>
        </w:numPr>
        <w:tabs>
          <w:tab w:val="clear" w:pos="561"/>
          <w:tab w:val="num" w:pos="142"/>
          <w:tab w:val="left" w:pos="851"/>
        </w:tabs>
        <w:jc w:val="both"/>
        <w:rPr>
          <w:rStyle w:val="normal1"/>
        </w:rPr>
      </w:pPr>
      <w:r w:rsidRPr="00300F17">
        <w:rPr>
          <w:rStyle w:val="normal1"/>
        </w:rPr>
        <w:t xml:space="preserve">Tellijal on õigus kokkuleppel töövõtjaga tellida raamlepingu alusel </w:t>
      </w:r>
      <w:r w:rsidR="00C60B4A" w:rsidRPr="00300F17">
        <w:rPr>
          <w:rStyle w:val="normal1"/>
        </w:rPr>
        <w:t>tellitavast mahust (Lisa 1</w:t>
      </w:r>
      <w:r w:rsidR="00ED23CE" w:rsidRPr="00300F17">
        <w:rPr>
          <w:rStyle w:val="normal1"/>
        </w:rPr>
        <w:t xml:space="preserve"> -</w:t>
      </w:r>
      <w:r w:rsidR="00C60B4A" w:rsidRPr="00300F17">
        <w:rPr>
          <w:rStyle w:val="normal1"/>
        </w:rPr>
        <w:t xml:space="preserve"> töömahud) enam</w:t>
      </w:r>
      <w:r w:rsidRPr="00300F17">
        <w:rPr>
          <w:rStyle w:val="normal1"/>
        </w:rPr>
        <w:t xml:space="preserve"> </w:t>
      </w:r>
      <w:r w:rsidR="00DF06A2" w:rsidRPr="00300F17">
        <w:rPr>
          <w:rStyle w:val="normal1"/>
        </w:rPr>
        <w:t>ulukitõrje</w:t>
      </w:r>
      <w:r w:rsidRPr="00300F17">
        <w:rPr>
          <w:rStyle w:val="normal1"/>
        </w:rPr>
        <w:t>töid kuni 30 % ulatuses</w:t>
      </w:r>
      <w:r w:rsidR="00ED23CE" w:rsidRPr="00300F17">
        <w:rPr>
          <w:rStyle w:val="normal1"/>
        </w:rPr>
        <w:t xml:space="preserve"> </w:t>
      </w:r>
      <w:r w:rsidR="00EF7419">
        <w:rPr>
          <w:rStyle w:val="normal1"/>
        </w:rPr>
        <w:t>ületamata</w:t>
      </w:r>
      <w:r w:rsidR="00EF7419" w:rsidRPr="00300F17">
        <w:rPr>
          <w:rStyle w:val="normal1"/>
        </w:rPr>
        <w:t xml:space="preserve"> </w:t>
      </w:r>
      <w:r w:rsidR="004315BF" w:rsidRPr="00300F17">
        <w:rPr>
          <w:rStyle w:val="normal1"/>
        </w:rPr>
        <w:t>punktis 2.2</w:t>
      </w:r>
      <w:r w:rsidR="00ED23CE" w:rsidRPr="00300F17">
        <w:rPr>
          <w:rStyle w:val="normal1"/>
        </w:rPr>
        <w:t xml:space="preserve"> määratud </w:t>
      </w:r>
      <w:r w:rsidR="00EF7419">
        <w:rPr>
          <w:rStyle w:val="normal1"/>
        </w:rPr>
        <w:t>eeldatavat</w:t>
      </w:r>
      <w:r w:rsidR="00EF7419" w:rsidRPr="00300F17">
        <w:rPr>
          <w:rStyle w:val="normal1"/>
        </w:rPr>
        <w:t xml:space="preserve"> </w:t>
      </w:r>
      <w:r w:rsidR="001E432E">
        <w:rPr>
          <w:rStyle w:val="normal1"/>
        </w:rPr>
        <w:t>maksumust</w:t>
      </w:r>
      <w:r w:rsidRPr="00300F17">
        <w:rPr>
          <w:rStyle w:val="normal1"/>
        </w:rPr>
        <w:t xml:space="preserve"> järgnevate põhjuste esinemisel:</w:t>
      </w:r>
    </w:p>
    <w:p w14:paraId="39694772" w14:textId="02C87B1A" w:rsidR="00C60B4A" w:rsidRPr="00300F17" w:rsidRDefault="00C60B4A" w:rsidP="00CB2362">
      <w:pPr>
        <w:pStyle w:val="ListParagraph"/>
        <w:numPr>
          <w:ilvl w:val="2"/>
          <w:numId w:val="6"/>
        </w:numPr>
        <w:tabs>
          <w:tab w:val="clear" w:pos="561"/>
          <w:tab w:val="num" w:pos="0"/>
          <w:tab w:val="left" w:pos="851"/>
        </w:tabs>
        <w:jc w:val="both"/>
        <w:rPr>
          <w:rStyle w:val="normal1"/>
        </w:rPr>
      </w:pPr>
      <w:r w:rsidRPr="00300F17">
        <w:rPr>
          <w:rStyle w:val="normal1"/>
        </w:rPr>
        <w:t xml:space="preserve">samas hankes sõlmitud muu lepingu täitmisel või muu hankemenetluse tulemusena sõlmitud, kuid lähikonnas täidetava sarnaste teenuste lepingu täitmisel on ilmnenud sellised asjaolud, mis annavad hankijale põhjendatud aluse kahelda ühe või mitme sellise lepingu nõuetekohases või õigeaegses täitmises ning selle tõttu on või võib olla sattunud ohtu sama </w:t>
      </w:r>
      <w:r w:rsidRPr="00300F17">
        <w:rPr>
          <w:rStyle w:val="normal1"/>
        </w:rPr>
        <w:lastRenderedPageBreak/>
        <w:t xml:space="preserve">perioodi jooksul kogu hankija poolt määratava </w:t>
      </w:r>
      <w:r w:rsidR="00DF06A2" w:rsidRPr="00300F17">
        <w:rPr>
          <w:rStyle w:val="normal1"/>
        </w:rPr>
        <w:t>ulukitõrjetööde</w:t>
      </w:r>
      <w:r w:rsidR="004667FA" w:rsidRPr="00300F17">
        <w:rPr>
          <w:rStyle w:val="normal1"/>
        </w:rPr>
        <w:t xml:space="preserve"> tegemine</w:t>
      </w:r>
      <w:r w:rsidRPr="00300F17">
        <w:rPr>
          <w:rStyle w:val="normal1"/>
        </w:rPr>
        <w:t xml:space="preserve"> või sellise </w:t>
      </w:r>
      <w:r w:rsidR="004667FA" w:rsidRPr="00300F17">
        <w:rPr>
          <w:rStyle w:val="normal1"/>
        </w:rPr>
        <w:t>ulukitõrjetööde tegemine</w:t>
      </w:r>
      <w:r w:rsidRPr="00300F17">
        <w:rPr>
          <w:rStyle w:val="normal1"/>
        </w:rPr>
        <w:t xml:space="preserve"> võimalikult suures ulatuses;</w:t>
      </w:r>
    </w:p>
    <w:p w14:paraId="16E6B3D0" w14:textId="725E8879" w:rsidR="00DB3099" w:rsidRPr="00300F17" w:rsidRDefault="006B0D6A" w:rsidP="00CB2362">
      <w:pPr>
        <w:pStyle w:val="ListParagraph"/>
        <w:numPr>
          <w:ilvl w:val="2"/>
          <w:numId w:val="6"/>
        </w:numPr>
        <w:tabs>
          <w:tab w:val="left" w:pos="851"/>
          <w:tab w:val="num" w:pos="1276"/>
        </w:tabs>
        <w:jc w:val="both"/>
        <w:rPr>
          <w:rStyle w:val="normal1"/>
        </w:rPr>
      </w:pPr>
      <w:r w:rsidRPr="00300F17">
        <w:rPr>
          <w:rStyle w:val="normal1"/>
        </w:rPr>
        <w:t>tellija</w:t>
      </w:r>
      <w:r w:rsidR="00C60B4A" w:rsidRPr="00300F17">
        <w:rPr>
          <w:rStyle w:val="normal1"/>
        </w:rPr>
        <w:t xml:space="preserve"> poolt riigimetsa majandamiseks vastu võetud otsuste, eelkõige raietegevust, raiesmike </w:t>
      </w:r>
      <w:r w:rsidR="0086462F" w:rsidRPr="00300F17">
        <w:rPr>
          <w:rStyle w:val="normal1"/>
        </w:rPr>
        <w:t>taas metsastamist</w:t>
      </w:r>
      <w:r w:rsidR="00C60B4A" w:rsidRPr="00300F17">
        <w:rPr>
          <w:rStyle w:val="normal1"/>
        </w:rPr>
        <w:t xml:space="preserve"> ja selleks kasutatavaid puuliike puudutavate otsuste tulemusena tekib hankijal vajadus lepingute kehtivusajal muuta hanke alusdokumentides sätestatud hankeosade </w:t>
      </w:r>
      <w:r w:rsidR="004667FA" w:rsidRPr="00300F17">
        <w:rPr>
          <w:rStyle w:val="normal1"/>
        </w:rPr>
        <w:t xml:space="preserve">ulukitõrjetööde </w:t>
      </w:r>
      <w:r w:rsidR="00C60B4A" w:rsidRPr="00300F17">
        <w:rPr>
          <w:rStyle w:val="normal1"/>
        </w:rPr>
        <w:t xml:space="preserve">mahtusid ning see toob kaasa vajaduse täiendavate </w:t>
      </w:r>
      <w:r w:rsidR="004667FA" w:rsidRPr="00300F17">
        <w:rPr>
          <w:rStyle w:val="normal1"/>
        </w:rPr>
        <w:t>ulukitõrjetööde</w:t>
      </w:r>
      <w:r w:rsidR="00C60B4A" w:rsidRPr="00300F17">
        <w:rPr>
          <w:rStyle w:val="normal1"/>
        </w:rPr>
        <w:t xml:space="preserve"> tellimiseks. </w:t>
      </w:r>
      <w:r w:rsidR="00CE0025" w:rsidRPr="00300F17">
        <w:rPr>
          <w:rStyle w:val="normal1"/>
        </w:rPr>
        <w:t xml:space="preserve">  </w:t>
      </w:r>
    </w:p>
    <w:p w14:paraId="78BCC4B5" w14:textId="77777777" w:rsidR="00CE2E61" w:rsidRPr="00300F17" w:rsidRDefault="00CE2E61" w:rsidP="00CE2E61">
      <w:pPr>
        <w:pStyle w:val="ListParagraph"/>
        <w:ind w:left="0"/>
        <w:jc w:val="both"/>
        <w:rPr>
          <w:rStyle w:val="normal1"/>
        </w:rPr>
      </w:pPr>
    </w:p>
    <w:p w14:paraId="58563450" w14:textId="77777777" w:rsidR="00DB3099" w:rsidRPr="00300F17" w:rsidRDefault="00DB3099" w:rsidP="003443C7">
      <w:pPr>
        <w:pStyle w:val="ListParagraph"/>
        <w:numPr>
          <w:ilvl w:val="0"/>
          <w:numId w:val="6"/>
        </w:numPr>
        <w:jc w:val="both"/>
        <w:rPr>
          <w:rStyle w:val="normal1"/>
          <w:b/>
        </w:rPr>
      </w:pPr>
      <w:r w:rsidRPr="00300F17">
        <w:rPr>
          <w:rStyle w:val="normal1"/>
          <w:b/>
          <w:bCs/>
        </w:rPr>
        <w:t xml:space="preserve">Tööde </w:t>
      </w:r>
      <w:r w:rsidR="006435A7" w:rsidRPr="00300F17">
        <w:rPr>
          <w:rStyle w:val="normal1"/>
          <w:b/>
          <w:bCs/>
        </w:rPr>
        <w:t>üleandmine</w:t>
      </w:r>
    </w:p>
    <w:p w14:paraId="7E21B56E" w14:textId="0AEA4EC9" w:rsidR="009D143D" w:rsidRPr="00300F17" w:rsidRDefault="009D143D" w:rsidP="002812B0">
      <w:pPr>
        <w:numPr>
          <w:ilvl w:val="1"/>
          <w:numId w:val="6"/>
        </w:numPr>
        <w:tabs>
          <w:tab w:val="clear" w:pos="561"/>
          <w:tab w:val="num" w:pos="0"/>
          <w:tab w:val="left" w:pos="142"/>
        </w:tabs>
        <w:jc w:val="both"/>
        <w:outlineLvl w:val="0"/>
      </w:pPr>
      <w:r w:rsidRPr="00300F17">
        <w:t xml:space="preserve">Tööd antakse </w:t>
      </w:r>
      <w:r w:rsidR="00484A03" w:rsidRPr="00300F17">
        <w:t xml:space="preserve">tellijalt töövõtjale </w:t>
      </w:r>
      <w:r w:rsidRPr="00300F17">
        <w:t xml:space="preserve">üle  elektrooniliselt </w:t>
      </w:r>
      <w:r w:rsidR="002812B0" w:rsidRPr="00300F17">
        <w:t>t</w:t>
      </w:r>
      <w:r w:rsidRPr="00300F17">
        <w:t>öövõtja poolt määratud e-posti aadressil või läbi RMK elektroonilise keskkonna. Elektrooniliselt esitatud üleandmisi ei allkirjastata.</w:t>
      </w:r>
    </w:p>
    <w:p w14:paraId="6E3A2B07" w14:textId="46417DF2" w:rsidR="006435A7" w:rsidRPr="00300F17" w:rsidRDefault="006435A7" w:rsidP="005B9868">
      <w:pPr>
        <w:pStyle w:val="ListParagraph"/>
        <w:numPr>
          <w:ilvl w:val="1"/>
          <w:numId w:val="6"/>
        </w:numPr>
        <w:tabs>
          <w:tab w:val="clear" w:pos="561"/>
          <w:tab w:val="num" w:pos="709"/>
          <w:tab w:val="num" w:pos="1134"/>
        </w:tabs>
        <w:jc w:val="both"/>
        <w:rPr>
          <w:rStyle w:val="normal1"/>
        </w:rPr>
      </w:pPr>
      <w:r w:rsidRPr="00300F17">
        <w:rPr>
          <w:rStyle w:val="normal1"/>
        </w:rPr>
        <w:t>Töö</w:t>
      </w:r>
      <w:r w:rsidR="009D7B08" w:rsidRPr="00300F17">
        <w:rPr>
          <w:rStyle w:val="normal1"/>
        </w:rPr>
        <w:t>de üleandmise</w:t>
      </w:r>
      <w:r w:rsidR="009D143D" w:rsidRPr="00300F17">
        <w:rPr>
          <w:rStyle w:val="normal1"/>
        </w:rPr>
        <w:t>l</w:t>
      </w:r>
      <w:r w:rsidR="009D7B08" w:rsidRPr="00300F17">
        <w:rPr>
          <w:rStyle w:val="normal1"/>
        </w:rPr>
        <w:t xml:space="preserve"> määratakse </w:t>
      </w:r>
      <w:r w:rsidR="00084BF0" w:rsidRPr="00300F17">
        <w:rPr>
          <w:rStyle w:val="normal1"/>
        </w:rPr>
        <w:t>n</w:t>
      </w:r>
      <w:r w:rsidRPr="00300F17">
        <w:rPr>
          <w:rStyle w:val="normal1"/>
        </w:rPr>
        <w:t>õutav tööde alustami</w:t>
      </w:r>
      <w:r w:rsidR="009D7B08" w:rsidRPr="00300F17">
        <w:rPr>
          <w:rStyle w:val="normal1"/>
        </w:rPr>
        <w:t>se ja nõutav lõpetamise kuupäev,</w:t>
      </w:r>
      <w:r w:rsidR="00084BF0" w:rsidRPr="00300F17">
        <w:rPr>
          <w:rStyle w:val="normal1"/>
        </w:rPr>
        <w:t xml:space="preserve"> t</w:t>
      </w:r>
      <w:r w:rsidRPr="00300F17">
        <w:rPr>
          <w:rStyle w:val="normal1"/>
        </w:rPr>
        <w:t xml:space="preserve">ööle esitatavad </w:t>
      </w:r>
      <w:r w:rsidR="009D7B08" w:rsidRPr="00300F17">
        <w:rPr>
          <w:rStyle w:val="normal1"/>
        </w:rPr>
        <w:t>nõuded,</w:t>
      </w:r>
      <w:r w:rsidR="00084BF0" w:rsidRPr="00300F17">
        <w:rPr>
          <w:rStyle w:val="normal1"/>
        </w:rPr>
        <w:t xml:space="preserve"> t</w:t>
      </w:r>
      <w:r w:rsidR="009D7B08" w:rsidRPr="00300F17">
        <w:rPr>
          <w:rStyle w:val="normal1"/>
        </w:rPr>
        <w:t>öö maht ja</w:t>
      </w:r>
      <w:r w:rsidR="00084BF0" w:rsidRPr="00300F17">
        <w:rPr>
          <w:rStyle w:val="normal1"/>
        </w:rPr>
        <w:t xml:space="preserve"> ü</w:t>
      </w:r>
      <w:r w:rsidRPr="00300F17">
        <w:rPr>
          <w:rStyle w:val="normal1"/>
        </w:rPr>
        <w:t>hikuhind.</w:t>
      </w:r>
      <w:r w:rsidR="00823967" w:rsidRPr="00300F17">
        <w:rPr>
          <w:rStyle w:val="normal1"/>
        </w:rPr>
        <w:t xml:space="preserve"> </w:t>
      </w:r>
    </w:p>
    <w:p w14:paraId="4891A54D" w14:textId="77777777" w:rsidR="006435A7" w:rsidRPr="00300F17" w:rsidRDefault="006435A7" w:rsidP="00CB2362">
      <w:pPr>
        <w:pStyle w:val="ListParagraph"/>
        <w:numPr>
          <w:ilvl w:val="1"/>
          <w:numId w:val="6"/>
        </w:numPr>
        <w:tabs>
          <w:tab w:val="clear" w:pos="561"/>
          <w:tab w:val="num" w:pos="0"/>
          <w:tab w:val="num" w:pos="709"/>
          <w:tab w:val="left" w:pos="851"/>
        </w:tabs>
        <w:jc w:val="both"/>
        <w:rPr>
          <w:rStyle w:val="normal1"/>
        </w:rPr>
      </w:pPr>
      <w:r w:rsidRPr="00300F17">
        <w:rPr>
          <w:rStyle w:val="normal1"/>
        </w:rPr>
        <w:t>Juhul, kui tööde üleandmise aktis määratud töödele esita</w:t>
      </w:r>
      <w:r w:rsidR="008E0573" w:rsidRPr="00300F17">
        <w:rPr>
          <w:rStyle w:val="normal1"/>
        </w:rPr>
        <w:t>tavad nõuded erinevad l</w:t>
      </w:r>
      <w:r w:rsidRPr="00300F17">
        <w:rPr>
          <w:rStyle w:val="normal1"/>
        </w:rPr>
        <w:t xml:space="preserve">epingus määratud </w:t>
      </w:r>
      <w:r w:rsidR="008E0573" w:rsidRPr="00300F17">
        <w:rPr>
          <w:rStyle w:val="normal1"/>
        </w:rPr>
        <w:t>nõuetest, tuleb p</w:t>
      </w:r>
      <w:r w:rsidRPr="00300F17">
        <w:rPr>
          <w:rStyle w:val="normal1"/>
        </w:rPr>
        <w:t>ooltel lähtuda üleandmise</w:t>
      </w:r>
      <w:r w:rsidR="009D143D" w:rsidRPr="00300F17">
        <w:rPr>
          <w:rStyle w:val="normal1"/>
        </w:rPr>
        <w:t>l</w:t>
      </w:r>
      <w:r w:rsidRPr="00300F17">
        <w:rPr>
          <w:rStyle w:val="normal1"/>
        </w:rPr>
        <w:t xml:space="preserve"> toodud nõuetest.</w:t>
      </w:r>
    </w:p>
    <w:p w14:paraId="167F5B42" w14:textId="1E0BA08E" w:rsidR="00124FC1" w:rsidRPr="00300F17" w:rsidRDefault="00124FC1" w:rsidP="005B9868">
      <w:pPr>
        <w:numPr>
          <w:ilvl w:val="1"/>
          <w:numId w:val="6"/>
        </w:numPr>
        <w:tabs>
          <w:tab w:val="clear" w:pos="561"/>
        </w:tabs>
        <w:jc w:val="both"/>
        <w:outlineLvl w:val="0"/>
      </w:pPr>
      <w:r w:rsidRPr="00300F17">
        <w:t xml:space="preserve">Töövõtja poolne töö üleandmise akti </w:t>
      </w:r>
      <w:r w:rsidR="00872310" w:rsidRPr="00300F17">
        <w:t xml:space="preserve">vastuvõtja või </w:t>
      </w:r>
      <w:r w:rsidR="008E0573" w:rsidRPr="00300F17">
        <w:t xml:space="preserve">allkirjastaja on </w:t>
      </w:r>
      <w:r w:rsidRPr="00302C0E">
        <w:rPr>
          <w:highlight w:val="lightGray"/>
        </w:rPr>
        <w:fldChar w:fldCharType="begin"/>
      </w:r>
      <w:r w:rsidRPr="00302C0E">
        <w:rPr>
          <w:highlight w:val="lightGray"/>
        </w:rPr>
        <w:instrText>MACROBUTTON NoMacro [Sisesta eesnimi ja perekonnanimi]</w:instrText>
      </w:r>
      <w:r w:rsidRPr="00302C0E">
        <w:rPr>
          <w:highlight w:val="lightGray"/>
        </w:rPr>
        <w:fldChar w:fldCharType="end"/>
      </w:r>
      <w:r w:rsidR="009D7B08" w:rsidRPr="00300F17">
        <w:t>.</w:t>
      </w:r>
    </w:p>
    <w:p w14:paraId="2EDCB61D" w14:textId="5C1E78A4" w:rsidR="009D143D" w:rsidRPr="00300F17" w:rsidRDefault="009D143D" w:rsidP="002812B0">
      <w:pPr>
        <w:numPr>
          <w:ilvl w:val="1"/>
          <w:numId w:val="6"/>
        </w:numPr>
        <w:tabs>
          <w:tab w:val="clear" w:pos="561"/>
          <w:tab w:val="num" w:pos="0"/>
        </w:tabs>
        <w:suppressAutoHyphens/>
        <w:jc w:val="both"/>
      </w:pPr>
      <w:r w:rsidRPr="00300F17">
        <w:t>Tööde tellimusi esitatakse</w:t>
      </w:r>
      <w:r w:rsidR="000D05FA" w:rsidRPr="00300F17">
        <w:t xml:space="preserve"> </w:t>
      </w:r>
      <w:r w:rsidRPr="00300F17">
        <w:t>töövõtjale jooksvalt ning arvestusega, et samaaegselt on töövõtjale tagatud võimalus teostada töid mitte vähem, kui 1/</w:t>
      </w:r>
      <w:r w:rsidR="005E768F" w:rsidRPr="00300F17">
        <w:t>6</w:t>
      </w:r>
      <w:r w:rsidRPr="00300F17">
        <w:t xml:space="preserve"> </w:t>
      </w:r>
      <w:r w:rsidR="006868D9" w:rsidRPr="00300F17">
        <w:t xml:space="preserve">ulukitõrjetööde </w:t>
      </w:r>
      <w:r w:rsidR="005E768F" w:rsidRPr="00300F17">
        <w:t>perioodi</w:t>
      </w:r>
      <w:r w:rsidRPr="00300F17">
        <w:t xml:space="preserve"> töö</w:t>
      </w:r>
      <w:r w:rsidR="005E768F" w:rsidRPr="00300F17">
        <w:t>mahtude tabelis</w:t>
      </w:r>
      <w:r w:rsidRPr="00300F17">
        <w:t xml:space="preserve"> </w:t>
      </w:r>
      <w:r w:rsidR="005E768F" w:rsidRPr="00300F17">
        <w:t>toodud</w:t>
      </w:r>
      <w:r w:rsidRPr="00300F17">
        <w:t xml:space="preserve"> tööde mahust</w:t>
      </w:r>
      <w:r w:rsidR="005E768F" w:rsidRPr="00300F17">
        <w:t xml:space="preserve"> </w:t>
      </w:r>
      <w:r w:rsidRPr="00300F17">
        <w:t xml:space="preserve">eeldusel, et </w:t>
      </w:r>
      <w:r w:rsidR="006868D9" w:rsidRPr="00300F17">
        <w:t xml:space="preserve">ulukitõrjetööde </w:t>
      </w:r>
      <w:r w:rsidR="00297FB0" w:rsidRPr="00300F17">
        <w:t xml:space="preserve">perioodil </w:t>
      </w:r>
      <w:r w:rsidRPr="00300F17">
        <w:t>üle antud tööde mahtudest on „</w:t>
      </w:r>
      <w:r w:rsidR="008F3A01" w:rsidRPr="00300F17">
        <w:t>Valmis</w:t>
      </w:r>
      <w:r w:rsidRPr="00300F17">
        <w:t xml:space="preserve">“ </w:t>
      </w:r>
      <w:r w:rsidR="00297FB0" w:rsidRPr="00300F17">
        <w:t xml:space="preserve">või „Lõpetatud“ </w:t>
      </w:r>
      <w:r w:rsidRPr="00300F17">
        <w:t xml:space="preserve">staatuses vähemalt </w:t>
      </w:r>
      <w:r w:rsidR="00515D65" w:rsidRPr="00300F17">
        <w:t>3/4</w:t>
      </w:r>
      <w:r w:rsidRPr="00300F17">
        <w:t xml:space="preserve">. </w:t>
      </w:r>
    </w:p>
    <w:p w14:paraId="5034EDBD" w14:textId="7381E04A" w:rsidR="00DA4293" w:rsidRPr="00300F17" w:rsidRDefault="0059142F" w:rsidP="005B9868">
      <w:pPr>
        <w:numPr>
          <w:ilvl w:val="1"/>
          <w:numId w:val="6"/>
        </w:numPr>
        <w:tabs>
          <w:tab w:val="clear" w:pos="561"/>
        </w:tabs>
        <w:suppressAutoHyphens/>
        <w:jc w:val="both"/>
      </w:pPr>
      <w:r w:rsidRPr="00300F17">
        <w:t>Tellijal</w:t>
      </w:r>
      <w:r w:rsidR="00DA4293" w:rsidRPr="00300F17">
        <w:t xml:space="preserve"> on õigus mitte esitada </w:t>
      </w:r>
      <w:r w:rsidRPr="00300F17">
        <w:t xml:space="preserve">töövõtjale </w:t>
      </w:r>
      <w:r w:rsidR="00DA4293" w:rsidRPr="00300F17">
        <w:t xml:space="preserve">tellimusi tööde kohta juurde, kui ulukitõrjetööde perioodil üle antud tööde mahtudest on „Valmis“ või „Lõpetatud“ staatuses </w:t>
      </w:r>
      <w:r w:rsidR="0030635E" w:rsidRPr="00300F17">
        <w:t>vähem</w:t>
      </w:r>
      <w:r w:rsidR="00DA4293" w:rsidRPr="00300F17">
        <w:t xml:space="preserve"> kui 1/2. </w:t>
      </w:r>
    </w:p>
    <w:p w14:paraId="03FF551B" w14:textId="526CDF70" w:rsidR="009D143D" w:rsidRPr="00300F17" w:rsidRDefault="009D143D" w:rsidP="002812B0">
      <w:pPr>
        <w:numPr>
          <w:ilvl w:val="1"/>
          <w:numId w:val="6"/>
        </w:numPr>
        <w:tabs>
          <w:tab w:val="clear" w:pos="561"/>
          <w:tab w:val="num" w:pos="0"/>
        </w:tabs>
        <w:suppressAutoHyphens/>
        <w:jc w:val="both"/>
      </w:pPr>
      <w:r w:rsidRPr="00300F17">
        <w:t xml:space="preserve"> Tööde tellimusi võib töövõtjale esitada väiksemas mahus</w:t>
      </w:r>
      <w:r w:rsidR="00CE2E61" w:rsidRPr="00300F17">
        <w:t xml:space="preserve"> v</w:t>
      </w:r>
      <w:r w:rsidRPr="00300F17">
        <w:t xml:space="preserve">õi tellimusi võib mitte esitada või tööde tellimusi võib tühistada, kui vastava </w:t>
      </w:r>
      <w:r w:rsidR="006868D9" w:rsidRPr="00300F17">
        <w:t xml:space="preserve">ulukitõrjetööde </w:t>
      </w:r>
      <w:r w:rsidR="008F3A01" w:rsidRPr="00300F17">
        <w:t>perioodi</w:t>
      </w:r>
      <w:r w:rsidRPr="00300F17">
        <w:t xml:space="preserve"> üle antud tööde mah</w:t>
      </w:r>
      <w:r w:rsidR="008F3A01" w:rsidRPr="00300F17">
        <w:t>ust</w:t>
      </w:r>
      <w:r w:rsidRPr="00300F17">
        <w:t xml:space="preserve"> </w:t>
      </w:r>
      <w:r w:rsidR="00297FB0" w:rsidRPr="00300F17">
        <w:t>on vähem kui</w:t>
      </w:r>
      <w:r w:rsidR="008F3A01" w:rsidRPr="00300F17">
        <w:t xml:space="preserve"> 3/4 </w:t>
      </w:r>
      <w:r w:rsidRPr="00300F17">
        <w:t>„Lõpetatud“ staatuses</w:t>
      </w:r>
      <w:r w:rsidR="003261AD" w:rsidRPr="00300F17">
        <w:t>.</w:t>
      </w:r>
    </w:p>
    <w:p w14:paraId="7B40B385" w14:textId="77777777" w:rsidR="00207003" w:rsidRPr="00300F17" w:rsidRDefault="00207003" w:rsidP="003443C7">
      <w:pPr>
        <w:ind w:left="567"/>
        <w:jc w:val="both"/>
        <w:outlineLvl w:val="0"/>
      </w:pPr>
    </w:p>
    <w:p w14:paraId="7C33DDD7" w14:textId="77777777" w:rsidR="005C68FA" w:rsidRPr="00300F17" w:rsidRDefault="00DB3099" w:rsidP="003443C7">
      <w:pPr>
        <w:pStyle w:val="ListParagraph"/>
        <w:numPr>
          <w:ilvl w:val="0"/>
          <w:numId w:val="6"/>
        </w:numPr>
        <w:jc w:val="both"/>
        <w:rPr>
          <w:rStyle w:val="normal1"/>
          <w:b/>
        </w:rPr>
      </w:pPr>
      <w:r w:rsidRPr="00300F17">
        <w:rPr>
          <w:rStyle w:val="normal1"/>
          <w:b/>
          <w:bCs/>
        </w:rPr>
        <w:t>Tööde vastuvõtmin</w:t>
      </w:r>
      <w:r w:rsidR="005C68FA" w:rsidRPr="00300F17">
        <w:rPr>
          <w:rStyle w:val="normal1"/>
          <w:b/>
          <w:bCs/>
        </w:rPr>
        <w:t xml:space="preserve">e </w:t>
      </w:r>
    </w:p>
    <w:p w14:paraId="6CD269EE" w14:textId="513233B9" w:rsidR="001506ED" w:rsidRPr="00300F17" w:rsidRDefault="001506ED" w:rsidP="00CB2362">
      <w:pPr>
        <w:pStyle w:val="ListParagraph"/>
        <w:numPr>
          <w:ilvl w:val="1"/>
          <w:numId w:val="6"/>
        </w:numPr>
        <w:tabs>
          <w:tab w:val="clear" w:pos="561"/>
          <w:tab w:val="num" w:pos="0"/>
          <w:tab w:val="num" w:pos="709"/>
        </w:tabs>
        <w:jc w:val="both"/>
        <w:rPr>
          <w:rStyle w:val="normal1"/>
        </w:rPr>
      </w:pPr>
      <w:r w:rsidRPr="00300F17">
        <w:rPr>
          <w:rStyle w:val="normal1"/>
        </w:rPr>
        <w:t xml:space="preserve">Tellija koostab tööde vastuvõtmise akti peale tööde ülevaatamist ning tehtud töö kvaliteedi hindamist hiljemalt </w:t>
      </w:r>
      <w:r w:rsidR="004B49EE">
        <w:rPr>
          <w:rStyle w:val="normal1"/>
        </w:rPr>
        <w:t>28</w:t>
      </w:r>
      <w:r w:rsidR="004B49EE" w:rsidRPr="00300F17">
        <w:rPr>
          <w:rStyle w:val="normal1"/>
        </w:rPr>
        <w:t xml:space="preserve"> </w:t>
      </w:r>
      <w:r w:rsidR="00327C6D" w:rsidRPr="00300F17">
        <w:rPr>
          <w:rStyle w:val="normal1"/>
        </w:rPr>
        <w:t>(</w:t>
      </w:r>
      <w:r w:rsidR="000854E7" w:rsidRPr="00300F17">
        <w:rPr>
          <w:rStyle w:val="normal1"/>
        </w:rPr>
        <w:t xml:space="preserve">kahekümne </w:t>
      </w:r>
      <w:r w:rsidR="004B49EE">
        <w:rPr>
          <w:rStyle w:val="normal1"/>
        </w:rPr>
        <w:t>kaheksa</w:t>
      </w:r>
      <w:r w:rsidR="00327C6D" w:rsidRPr="00300F17">
        <w:rPr>
          <w:rStyle w:val="normal1"/>
        </w:rPr>
        <w:t xml:space="preserve">) </w:t>
      </w:r>
      <w:r w:rsidRPr="00300F17">
        <w:rPr>
          <w:rStyle w:val="normal1"/>
        </w:rPr>
        <w:t>päeva jooksul.</w:t>
      </w:r>
    </w:p>
    <w:p w14:paraId="5F36ADCB" w14:textId="42D23597" w:rsidR="00FA6BC2" w:rsidRPr="00300F17" w:rsidRDefault="001506ED" w:rsidP="00CB2362">
      <w:pPr>
        <w:pStyle w:val="ListParagraph"/>
        <w:numPr>
          <w:ilvl w:val="1"/>
          <w:numId w:val="6"/>
        </w:numPr>
        <w:tabs>
          <w:tab w:val="clear" w:pos="561"/>
          <w:tab w:val="num" w:pos="0"/>
          <w:tab w:val="num" w:pos="709"/>
        </w:tabs>
        <w:jc w:val="both"/>
        <w:rPr>
          <w:rStyle w:val="normal1"/>
        </w:rPr>
      </w:pPr>
      <w:r w:rsidRPr="00300F17">
        <w:rPr>
          <w:rStyle w:val="normal1"/>
        </w:rPr>
        <w:t>Tellija esindajaks juhendamisel ja tööde vastuvõtmisel</w:t>
      </w:r>
      <w:r w:rsidR="00E76CC3" w:rsidRPr="00300F17">
        <w:rPr>
          <w:rStyle w:val="normal1"/>
        </w:rPr>
        <w:t xml:space="preserve"> on</w:t>
      </w:r>
      <w:r w:rsidRPr="00300F17">
        <w:rPr>
          <w:rStyle w:val="normal1"/>
        </w:rPr>
        <w:t xml:space="preserve"> töö</w:t>
      </w:r>
      <w:r w:rsidR="00DA28FA" w:rsidRPr="00300F17">
        <w:rPr>
          <w:rStyle w:val="normal1"/>
        </w:rPr>
        <w:t xml:space="preserve"> </w:t>
      </w:r>
      <w:r w:rsidR="00285B44" w:rsidRPr="00300F17">
        <w:rPr>
          <w:rStyle w:val="normal1"/>
        </w:rPr>
        <w:t>töövõtjale</w:t>
      </w:r>
      <w:r w:rsidRPr="00300F17">
        <w:rPr>
          <w:rStyle w:val="normal1"/>
        </w:rPr>
        <w:t xml:space="preserve"> üle and</w:t>
      </w:r>
      <w:r w:rsidR="00FA6BC2" w:rsidRPr="00300F17">
        <w:rPr>
          <w:rStyle w:val="normal1"/>
        </w:rPr>
        <w:t>n</w:t>
      </w:r>
      <w:r w:rsidRPr="00300F17">
        <w:rPr>
          <w:rStyle w:val="normal1"/>
        </w:rPr>
        <w:t>ud metsakasvataja.</w:t>
      </w:r>
    </w:p>
    <w:p w14:paraId="4FB638F6" w14:textId="77777777" w:rsidR="00FA6BC2" w:rsidRPr="00300F17" w:rsidRDefault="00872310" w:rsidP="00CB2362">
      <w:pPr>
        <w:pStyle w:val="ListParagraph"/>
        <w:numPr>
          <w:ilvl w:val="1"/>
          <w:numId w:val="6"/>
        </w:numPr>
        <w:tabs>
          <w:tab w:val="clear" w:pos="561"/>
          <w:tab w:val="num" w:pos="0"/>
          <w:tab w:val="num" w:pos="709"/>
        </w:tabs>
        <w:jc w:val="both"/>
      </w:pPr>
      <w:r w:rsidRPr="00300F17">
        <w:t>Tööde vastuvõtmisel näidatud töömahu alus</w:t>
      </w:r>
      <w:r w:rsidR="008E0573" w:rsidRPr="00300F17">
        <w:t>eks on tegelikult teostatud ja t</w:t>
      </w:r>
      <w:r w:rsidRPr="00300F17">
        <w:t>ellija poolt vastuvõetud maht.</w:t>
      </w:r>
    </w:p>
    <w:p w14:paraId="1CB404A5" w14:textId="77777777" w:rsidR="00FA6BC2" w:rsidRPr="00300F17" w:rsidRDefault="00872310" w:rsidP="00CB2362">
      <w:pPr>
        <w:pStyle w:val="ListParagraph"/>
        <w:numPr>
          <w:ilvl w:val="1"/>
          <w:numId w:val="6"/>
        </w:numPr>
        <w:tabs>
          <w:tab w:val="clear" w:pos="561"/>
          <w:tab w:val="num" w:pos="0"/>
          <w:tab w:val="num" w:pos="709"/>
        </w:tabs>
        <w:jc w:val="both"/>
      </w:pPr>
      <w:r w:rsidRPr="00300F17">
        <w:t xml:space="preserve">Töö vastuvõtmist ei allkirjastata </w:t>
      </w:r>
      <w:r w:rsidR="008E0573" w:rsidRPr="00300F17">
        <w:t>p</w:t>
      </w:r>
      <w:r w:rsidRPr="00300F17">
        <w:t>oolte poolt</w:t>
      </w:r>
      <w:r w:rsidR="008E0573" w:rsidRPr="00300F17">
        <w:t xml:space="preserve"> juhul, kui t</w:t>
      </w:r>
      <w:r w:rsidR="00FA6BC2" w:rsidRPr="00300F17">
        <w:t>ellija edastab vast</w:t>
      </w:r>
      <w:r w:rsidR="008E0573" w:rsidRPr="00300F17">
        <w:t>uvõtmise akti elektrooniliselt t</w:t>
      </w:r>
      <w:r w:rsidR="00FA6BC2" w:rsidRPr="00300F17">
        <w:t xml:space="preserve">öövõtjale.  </w:t>
      </w:r>
    </w:p>
    <w:p w14:paraId="4122E829" w14:textId="77777777" w:rsidR="00FA6BC2" w:rsidRPr="00300F17" w:rsidRDefault="00FA6BC2" w:rsidP="00CB2362">
      <w:pPr>
        <w:pStyle w:val="ListParagraph"/>
        <w:numPr>
          <w:ilvl w:val="1"/>
          <w:numId w:val="6"/>
        </w:numPr>
        <w:tabs>
          <w:tab w:val="clear" w:pos="561"/>
          <w:tab w:val="num" w:pos="0"/>
          <w:tab w:val="num" w:pos="709"/>
        </w:tabs>
        <w:jc w:val="both"/>
      </w:pPr>
      <w:r w:rsidRPr="00300F17">
        <w:t>Töö vastuvõtmisel oleva</w:t>
      </w:r>
      <w:r w:rsidR="008E0573" w:rsidRPr="00300F17">
        <w:t xml:space="preserve"> töömahuga nõustumist kinnitab t</w:t>
      </w:r>
      <w:r w:rsidRPr="00300F17">
        <w:t>öövõtja arve esitamisega.</w:t>
      </w:r>
    </w:p>
    <w:p w14:paraId="73314BE7" w14:textId="41A50971" w:rsidR="00FD1130" w:rsidRPr="00300F17" w:rsidRDefault="00FD1130" w:rsidP="00CB2362">
      <w:pPr>
        <w:pStyle w:val="ListParagraph"/>
        <w:numPr>
          <w:ilvl w:val="1"/>
          <w:numId w:val="6"/>
        </w:numPr>
        <w:tabs>
          <w:tab w:val="clear" w:pos="561"/>
          <w:tab w:val="num" w:pos="0"/>
          <w:tab w:val="num" w:pos="709"/>
        </w:tabs>
        <w:jc w:val="both"/>
      </w:pPr>
      <w:r w:rsidRPr="00300F17">
        <w:t xml:space="preserve">Tellija ei võta töid enne vastu, kui </w:t>
      </w:r>
      <w:r w:rsidR="006868D9" w:rsidRPr="00300F17">
        <w:t>ulukitõrjevahendi</w:t>
      </w:r>
      <w:r w:rsidRPr="00300F17">
        <w:t xml:space="preserve"> pakendid on koristatud ja tellijale tagastatud.</w:t>
      </w:r>
    </w:p>
    <w:p w14:paraId="4539C30C" w14:textId="77777777" w:rsidR="00FD1130" w:rsidRPr="00300F17" w:rsidRDefault="00FD1130" w:rsidP="003443C7">
      <w:pPr>
        <w:pStyle w:val="ListParagraph"/>
        <w:ind w:left="567"/>
        <w:jc w:val="both"/>
      </w:pPr>
    </w:p>
    <w:p w14:paraId="53FC6D03" w14:textId="77777777" w:rsidR="006F6109" w:rsidRPr="00300F17" w:rsidRDefault="005C68FA" w:rsidP="003443C7">
      <w:pPr>
        <w:pStyle w:val="ListParagraph"/>
        <w:numPr>
          <w:ilvl w:val="0"/>
          <w:numId w:val="6"/>
        </w:numPr>
        <w:tabs>
          <w:tab w:val="left" w:pos="426"/>
        </w:tabs>
        <w:jc w:val="both"/>
        <w:outlineLvl w:val="0"/>
        <w:rPr>
          <w:b/>
        </w:rPr>
      </w:pPr>
      <w:r w:rsidRPr="00300F17">
        <w:rPr>
          <w:b/>
          <w:bCs/>
        </w:rPr>
        <w:t xml:space="preserve">Tasumine </w:t>
      </w:r>
    </w:p>
    <w:p w14:paraId="15EEFB23" w14:textId="7737A4AE" w:rsidR="00CE0870" w:rsidRPr="00300F17" w:rsidRDefault="00CE0870" w:rsidP="00CB2362">
      <w:pPr>
        <w:pStyle w:val="ListParagraph"/>
        <w:numPr>
          <w:ilvl w:val="1"/>
          <w:numId w:val="6"/>
        </w:numPr>
        <w:tabs>
          <w:tab w:val="clear" w:pos="561"/>
          <w:tab w:val="num" w:pos="709"/>
          <w:tab w:val="left" w:pos="993"/>
        </w:tabs>
        <w:jc w:val="both"/>
        <w:outlineLvl w:val="0"/>
      </w:pPr>
      <w:r w:rsidRPr="00300F17">
        <w:t>Tellija tasub tehtud tööde</w:t>
      </w:r>
      <w:r w:rsidR="008E0573" w:rsidRPr="00300F17">
        <w:t xml:space="preserve"> eest vastavalt l</w:t>
      </w:r>
      <w:r w:rsidRPr="00300F17">
        <w:t xml:space="preserve">epingu lisas 2 toodud hindadele </w:t>
      </w:r>
      <w:r w:rsidR="008E0573" w:rsidRPr="00300F17">
        <w:t>t</w:t>
      </w:r>
      <w:r w:rsidRPr="00300F17">
        <w:t>öövõtja poolt esitatud arve(te) alusel</w:t>
      </w:r>
      <w:r w:rsidR="00CA7770" w:rsidRPr="00300F17">
        <w:t xml:space="preserve">. </w:t>
      </w:r>
      <w:r w:rsidR="007B45BF" w:rsidRPr="00300F17">
        <w:t>Arve esitamise aluseks on punktis 4.1. nimetatud tööde vastuvõtmise akt.</w:t>
      </w:r>
    </w:p>
    <w:p w14:paraId="0C252889" w14:textId="77777777" w:rsidR="0056223B" w:rsidRPr="008A06A1" w:rsidRDefault="0056223B" w:rsidP="00CB2362">
      <w:pPr>
        <w:pStyle w:val="ListParagraph"/>
        <w:numPr>
          <w:ilvl w:val="1"/>
          <w:numId w:val="6"/>
        </w:numPr>
        <w:tabs>
          <w:tab w:val="clear" w:pos="561"/>
          <w:tab w:val="num" w:pos="709"/>
          <w:tab w:val="left" w:pos="993"/>
        </w:tabs>
        <w:jc w:val="both"/>
        <w:outlineLvl w:val="0"/>
      </w:pPr>
      <w:r w:rsidRPr="00300F17">
        <w:t>Arve esitamiseks tuleb kasutada elektrooniliste arvete esitamiseks mõeldud raamatupidamistarkvara või raamatupidamistarkvara E-arveldaja, mis asub ettevõtjaportaalis https://www.rik.ee/et/e-arveldaja.“.</w:t>
      </w:r>
    </w:p>
    <w:p w14:paraId="0890D9CD" w14:textId="2034F632" w:rsidR="00CE0870" w:rsidRPr="008A06A1" w:rsidRDefault="00CE0870" w:rsidP="00CB2362">
      <w:pPr>
        <w:pStyle w:val="ListParagraph"/>
        <w:numPr>
          <w:ilvl w:val="1"/>
          <w:numId w:val="6"/>
        </w:numPr>
        <w:tabs>
          <w:tab w:val="clear" w:pos="561"/>
          <w:tab w:val="num" w:pos="709"/>
          <w:tab w:val="left" w:pos="993"/>
        </w:tabs>
        <w:jc w:val="both"/>
        <w:outlineLvl w:val="0"/>
      </w:pPr>
      <w:r w:rsidRPr="008A06A1">
        <w:t xml:space="preserve">Arvel peab olema tööde vastuvõtmise akti number ja RMK poolne akti </w:t>
      </w:r>
      <w:r w:rsidR="00ED075E" w:rsidRPr="008A06A1">
        <w:t>koostaja</w:t>
      </w:r>
      <w:r w:rsidRPr="008A06A1">
        <w:t xml:space="preserve"> nimi.</w:t>
      </w:r>
      <w:r w:rsidR="007B45BF" w:rsidRPr="008A06A1">
        <w:t xml:space="preserve"> </w:t>
      </w:r>
      <w:r w:rsidR="594057B2" w:rsidRPr="008A06A1">
        <w:t xml:space="preserve">Maksetähtaeg ei tohi olla lühem kui </w:t>
      </w:r>
      <w:r w:rsidR="00316DE4" w:rsidRPr="008A06A1">
        <w:t xml:space="preserve">15 </w:t>
      </w:r>
      <w:r w:rsidR="594057B2" w:rsidRPr="008A06A1">
        <w:t>(</w:t>
      </w:r>
      <w:r w:rsidR="00316DE4" w:rsidRPr="008A06A1">
        <w:t>viisteist</w:t>
      </w:r>
      <w:r w:rsidR="594057B2" w:rsidRPr="008A06A1">
        <w:t>)  päeva.</w:t>
      </w:r>
    </w:p>
    <w:p w14:paraId="380052A2" w14:textId="40B200F1" w:rsidR="00CE0870" w:rsidRPr="008A06A1" w:rsidRDefault="00CE0870" w:rsidP="00CB2362">
      <w:pPr>
        <w:pStyle w:val="ListParagraph"/>
        <w:numPr>
          <w:ilvl w:val="1"/>
          <w:numId w:val="6"/>
        </w:numPr>
        <w:tabs>
          <w:tab w:val="clear" w:pos="561"/>
          <w:tab w:val="num" w:pos="709"/>
          <w:tab w:val="left" w:pos="993"/>
        </w:tabs>
        <w:jc w:val="both"/>
        <w:outlineLvl w:val="0"/>
      </w:pPr>
      <w:r w:rsidRPr="008A06A1">
        <w:t>Tellija tasub arvel oleva summa arvel näidatud</w:t>
      </w:r>
      <w:r w:rsidR="008E0573" w:rsidRPr="008A06A1">
        <w:t xml:space="preserve"> pangakontole </w:t>
      </w:r>
      <w:r w:rsidR="00316DE4" w:rsidRPr="008A06A1">
        <w:t>15 (viieteist</w:t>
      </w:r>
      <w:r w:rsidR="00327C6D" w:rsidRPr="008A06A1">
        <w:t xml:space="preserve">) </w:t>
      </w:r>
      <w:r w:rsidR="008E0573" w:rsidRPr="008A06A1">
        <w:t>päeva jooksul t</w:t>
      </w:r>
      <w:r w:rsidRPr="008A06A1">
        <w:t xml:space="preserve">öövõtja poolt </w:t>
      </w:r>
      <w:r w:rsidR="00122748" w:rsidRPr="008A06A1">
        <w:t xml:space="preserve">tellijale </w:t>
      </w:r>
      <w:r w:rsidRPr="008A06A1">
        <w:t>arve väljastamise kuupäevast</w:t>
      </w:r>
      <w:r w:rsidR="0017206F" w:rsidRPr="008A06A1">
        <w:t>.</w:t>
      </w:r>
    </w:p>
    <w:p w14:paraId="7F6EDD6D" w14:textId="77777777" w:rsidR="004A03F9" w:rsidRPr="008A06A1" w:rsidRDefault="004A03F9" w:rsidP="003443C7">
      <w:pPr>
        <w:jc w:val="both"/>
        <w:rPr>
          <w:rStyle w:val="normal1"/>
        </w:rPr>
      </w:pPr>
    </w:p>
    <w:p w14:paraId="5B3190DD" w14:textId="77777777" w:rsidR="00151120" w:rsidRPr="00300F17" w:rsidRDefault="00151120" w:rsidP="003443C7">
      <w:pPr>
        <w:pStyle w:val="ListParagraph"/>
        <w:numPr>
          <w:ilvl w:val="0"/>
          <w:numId w:val="6"/>
        </w:numPr>
        <w:tabs>
          <w:tab w:val="num" w:pos="720"/>
        </w:tabs>
        <w:jc w:val="both"/>
        <w:outlineLvl w:val="0"/>
        <w:rPr>
          <w:b/>
        </w:rPr>
      </w:pPr>
      <w:r w:rsidRPr="00300F17">
        <w:rPr>
          <w:b/>
          <w:bCs/>
        </w:rPr>
        <w:t xml:space="preserve">Tellijal on õigus: </w:t>
      </w:r>
    </w:p>
    <w:p w14:paraId="178F4847" w14:textId="2C688F94" w:rsidR="00CE0870" w:rsidRPr="00300F17" w:rsidRDefault="00CE0870" w:rsidP="00F178E8">
      <w:pPr>
        <w:pStyle w:val="ListParagraph"/>
        <w:numPr>
          <w:ilvl w:val="1"/>
          <w:numId w:val="17"/>
        </w:numPr>
        <w:tabs>
          <w:tab w:val="num" w:pos="709"/>
        </w:tabs>
        <w:jc w:val="both"/>
        <w:outlineLvl w:val="0"/>
      </w:pPr>
      <w:r w:rsidRPr="00300F17">
        <w:t xml:space="preserve">määrata tööde tähtaeg iga </w:t>
      </w:r>
      <w:r w:rsidR="00BD5826" w:rsidRPr="00300F17">
        <w:t>eraldise</w:t>
      </w:r>
      <w:r w:rsidRPr="00300F17">
        <w:t xml:space="preserve"> lõikes eraldi;</w:t>
      </w:r>
    </w:p>
    <w:p w14:paraId="7DF616CD" w14:textId="5249186B" w:rsidR="0017321B" w:rsidRPr="00300F17" w:rsidRDefault="008E0573" w:rsidP="00CB2362">
      <w:pPr>
        <w:pStyle w:val="ListParagraph"/>
        <w:numPr>
          <w:ilvl w:val="1"/>
          <w:numId w:val="17"/>
        </w:numPr>
        <w:tabs>
          <w:tab w:val="num" w:pos="709"/>
        </w:tabs>
        <w:jc w:val="both"/>
        <w:outlineLvl w:val="0"/>
      </w:pPr>
      <w:bookmarkStart w:id="0" w:name="_Ref148007471"/>
      <w:r w:rsidRPr="00300F17">
        <w:t xml:space="preserve">kontrollida </w:t>
      </w:r>
      <w:r w:rsidR="0017321B" w:rsidRPr="00300F17">
        <w:t xml:space="preserve">igal ajal </w:t>
      </w:r>
      <w:r w:rsidRPr="00300F17">
        <w:t>t</w:t>
      </w:r>
      <w:r w:rsidR="00CE0870" w:rsidRPr="00300F17">
        <w:t>öövõtja tööde tähtaegsust, kvaliteeti</w:t>
      </w:r>
      <w:r w:rsidR="0017321B" w:rsidRPr="00300F17">
        <w:t>,</w:t>
      </w:r>
      <w:r w:rsidRPr="00300F17">
        <w:t xml:space="preserve"> mahtu</w:t>
      </w:r>
      <w:r w:rsidR="0017321B" w:rsidRPr="00300F17">
        <w:t>, töövõtja poolt kasutatavaid töövõtteid, töövahendeid ja töid teostavaid</w:t>
      </w:r>
      <w:r w:rsidRPr="00300F17">
        <w:t xml:space="preserve"> </w:t>
      </w:r>
      <w:r w:rsidR="0017321B" w:rsidRPr="00300F17">
        <w:t xml:space="preserve">füüsilisi isikuid ning hinnata kõigi nimetatud asjaolude </w:t>
      </w:r>
      <w:r w:rsidR="0017321B" w:rsidRPr="00300F17">
        <w:lastRenderedPageBreak/>
        <w:t>ja isikute vastavust käesolevas lepingus, selle lisades, lepingu sõlmimisele eelnenud riigihankes ja kehtivates õigusaktides sätestatud nõuetele</w:t>
      </w:r>
      <w:bookmarkEnd w:id="0"/>
      <w:r w:rsidR="0017321B" w:rsidRPr="00300F17">
        <w:t xml:space="preserve">; </w:t>
      </w:r>
    </w:p>
    <w:p w14:paraId="6ED48509" w14:textId="6F020175" w:rsidR="00CE0870" w:rsidRPr="00300F17" w:rsidRDefault="0017321B" w:rsidP="00CB2362">
      <w:pPr>
        <w:pStyle w:val="ListParagraph"/>
        <w:numPr>
          <w:ilvl w:val="1"/>
          <w:numId w:val="17"/>
        </w:numPr>
        <w:tabs>
          <w:tab w:val="num" w:pos="709"/>
        </w:tabs>
        <w:jc w:val="both"/>
        <w:outlineLvl w:val="0"/>
      </w:pPr>
      <w:r w:rsidRPr="00300F17">
        <w:t xml:space="preserve">kontrollida punktis </w:t>
      </w:r>
      <w:r w:rsidRPr="00300F17">
        <w:fldChar w:fldCharType="begin"/>
      </w:r>
      <w:r w:rsidRPr="00300F17">
        <w:instrText xml:space="preserve"> REF _Ref148007471 \r \h </w:instrText>
      </w:r>
      <w:r w:rsidR="00711742" w:rsidRPr="00300F17">
        <w:instrText xml:space="preserve"> \* MERGEFORMAT </w:instrText>
      </w:r>
      <w:r w:rsidRPr="00300F17">
        <w:fldChar w:fldCharType="separate"/>
      </w:r>
      <w:r w:rsidR="009E1AE3" w:rsidRPr="00300F17">
        <w:t>6.2</w:t>
      </w:r>
      <w:r w:rsidRPr="00300F17">
        <w:fldChar w:fldCharType="end"/>
      </w:r>
      <w:r w:rsidRPr="00300F17">
        <w:t xml:space="preserve"> nimetatud asjaolusid </w:t>
      </w:r>
      <w:r w:rsidR="008E0573" w:rsidRPr="00300F17">
        <w:t>t</w:t>
      </w:r>
      <w:r w:rsidR="00CE0870" w:rsidRPr="00300F17">
        <w:t xml:space="preserve">öövõtja juuresolekuta ning anda korraldusi esinevate </w:t>
      </w:r>
      <w:r w:rsidR="00212AC7" w:rsidRPr="00300F17">
        <w:t xml:space="preserve">mittevastavuste </w:t>
      </w:r>
      <w:r w:rsidR="00CE0870" w:rsidRPr="00300F17">
        <w:t>kõrvaldamiseks;</w:t>
      </w:r>
    </w:p>
    <w:p w14:paraId="7C79AC3D" w14:textId="79C45230" w:rsidR="0017321B" w:rsidRPr="00300F17" w:rsidRDefault="008C1120" w:rsidP="00CB2362">
      <w:pPr>
        <w:pStyle w:val="ListParagraph"/>
        <w:numPr>
          <w:ilvl w:val="1"/>
          <w:numId w:val="17"/>
        </w:numPr>
        <w:tabs>
          <w:tab w:val="num" w:pos="709"/>
        </w:tabs>
        <w:jc w:val="both"/>
        <w:outlineLvl w:val="0"/>
      </w:pPr>
      <w:r w:rsidRPr="00300F17">
        <w:t>kontrollida</w:t>
      </w:r>
      <w:r w:rsidR="0017321B" w:rsidRPr="00300F17">
        <w:t xml:space="preserve"> </w:t>
      </w:r>
      <w:r w:rsidR="00DF5E6F" w:rsidRPr="00300F17">
        <w:t>keskkonna</w:t>
      </w:r>
      <w:r w:rsidR="00F32E98" w:rsidRPr="00300F17">
        <w:t>nõuetest</w:t>
      </w:r>
      <w:r w:rsidR="00DF5E6F" w:rsidRPr="00300F17">
        <w:t xml:space="preserve"> kinni pidamist</w:t>
      </w:r>
      <w:r w:rsidR="00F32E98" w:rsidRPr="00300F17">
        <w:t>;</w:t>
      </w:r>
    </w:p>
    <w:p w14:paraId="6A00A1C7" w14:textId="77777777" w:rsidR="00CE0870" w:rsidRPr="00300F17" w:rsidRDefault="008E0573" w:rsidP="00CB2362">
      <w:pPr>
        <w:pStyle w:val="ListParagraph"/>
        <w:numPr>
          <w:ilvl w:val="1"/>
          <w:numId w:val="17"/>
        </w:numPr>
        <w:tabs>
          <w:tab w:val="num" w:pos="709"/>
        </w:tabs>
        <w:jc w:val="both"/>
        <w:outlineLvl w:val="0"/>
        <w:rPr>
          <w:rStyle w:val="normal1"/>
        </w:rPr>
      </w:pPr>
      <w:r w:rsidRPr="00300F17">
        <w:t>peatada tööd, kui töövõtja ei pea kinni t</w:t>
      </w:r>
      <w:r w:rsidR="00CE0870" w:rsidRPr="00300F17">
        <w:t xml:space="preserve">ellija poolt esitatud nõuetest tööle või kui </w:t>
      </w:r>
      <w:r w:rsidR="00CE0870" w:rsidRPr="00300F17">
        <w:rPr>
          <w:rStyle w:val="normal1"/>
        </w:rPr>
        <w:t>looduslikud tingimused ei võimalda kvaliteetselt töötamist;</w:t>
      </w:r>
    </w:p>
    <w:p w14:paraId="643D917A" w14:textId="025A3A96" w:rsidR="00DF5E6F" w:rsidRPr="00300F17" w:rsidRDefault="008E0573" w:rsidP="00DF5E6F">
      <w:pPr>
        <w:pStyle w:val="ListParagraph"/>
        <w:numPr>
          <w:ilvl w:val="1"/>
          <w:numId w:val="17"/>
        </w:numPr>
        <w:tabs>
          <w:tab w:val="num" w:pos="709"/>
        </w:tabs>
        <w:jc w:val="both"/>
        <w:outlineLvl w:val="0"/>
      </w:pPr>
      <w:r w:rsidRPr="00300F17">
        <w:t>mitte tasuda t</w:t>
      </w:r>
      <w:r w:rsidR="00CE0870" w:rsidRPr="00300F17">
        <w:t>öövõtjale ebakvaliteetselt tehtud tööde eest</w:t>
      </w:r>
      <w:r w:rsidR="008B3D60" w:rsidRPr="00300F17">
        <w:t xml:space="preserve"> kogu tööobjekti ulatuses</w:t>
      </w:r>
      <w:r w:rsidR="50A30266" w:rsidRPr="00300F17">
        <w:t>.</w:t>
      </w:r>
      <w:r w:rsidR="09D314F1" w:rsidRPr="00300F17">
        <w:t xml:space="preserve"> Tööde kvaliteeditase on mä</w:t>
      </w:r>
      <w:r w:rsidR="1C93D1BF" w:rsidRPr="00300F17">
        <w:t>äratletud Lisas 3- Ulukitõrjetööde tehniline kirjeldus.</w:t>
      </w:r>
    </w:p>
    <w:p w14:paraId="53C4E5E2" w14:textId="2683F3F3" w:rsidR="00937998" w:rsidRPr="00300F17" w:rsidRDefault="00937998" w:rsidP="005B9868">
      <w:pPr>
        <w:pStyle w:val="ListParagraph"/>
        <w:numPr>
          <w:ilvl w:val="1"/>
          <w:numId w:val="17"/>
        </w:numPr>
        <w:tabs>
          <w:tab w:val="num" w:pos="709"/>
        </w:tabs>
        <w:jc w:val="both"/>
        <w:outlineLvl w:val="0"/>
      </w:pPr>
      <w:r w:rsidRPr="00300F17">
        <w:t xml:space="preserve">mitte tasuda töövõtjale tööde eest mille </w:t>
      </w:r>
      <w:r w:rsidR="00F87AE4" w:rsidRPr="00300F17">
        <w:t xml:space="preserve">nõuetekohast </w:t>
      </w:r>
      <w:r w:rsidRPr="00300F17">
        <w:t xml:space="preserve">tegemist ei ole tööde vastuvõtmisel </w:t>
      </w:r>
      <w:r w:rsidR="00F87AE4" w:rsidRPr="00300F17">
        <w:t xml:space="preserve">tellija poolt </w:t>
      </w:r>
      <w:r w:rsidRPr="00300F17">
        <w:t>võimalik visuaalselt tuvastada (</w:t>
      </w:r>
      <w:r w:rsidR="00F87AE4" w:rsidRPr="00300F17">
        <w:t>tööd on kas tegemata või on näit. vihm ulukitõrjevahendi puutaimedelt „maha pesnud“)</w:t>
      </w:r>
      <w:r w:rsidRPr="00300F17">
        <w:t>;</w:t>
      </w:r>
    </w:p>
    <w:p w14:paraId="0ACC2A56" w14:textId="376EC638" w:rsidR="00FD1130" w:rsidRPr="00300F17" w:rsidRDefault="00FD1130" w:rsidP="002A0E08">
      <w:pPr>
        <w:pStyle w:val="ListParagraph"/>
        <w:numPr>
          <w:ilvl w:val="1"/>
          <w:numId w:val="17"/>
        </w:numPr>
        <w:tabs>
          <w:tab w:val="num" w:pos="709"/>
        </w:tabs>
        <w:jc w:val="both"/>
        <w:outlineLvl w:val="0"/>
      </w:pPr>
      <w:r w:rsidRPr="00300F17">
        <w:t xml:space="preserve">nõuda </w:t>
      </w:r>
      <w:r w:rsidR="00AC7AF0" w:rsidRPr="00300F17">
        <w:t>töövõtjalt</w:t>
      </w:r>
      <w:r w:rsidRPr="00300F17">
        <w:t xml:space="preserve"> kahjutasu </w:t>
      </w:r>
      <w:r w:rsidR="006868D9" w:rsidRPr="00300F17">
        <w:t xml:space="preserve">ulukitõrjevahendi </w:t>
      </w:r>
      <w:r w:rsidR="00EA4640" w:rsidRPr="00300F17">
        <w:t>t</w:t>
      </w:r>
      <w:r w:rsidR="006868D9" w:rsidRPr="00300F17">
        <w:t xml:space="preserve">ellija sisseostuhinna </w:t>
      </w:r>
      <w:r w:rsidR="00851016" w:rsidRPr="00300F17">
        <w:t xml:space="preserve">kahekordse hinna </w:t>
      </w:r>
      <w:r w:rsidRPr="00300F17">
        <w:t xml:space="preserve">alusel juhul, kui </w:t>
      </w:r>
      <w:r w:rsidR="006868D9" w:rsidRPr="00300F17">
        <w:t>ulukitõrjevahend</w:t>
      </w:r>
      <w:r w:rsidRPr="00300F17">
        <w:t xml:space="preserve"> on </w:t>
      </w:r>
      <w:r w:rsidR="00AC7AF0" w:rsidRPr="00300F17">
        <w:t xml:space="preserve">töövõtja </w:t>
      </w:r>
      <w:r w:rsidRPr="00300F17">
        <w:t xml:space="preserve">süül </w:t>
      </w:r>
      <w:r w:rsidR="00CE3055" w:rsidRPr="00300F17">
        <w:t xml:space="preserve">kahjustunud, </w:t>
      </w:r>
      <w:r w:rsidR="009307BA" w:rsidRPr="00300F17">
        <w:t>kadunud</w:t>
      </w:r>
      <w:r w:rsidR="00443841" w:rsidRPr="00300F17">
        <w:t xml:space="preserve"> või varastatud</w:t>
      </w:r>
      <w:r w:rsidRPr="00300F17">
        <w:t>;</w:t>
      </w:r>
    </w:p>
    <w:p w14:paraId="5580E3E2" w14:textId="5AB54B34" w:rsidR="00FD1130" w:rsidRPr="00300F17" w:rsidRDefault="00FD1130" w:rsidP="00CB2362">
      <w:pPr>
        <w:pStyle w:val="ListParagraph"/>
        <w:numPr>
          <w:ilvl w:val="1"/>
          <w:numId w:val="17"/>
        </w:numPr>
        <w:tabs>
          <w:tab w:val="num" w:pos="709"/>
        </w:tabs>
        <w:jc w:val="both"/>
        <w:outlineLvl w:val="0"/>
      </w:pPr>
      <w:r w:rsidRPr="00300F17">
        <w:t xml:space="preserve">teha pistelist kontrolli </w:t>
      </w:r>
      <w:r w:rsidR="00AC7AF0" w:rsidRPr="00300F17">
        <w:t>töövõtja</w:t>
      </w:r>
      <w:r w:rsidRPr="00300F17">
        <w:t xml:space="preserve"> </w:t>
      </w:r>
      <w:r w:rsidR="006868D9" w:rsidRPr="00300F17">
        <w:t xml:space="preserve">ulukitõrjevahendi </w:t>
      </w:r>
      <w:r w:rsidRPr="00300F17">
        <w:t>laos, hinnates vastavust tingimustele</w:t>
      </w:r>
      <w:r w:rsidR="006868D9" w:rsidRPr="00300F17">
        <w:t>;</w:t>
      </w:r>
    </w:p>
    <w:p w14:paraId="4CB3293F" w14:textId="77777777" w:rsidR="006B4646" w:rsidRPr="00300F17" w:rsidRDefault="006B4646" w:rsidP="00CB2362">
      <w:pPr>
        <w:pStyle w:val="ListParagraph"/>
        <w:numPr>
          <w:ilvl w:val="1"/>
          <w:numId w:val="17"/>
        </w:numPr>
        <w:tabs>
          <w:tab w:val="num" w:pos="709"/>
        </w:tabs>
        <w:jc w:val="both"/>
        <w:outlineLvl w:val="0"/>
      </w:pPr>
      <w:r w:rsidRPr="00300F17">
        <w:t>t</w:t>
      </w:r>
      <w:r w:rsidR="008E0573" w:rsidRPr="00300F17">
        <w:t>aotleda Maksu- ja Tolliametilt t</w:t>
      </w:r>
      <w:r w:rsidRPr="00300F17">
        <w:t xml:space="preserve">öövõtja maksusaladusena käsitletavat teavet, sh </w:t>
      </w:r>
      <w:r w:rsidR="008E0573" w:rsidRPr="00300F17">
        <w:rPr>
          <w:iCs/>
        </w:rPr>
        <w:t>t</w:t>
      </w:r>
      <w:r w:rsidRPr="00300F17">
        <w:rPr>
          <w:iCs/>
        </w:rPr>
        <w:t>öötamise registrisse kantud isikute arv, väljamakseid saanud isikute arv, töötasude brutosumma, keskmine töötasu. Lepingu</w:t>
      </w:r>
      <w:r w:rsidR="008E0573" w:rsidRPr="00300F17">
        <w:t xml:space="preserve"> sõlmimisega annab t</w:t>
      </w:r>
      <w:r w:rsidRPr="00300F17">
        <w:t>öövõtja nõusoleku Maksu- ja Tolli</w:t>
      </w:r>
      <w:r w:rsidR="008E0573" w:rsidRPr="00300F17">
        <w:t>ameti poolt t</w:t>
      </w:r>
      <w:r w:rsidRPr="00300F17">
        <w:t xml:space="preserve">ellijale </w:t>
      </w:r>
      <w:r w:rsidR="00232A57" w:rsidRPr="00300F17">
        <w:t>eelnimetatud teabe esitamiseks;</w:t>
      </w:r>
    </w:p>
    <w:p w14:paraId="54549EE5" w14:textId="77777777" w:rsidR="004A03F9" w:rsidRPr="00300F17" w:rsidRDefault="004A03F9" w:rsidP="003443C7">
      <w:pPr>
        <w:jc w:val="both"/>
        <w:rPr>
          <w:rStyle w:val="normal1"/>
        </w:rPr>
      </w:pPr>
    </w:p>
    <w:p w14:paraId="4D60A868" w14:textId="77777777" w:rsidR="00037B65" w:rsidRPr="00300F17" w:rsidRDefault="00037B65" w:rsidP="003443C7">
      <w:pPr>
        <w:pStyle w:val="ListParagraph"/>
        <w:numPr>
          <w:ilvl w:val="0"/>
          <w:numId w:val="6"/>
        </w:numPr>
        <w:tabs>
          <w:tab w:val="num" w:pos="720"/>
        </w:tabs>
        <w:jc w:val="both"/>
        <w:outlineLvl w:val="0"/>
        <w:rPr>
          <w:b/>
        </w:rPr>
      </w:pPr>
      <w:r w:rsidRPr="00300F17">
        <w:rPr>
          <w:b/>
          <w:bCs/>
        </w:rPr>
        <w:t xml:space="preserve">Tellijal on kohustus: </w:t>
      </w:r>
    </w:p>
    <w:p w14:paraId="1029893B" w14:textId="77777777" w:rsidR="00CE0870" w:rsidRPr="00300F17" w:rsidRDefault="00CE0870" w:rsidP="00CB2362">
      <w:pPr>
        <w:pStyle w:val="ListParagraph"/>
        <w:numPr>
          <w:ilvl w:val="1"/>
          <w:numId w:val="19"/>
        </w:numPr>
        <w:tabs>
          <w:tab w:val="num" w:pos="709"/>
        </w:tabs>
        <w:jc w:val="both"/>
        <w:outlineLvl w:val="0"/>
        <w:rPr>
          <w:rStyle w:val="normal1"/>
        </w:rPr>
      </w:pPr>
      <w:r w:rsidRPr="00300F17">
        <w:rPr>
          <w:rStyle w:val="normal1"/>
        </w:rPr>
        <w:t xml:space="preserve">varustada </w:t>
      </w:r>
      <w:r w:rsidR="008E0573" w:rsidRPr="00300F17">
        <w:rPr>
          <w:rStyle w:val="normal1"/>
        </w:rPr>
        <w:t>t</w:t>
      </w:r>
      <w:r w:rsidRPr="00300F17">
        <w:rPr>
          <w:rStyle w:val="normal1"/>
        </w:rPr>
        <w:t xml:space="preserve">öövõtjat vajaliku informatsiooniga ning vajadusel juhendada </w:t>
      </w:r>
      <w:r w:rsidR="008E0573" w:rsidRPr="00300F17">
        <w:rPr>
          <w:rStyle w:val="normal1"/>
        </w:rPr>
        <w:t>t</w:t>
      </w:r>
      <w:r w:rsidRPr="00300F17">
        <w:rPr>
          <w:rStyle w:val="normal1"/>
        </w:rPr>
        <w:t>öövõtjat töötamisel;</w:t>
      </w:r>
    </w:p>
    <w:p w14:paraId="110D465F" w14:textId="5D756C2B" w:rsidR="00B347DB" w:rsidRPr="00300F17" w:rsidRDefault="00CE0870" w:rsidP="00B347DB">
      <w:pPr>
        <w:pStyle w:val="ListParagraph"/>
        <w:numPr>
          <w:ilvl w:val="1"/>
          <w:numId w:val="19"/>
        </w:numPr>
        <w:tabs>
          <w:tab w:val="num" w:pos="709"/>
        </w:tabs>
        <w:jc w:val="both"/>
        <w:outlineLvl w:val="0"/>
      </w:pPr>
      <w:r w:rsidRPr="00300F17">
        <w:t>taotleda töödeks vajalikud kooskõlastused</w:t>
      </w:r>
    </w:p>
    <w:p w14:paraId="26EEB2DC" w14:textId="144AD10F" w:rsidR="00B347DB" w:rsidRPr="00300F17" w:rsidRDefault="00B347DB" w:rsidP="00B347DB">
      <w:pPr>
        <w:pStyle w:val="ListParagraph"/>
        <w:numPr>
          <w:ilvl w:val="1"/>
          <w:numId w:val="19"/>
        </w:numPr>
        <w:tabs>
          <w:tab w:val="num" w:pos="709"/>
        </w:tabs>
        <w:jc w:val="both"/>
        <w:outlineLvl w:val="0"/>
      </w:pPr>
      <w:r w:rsidRPr="00300F17">
        <w:t xml:space="preserve">tasuda </w:t>
      </w:r>
      <w:r w:rsidR="00A9467F" w:rsidRPr="00300F17">
        <w:t>t</w:t>
      </w:r>
      <w:r w:rsidRPr="00300F17">
        <w:t>öövõtjale vastavalt</w:t>
      </w:r>
      <w:r w:rsidR="00A9467F" w:rsidRPr="00300F17">
        <w:t xml:space="preserve"> l</w:t>
      </w:r>
      <w:r w:rsidRPr="00300F17">
        <w:t>epingus kokku lepitud hindadele.</w:t>
      </w:r>
    </w:p>
    <w:p w14:paraId="6BDCCB72" w14:textId="77777777" w:rsidR="00B347DB" w:rsidRPr="00300F17" w:rsidRDefault="00B347DB" w:rsidP="00B347DB">
      <w:pPr>
        <w:pStyle w:val="ListParagraph"/>
        <w:tabs>
          <w:tab w:val="num" w:pos="709"/>
        </w:tabs>
        <w:ind w:left="0"/>
        <w:jc w:val="both"/>
        <w:outlineLvl w:val="0"/>
      </w:pPr>
    </w:p>
    <w:p w14:paraId="46B84B12" w14:textId="77777777" w:rsidR="00037B65" w:rsidRPr="00300F17" w:rsidRDefault="00037B65" w:rsidP="003443C7">
      <w:pPr>
        <w:pStyle w:val="ListParagraph"/>
        <w:numPr>
          <w:ilvl w:val="0"/>
          <w:numId w:val="6"/>
        </w:numPr>
        <w:tabs>
          <w:tab w:val="num" w:pos="720"/>
        </w:tabs>
        <w:jc w:val="both"/>
        <w:outlineLvl w:val="0"/>
        <w:rPr>
          <w:b/>
        </w:rPr>
      </w:pPr>
      <w:r w:rsidRPr="00300F17">
        <w:rPr>
          <w:b/>
          <w:bCs/>
        </w:rPr>
        <w:t>Töövõtja</w:t>
      </w:r>
      <w:r w:rsidR="00212AC7" w:rsidRPr="00300F17">
        <w:rPr>
          <w:b/>
          <w:bCs/>
        </w:rPr>
        <w:t>l</w:t>
      </w:r>
      <w:r w:rsidRPr="00300F17">
        <w:rPr>
          <w:b/>
          <w:bCs/>
        </w:rPr>
        <w:t xml:space="preserve"> on õigus: </w:t>
      </w:r>
    </w:p>
    <w:p w14:paraId="2724CB61" w14:textId="77777777" w:rsidR="00CE0870" w:rsidRPr="00300F17" w:rsidRDefault="008E0573" w:rsidP="00CB2362">
      <w:pPr>
        <w:pStyle w:val="ListParagraph"/>
        <w:numPr>
          <w:ilvl w:val="1"/>
          <w:numId w:val="20"/>
        </w:numPr>
        <w:tabs>
          <w:tab w:val="num" w:pos="720"/>
          <w:tab w:val="num" w:pos="993"/>
        </w:tabs>
        <w:jc w:val="both"/>
        <w:outlineLvl w:val="0"/>
        <w:rPr>
          <w:rStyle w:val="normal1"/>
        </w:rPr>
      </w:pPr>
      <w:r w:rsidRPr="00300F17">
        <w:rPr>
          <w:rStyle w:val="normal1"/>
        </w:rPr>
        <w:t>teha t</w:t>
      </w:r>
      <w:r w:rsidR="00CE0870" w:rsidRPr="00300F17">
        <w:rPr>
          <w:rStyle w:val="normal1"/>
        </w:rPr>
        <w:t>ellijale ettepanekuid tööde korralduse muutmiseks;</w:t>
      </w:r>
    </w:p>
    <w:p w14:paraId="499B19E9" w14:textId="77777777" w:rsidR="00CE0870" w:rsidRPr="00300F17" w:rsidRDefault="008E0573" w:rsidP="00CB2362">
      <w:pPr>
        <w:pStyle w:val="ListParagraph"/>
        <w:numPr>
          <w:ilvl w:val="1"/>
          <w:numId w:val="20"/>
        </w:numPr>
        <w:tabs>
          <w:tab w:val="num" w:pos="720"/>
          <w:tab w:val="num" w:pos="993"/>
        </w:tabs>
        <w:jc w:val="both"/>
        <w:outlineLvl w:val="0"/>
      </w:pPr>
      <w:r w:rsidRPr="00300F17">
        <w:t>saada t</w:t>
      </w:r>
      <w:r w:rsidR="00CE0870" w:rsidRPr="00300F17">
        <w:t>ellijalt eelnevat teavet töösse planeerivatest eraldistest ja enne tööde alustamist nendega tutvuda.</w:t>
      </w:r>
    </w:p>
    <w:p w14:paraId="5E3DD908" w14:textId="77777777" w:rsidR="00DB6165" w:rsidRPr="00300F17" w:rsidRDefault="0018678E" w:rsidP="00CB2362">
      <w:pPr>
        <w:pStyle w:val="ListParagraph"/>
        <w:numPr>
          <w:ilvl w:val="1"/>
          <w:numId w:val="20"/>
        </w:numPr>
        <w:tabs>
          <w:tab w:val="num" w:pos="720"/>
          <w:tab w:val="num" w:pos="993"/>
        </w:tabs>
        <w:jc w:val="both"/>
        <w:outlineLvl w:val="0"/>
      </w:pPr>
      <w:r w:rsidRPr="00300F17">
        <w:t>sõita maastiku - ja mootorsõidukiga töövõtulepingu täitmise käigus vajaminevas ulatuses väljaspool avalikult kasutatavaid teid tellija hallata olevatel maadel, arvestades looduskaitseliste ja ajaliste piirangutega</w:t>
      </w:r>
      <w:r w:rsidR="00DB6165" w:rsidRPr="00300F17">
        <w:t>;</w:t>
      </w:r>
    </w:p>
    <w:p w14:paraId="17D25FE4" w14:textId="77777777" w:rsidR="00100784" w:rsidRPr="00300F17" w:rsidRDefault="00100784" w:rsidP="003443C7">
      <w:pPr>
        <w:jc w:val="both"/>
        <w:rPr>
          <w:rStyle w:val="normal1"/>
        </w:rPr>
      </w:pPr>
    </w:p>
    <w:p w14:paraId="7CB579CD" w14:textId="77777777" w:rsidR="00037B65" w:rsidRPr="00300F17" w:rsidRDefault="00037B65" w:rsidP="003443C7">
      <w:pPr>
        <w:pStyle w:val="ListParagraph"/>
        <w:numPr>
          <w:ilvl w:val="0"/>
          <w:numId w:val="6"/>
        </w:numPr>
        <w:tabs>
          <w:tab w:val="num" w:pos="720"/>
        </w:tabs>
        <w:jc w:val="both"/>
        <w:outlineLvl w:val="0"/>
        <w:rPr>
          <w:b/>
        </w:rPr>
      </w:pPr>
      <w:r w:rsidRPr="00300F17">
        <w:rPr>
          <w:b/>
          <w:bCs/>
        </w:rPr>
        <w:t>Töövõtja</w:t>
      </w:r>
      <w:r w:rsidR="00212AC7" w:rsidRPr="00300F17">
        <w:rPr>
          <w:b/>
          <w:bCs/>
        </w:rPr>
        <w:t>l</w:t>
      </w:r>
      <w:r w:rsidRPr="00300F17">
        <w:rPr>
          <w:b/>
          <w:bCs/>
        </w:rPr>
        <w:t xml:space="preserve"> on kohustus: </w:t>
      </w:r>
    </w:p>
    <w:p w14:paraId="73AC18D2" w14:textId="77777777" w:rsidR="00CE0870" w:rsidRPr="00300F17" w:rsidRDefault="00CE0870" w:rsidP="00CB2362">
      <w:pPr>
        <w:pStyle w:val="ListParagraph"/>
        <w:numPr>
          <w:ilvl w:val="1"/>
          <w:numId w:val="21"/>
        </w:numPr>
        <w:tabs>
          <w:tab w:val="num" w:pos="720"/>
          <w:tab w:val="num" w:pos="993"/>
        </w:tabs>
        <w:jc w:val="both"/>
        <w:outlineLvl w:val="0"/>
      </w:pPr>
      <w:r w:rsidRPr="00300F17">
        <w:t>kinni pidada töödele esi</w:t>
      </w:r>
      <w:r w:rsidR="008E0573" w:rsidRPr="00300F17">
        <w:t xml:space="preserve">tatud nõuetest ning </w:t>
      </w:r>
      <w:r w:rsidR="00962707" w:rsidRPr="00300F17">
        <w:t>tagada</w:t>
      </w:r>
      <w:r w:rsidR="008E0573" w:rsidRPr="00300F17">
        <w:t>, et t</w:t>
      </w:r>
      <w:r w:rsidRPr="00300F17">
        <w:t>öövõtja töötajad oleksid nõuetest teadlikud</w:t>
      </w:r>
      <w:r w:rsidR="00212AC7" w:rsidRPr="00300F17">
        <w:t xml:space="preserve"> ning täidaksid neid</w:t>
      </w:r>
      <w:r w:rsidRPr="00300F17">
        <w:t>;</w:t>
      </w:r>
    </w:p>
    <w:p w14:paraId="2C4132E4" w14:textId="77777777" w:rsidR="00CE0870" w:rsidRPr="00300F17" w:rsidRDefault="00CE0870" w:rsidP="00CB2362">
      <w:pPr>
        <w:pStyle w:val="ListParagraph"/>
        <w:numPr>
          <w:ilvl w:val="1"/>
          <w:numId w:val="21"/>
        </w:numPr>
        <w:tabs>
          <w:tab w:val="num" w:pos="720"/>
        </w:tabs>
        <w:jc w:val="both"/>
        <w:outlineLvl w:val="0"/>
        <w:rPr>
          <w:rStyle w:val="normal1"/>
        </w:rPr>
      </w:pPr>
      <w:r w:rsidRPr="00300F17">
        <w:rPr>
          <w:rStyle w:val="normal1"/>
        </w:rPr>
        <w:t>töötada tähtaegselt ja kvaliteetselt oma tööjõu ja tehniliste vahenditega;</w:t>
      </w:r>
    </w:p>
    <w:p w14:paraId="5C4A1F61" w14:textId="237FC1CD" w:rsidR="008D7197" w:rsidRPr="00300F17" w:rsidRDefault="008D7197" w:rsidP="00CB2362">
      <w:pPr>
        <w:pStyle w:val="ListParagraph"/>
        <w:numPr>
          <w:ilvl w:val="1"/>
          <w:numId w:val="21"/>
        </w:numPr>
        <w:tabs>
          <w:tab w:val="num" w:pos="720"/>
        </w:tabs>
        <w:jc w:val="both"/>
        <w:outlineLvl w:val="0"/>
        <w:rPr>
          <w:rStyle w:val="normal1"/>
        </w:rPr>
      </w:pPr>
      <w:r w:rsidRPr="00300F17">
        <w:t xml:space="preserve">tagada valmisolek </w:t>
      </w:r>
      <w:r w:rsidR="006868D9" w:rsidRPr="00300F17">
        <w:t>ulukitõrje</w:t>
      </w:r>
      <w:r w:rsidRPr="00300F17">
        <w:t>tööde te</w:t>
      </w:r>
      <w:r w:rsidR="00CE2E61" w:rsidRPr="00300F17">
        <w:t>gemiseks</w:t>
      </w:r>
      <w:r w:rsidRPr="00300F17">
        <w:t xml:space="preserve"> kogu </w:t>
      </w:r>
      <w:r w:rsidR="00A53E1E" w:rsidRPr="00300F17">
        <w:t xml:space="preserve">ulukitõrjetööde </w:t>
      </w:r>
      <w:r w:rsidR="00CE2E61" w:rsidRPr="00300F17">
        <w:t xml:space="preserve">tegemise </w:t>
      </w:r>
      <w:r w:rsidRPr="00300F17">
        <w:t>perioodi jooksul</w:t>
      </w:r>
      <w:r w:rsidR="00A53E1E" w:rsidRPr="00300F17">
        <w:t>;</w:t>
      </w:r>
    </w:p>
    <w:p w14:paraId="22A2C22D" w14:textId="274FD4B5" w:rsidR="00F83838" w:rsidRPr="00300F17" w:rsidRDefault="00F83838" w:rsidP="00CB2362">
      <w:pPr>
        <w:pStyle w:val="ListParagraph"/>
        <w:numPr>
          <w:ilvl w:val="1"/>
          <w:numId w:val="21"/>
        </w:numPr>
        <w:tabs>
          <w:tab w:val="num" w:pos="720"/>
        </w:tabs>
        <w:jc w:val="both"/>
        <w:outlineLvl w:val="0"/>
      </w:pPr>
      <w:r w:rsidRPr="00300F17">
        <w:t xml:space="preserve">arvestada, et </w:t>
      </w:r>
      <w:r w:rsidR="00F70A74" w:rsidRPr="00300F17">
        <w:t>eeldatavalt</w:t>
      </w:r>
      <w:r w:rsidRPr="00300F17">
        <w:t xml:space="preserve"> algab </w:t>
      </w:r>
      <w:r w:rsidR="00F70A74" w:rsidRPr="00300F17">
        <w:t>ulukitõrje</w:t>
      </w:r>
      <w:r w:rsidR="008F1E11" w:rsidRPr="00300F17">
        <w:t xml:space="preserve">tööde tegemise </w:t>
      </w:r>
      <w:r w:rsidR="00F70A74" w:rsidRPr="00300F17">
        <w:t>periood</w:t>
      </w:r>
      <w:r w:rsidRPr="00300F17">
        <w:t xml:space="preserve"> </w:t>
      </w:r>
      <w:r w:rsidR="6F3BA067" w:rsidRPr="00300F17">
        <w:t>15. august</w:t>
      </w:r>
      <w:r w:rsidRPr="00300F17">
        <w:t xml:space="preserve">, olenevalt looduslikest tingimustest </w:t>
      </w:r>
      <w:r w:rsidR="003F67EC" w:rsidRPr="00300F17">
        <w:t xml:space="preserve">  </w:t>
      </w:r>
      <w:r w:rsidRPr="00300F17">
        <w:t>+/-2 nädal</w:t>
      </w:r>
      <w:r w:rsidR="00C60B4A" w:rsidRPr="00300F17">
        <w:t xml:space="preserve">at, ning </w:t>
      </w:r>
      <w:r w:rsidR="00F70A74" w:rsidRPr="00300F17">
        <w:t xml:space="preserve">ulukitõrjetööd tehakse valdavalt </w:t>
      </w:r>
      <w:r w:rsidR="488925E6" w:rsidRPr="00300F17">
        <w:t xml:space="preserve">augusti-, </w:t>
      </w:r>
      <w:r w:rsidR="00246D78" w:rsidRPr="00300F17">
        <w:t>septembri-</w:t>
      </w:r>
      <w:r w:rsidR="00CE2E61" w:rsidRPr="00300F17">
        <w:t xml:space="preserve">, </w:t>
      </w:r>
      <w:r w:rsidR="00246D78" w:rsidRPr="00300F17">
        <w:t>oktoobri</w:t>
      </w:r>
      <w:r w:rsidR="00CE2E61" w:rsidRPr="00300F17">
        <w:t>- ja/või novembrikuus sõltuvalt looduslikest tingimustest</w:t>
      </w:r>
      <w:r w:rsidR="00A6513F" w:rsidRPr="00300F17">
        <w:t>;</w:t>
      </w:r>
    </w:p>
    <w:p w14:paraId="59000E70" w14:textId="47F086FF" w:rsidR="0088329D" w:rsidRPr="00300F17" w:rsidRDefault="00CE0870" w:rsidP="00CB2362">
      <w:pPr>
        <w:pStyle w:val="ListParagraph"/>
        <w:numPr>
          <w:ilvl w:val="1"/>
          <w:numId w:val="21"/>
        </w:numPr>
        <w:tabs>
          <w:tab w:val="num" w:pos="720"/>
        </w:tabs>
        <w:jc w:val="both"/>
        <w:outlineLvl w:val="0"/>
        <w:rPr>
          <w:rStyle w:val="normal1"/>
        </w:rPr>
      </w:pPr>
      <w:r w:rsidRPr="00300F17">
        <w:rPr>
          <w:rStyle w:val="normal1"/>
        </w:rPr>
        <w:t xml:space="preserve">kontrollida </w:t>
      </w:r>
      <w:r w:rsidR="00A6513F" w:rsidRPr="00300F17">
        <w:rPr>
          <w:rStyle w:val="normal1"/>
        </w:rPr>
        <w:t xml:space="preserve">ulukitõrjetööde </w:t>
      </w:r>
      <w:r w:rsidRPr="00300F17">
        <w:rPr>
          <w:rStyle w:val="normal1"/>
        </w:rPr>
        <w:t xml:space="preserve">kvaliteeti: </w:t>
      </w:r>
      <w:r w:rsidR="008F1E11" w:rsidRPr="00300F17">
        <w:rPr>
          <w:rStyle w:val="normal1"/>
        </w:rPr>
        <w:t xml:space="preserve">ülepinnalisel töötlemisel peavad ulukitõrjevahendiga olema töödeldud kõik </w:t>
      </w:r>
      <w:r w:rsidR="00F87E14" w:rsidRPr="00300F17">
        <w:rPr>
          <w:rStyle w:val="normal1"/>
        </w:rPr>
        <w:t xml:space="preserve">tööobjektil </w:t>
      </w:r>
      <w:r w:rsidR="00986CE0" w:rsidRPr="00300F17">
        <w:rPr>
          <w:rStyle w:val="normal1"/>
        </w:rPr>
        <w:t>kasvavad</w:t>
      </w:r>
      <w:r w:rsidR="00F87E14" w:rsidRPr="00300F17">
        <w:rPr>
          <w:rStyle w:val="normal1"/>
        </w:rPr>
        <w:t xml:space="preserve"> </w:t>
      </w:r>
      <w:r w:rsidR="008F1E11" w:rsidRPr="00300F17">
        <w:rPr>
          <w:rStyle w:val="normal1"/>
        </w:rPr>
        <w:t>eesmärgipuuliigi taimed</w:t>
      </w:r>
      <w:r w:rsidR="00F87E14" w:rsidRPr="00300F17">
        <w:rPr>
          <w:rStyle w:val="normal1"/>
        </w:rPr>
        <w:t xml:space="preserve">; osapinnalisel töötlemisel peavad ulukitõrjevahendiga olema töödeldud kõik tööobjekti välispiiril kasvavad eesmärgipuuliigi taimed ja kogu tööobjekti osas hajali vähemalt 50% eesmärgipuuliigi taimedest; ulukitõrjevahendiga töödeldud puutaimed peavad olema visuaalsel vaatlusel selgelt märgatavad; </w:t>
      </w:r>
    </w:p>
    <w:p w14:paraId="7A4F4C17" w14:textId="66531D82" w:rsidR="00937998" w:rsidRPr="00300F17" w:rsidRDefault="00937998" w:rsidP="00CB2362">
      <w:pPr>
        <w:pStyle w:val="ListParagraph"/>
        <w:numPr>
          <w:ilvl w:val="1"/>
          <w:numId w:val="21"/>
        </w:numPr>
        <w:tabs>
          <w:tab w:val="num" w:pos="720"/>
        </w:tabs>
        <w:jc w:val="both"/>
        <w:outlineLvl w:val="0"/>
        <w:rPr>
          <w:rStyle w:val="normal1"/>
        </w:rPr>
      </w:pPr>
      <w:r w:rsidRPr="00300F17">
        <w:rPr>
          <w:rStyle w:val="normal1"/>
        </w:rPr>
        <w:t>mitte teha  ulukitõrjetöid märja/niiske ilmaga või ilmastikuoludes, kus on oht, et pritsitud ulukitõrjevahend ei kuiva puutaimedel ära;</w:t>
      </w:r>
    </w:p>
    <w:p w14:paraId="7236D393" w14:textId="77777777" w:rsidR="00CE0870" w:rsidRPr="00300F17" w:rsidRDefault="00CE0870" w:rsidP="00CB2362">
      <w:pPr>
        <w:pStyle w:val="ListParagraph"/>
        <w:numPr>
          <w:ilvl w:val="1"/>
          <w:numId w:val="21"/>
        </w:numPr>
        <w:tabs>
          <w:tab w:val="num" w:pos="720"/>
        </w:tabs>
        <w:jc w:val="both"/>
        <w:outlineLvl w:val="0"/>
      </w:pPr>
      <w:r w:rsidRPr="00300F17">
        <w:t xml:space="preserve">tutvustada oma töötajatele töötervishoiu ja tööohutuse </w:t>
      </w:r>
      <w:r w:rsidR="008D7197" w:rsidRPr="00300F17">
        <w:t xml:space="preserve">õigusakte </w:t>
      </w:r>
      <w:r w:rsidR="00212AC7" w:rsidRPr="00300F17">
        <w:t>ja tagada nendest kinnipidamine</w:t>
      </w:r>
      <w:r w:rsidRPr="00300F17">
        <w:t>;</w:t>
      </w:r>
    </w:p>
    <w:p w14:paraId="3C5F9607" w14:textId="77777777" w:rsidR="0088329D" w:rsidRPr="00300F17" w:rsidRDefault="00CE0870" w:rsidP="00CB2362">
      <w:pPr>
        <w:pStyle w:val="ListParagraph"/>
        <w:numPr>
          <w:ilvl w:val="1"/>
          <w:numId w:val="21"/>
        </w:numPr>
        <w:jc w:val="both"/>
        <w:outlineLvl w:val="0"/>
      </w:pPr>
      <w:r w:rsidRPr="00300F17">
        <w:t>järgida õigusakte ja teha kõik endast olenev, et vältida metsa tervisliku</w:t>
      </w:r>
      <w:r w:rsidR="00212AC7" w:rsidRPr="00300F17">
        <w:t xml:space="preserve"> seisundi halvenemist</w:t>
      </w:r>
      <w:r w:rsidRPr="00300F17">
        <w:t xml:space="preserve"> ja ümbritseva keskkonna </w:t>
      </w:r>
      <w:r w:rsidR="00212AC7" w:rsidRPr="00300F17">
        <w:t>kahjustamist ning</w:t>
      </w:r>
      <w:r w:rsidRPr="00300F17">
        <w:t xml:space="preserve"> vältida tuleohtu;</w:t>
      </w:r>
    </w:p>
    <w:p w14:paraId="3A0B6C7A" w14:textId="25639AEA" w:rsidR="00CB2362" w:rsidRPr="00300F17" w:rsidRDefault="00CE0870" w:rsidP="00CB2362">
      <w:pPr>
        <w:pStyle w:val="ListParagraph"/>
        <w:numPr>
          <w:ilvl w:val="1"/>
          <w:numId w:val="21"/>
        </w:numPr>
        <w:jc w:val="both"/>
        <w:outlineLvl w:val="0"/>
        <w:rPr>
          <w:rStyle w:val="normal1"/>
        </w:rPr>
      </w:pPr>
      <w:r w:rsidRPr="00300F17">
        <w:rPr>
          <w:rStyle w:val="normal1"/>
        </w:rPr>
        <w:t>mitte üle anda käesoleva lepingu alusel saadud õigusi ja kohustusi kolmandal</w:t>
      </w:r>
      <w:r w:rsidR="008E0573" w:rsidRPr="00300F17">
        <w:rPr>
          <w:rStyle w:val="normal1"/>
        </w:rPr>
        <w:t>e isikule (</w:t>
      </w:r>
      <w:r w:rsidR="00280BE0" w:rsidRPr="00300F17">
        <w:rPr>
          <w:rStyle w:val="normal1"/>
        </w:rPr>
        <w:t xml:space="preserve">sh </w:t>
      </w:r>
      <w:r w:rsidR="008E0573" w:rsidRPr="00300F17">
        <w:rPr>
          <w:rStyle w:val="normal1"/>
        </w:rPr>
        <w:t>alltöövõtjale) ilma t</w:t>
      </w:r>
      <w:r w:rsidRPr="00300F17">
        <w:rPr>
          <w:rStyle w:val="normal1"/>
        </w:rPr>
        <w:t>ellija kirjalik</w:t>
      </w:r>
      <w:r w:rsidR="004C5711" w:rsidRPr="00300F17">
        <w:rPr>
          <w:rStyle w:val="normal1"/>
        </w:rPr>
        <w:t>k</w:t>
      </w:r>
      <w:r w:rsidRPr="00300F17">
        <w:rPr>
          <w:rStyle w:val="normal1"/>
        </w:rPr>
        <w:t>u</w:t>
      </w:r>
      <w:r w:rsidR="004C5711" w:rsidRPr="00300F17">
        <w:rPr>
          <w:rStyle w:val="normal1"/>
        </w:rPr>
        <w:t xml:space="preserve"> taasesitamist võimaldavas vormis antud</w:t>
      </w:r>
      <w:r w:rsidRPr="00300F17">
        <w:rPr>
          <w:rStyle w:val="normal1"/>
        </w:rPr>
        <w:t xml:space="preserve"> nõusolekuta;</w:t>
      </w:r>
    </w:p>
    <w:p w14:paraId="634D474E" w14:textId="77777777" w:rsidR="00DA607A" w:rsidRPr="00300F17" w:rsidRDefault="00CE0870" w:rsidP="00CB2362">
      <w:pPr>
        <w:pStyle w:val="ListParagraph"/>
        <w:numPr>
          <w:ilvl w:val="1"/>
          <w:numId w:val="21"/>
        </w:numPr>
        <w:jc w:val="both"/>
        <w:outlineLvl w:val="0"/>
      </w:pPr>
      <w:r w:rsidRPr="00300F17">
        <w:lastRenderedPageBreak/>
        <w:t xml:space="preserve">tagada töötamisel töökaitsevahendid ning </w:t>
      </w:r>
      <w:r w:rsidRPr="00300F17">
        <w:rPr>
          <w:rStyle w:val="normal1"/>
        </w:rPr>
        <w:t xml:space="preserve"> </w:t>
      </w:r>
      <w:r w:rsidR="008E0573" w:rsidRPr="00300F17">
        <w:rPr>
          <w:lang w:eastAsia="et-EE"/>
        </w:rPr>
        <w:t xml:space="preserve">saata 3 </w:t>
      </w:r>
      <w:r w:rsidR="004C49EE" w:rsidRPr="00300F17">
        <w:rPr>
          <w:lang w:eastAsia="et-EE"/>
        </w:rPr>
        <w:t xml:space="preserve">(kolme) </w:t>
      </w:r>
      <w:r w:rsidR="008E0573" w:rsidRPr="00300F17">
        <w:rPr>
          <w:lang w:eastAsia="et-EE"/>
        </w:rPr>
        <w:t>tööpäeva jooksul t</w:t>
      </w:r>
      <w:r w:rsidRPr="00300F17">
        <w:rPr>
          <w:lang w:eastAsia="et-EE"/>
        </w:rPr>
        <w:t xml:space="preserve">ellijale e-posti teel teate oma töötajaga toimunud tööõnnetusest ning </w:t>
      </w:r>
      <w:r w:rsidR="008D7197" w:rsidRPr="00300F17">
        <w:rPr>
          <w:lang w:eastAsia="et-EE"/>
        </w:rPr>
        <w:t xml:space="preserve">esitada </w:t>
      </w:r>
      <w:r w:rsidRPr="00300F17">
        <w:rPr>
          <w:lang w:eastAsia="et-EE"/>
        </w:rPr>
        <w:t>tööõnnetuse k</w:t>
      </w:r>
      <w:r w:rsidR="002761F8" w:rsidRPr="00300F17">
        <w:rPr>
          <w:lang w:eastAsia="et-EE"/>
        </w:rPr>
        <w:t>ohta täiendavat informatsiooni t</w:t>
      </w:r>
      <w:r w:rsidRPr="00300F17">
        <w:rPr>
          <w:lang w:eastAsia="et-EE"/>
        </w:rPr>
        <w:t>ellijalt saadud teatise vormil</w:t>
      </w:r>
      <w:r w:rsidR="0017206F" w:rsidRPr="00300F17">
        <w:rPr>
          <w:lang w:eastAsia="et-EE"/>
        </w:rPr>
        <w:t>;</w:t>
      </w:r>
    </w:p>
    <w:p w14:paraId="26B56403" w14:textId="3D9127C4" w:rsidR="00232A57" w:rsidRPr="00300F17" w:rsidRDefault="00F83D14" w:rsidP="00CB2362">
      <w:pPr>
        <w:pStyle w:val="ListParagraph"/>
        <w:numPr>
          <w:ilvl w:val="1"/>
          <w:numId w:val="22"/>
        </w:numPr>
        <w:jc w:val="both"/>
        <w:outlineLvl w:val="0"/>
      </w:pPr>
      <w:r w:rsidRPr="00300F17">
        <w:rPr>
          <w:lang w:eastAsia="et-EE"/>
        </w:rPr>
        <w:t xml:space="preserve">kasutada ja hoida </w:t>
      </w:r>
      <w:r w:rsidR="008E0573" w:rsidRPr="00300F17">
        <w:rPr>
          <w:lang w:eastAsia="et-EE"/>
        </w:rPr>
        <w:t>t</w:t>
      </w:r>
      <w:r w:rsidR="00E52330" w:rsidRPr="00300F17">
        <w:rPr>
          <w:lang w:eastAsia="et-EE"/>
        </w:rPr>
        <w:t xml:space="preserve">ellija poolt väljastatud </w:t>
      </w:r>
      <w:r w:rsidR="00CE2E61" w:rsidRPr="00300F17">
        <w:rPr>
          <w:lang w:eastAsia="et-EE"/>
        </w:rPr>
        <w:t>ulukitõrjevahendit</w:t>
      </w:r>
      <w:r w:rsidR="00E7332A" w:rsidRPr="00300F17">
        <w:rPr>
          <w:lang w:eastAsia="et-EE"/>
        </w:rPr>
        <w:t xml:space="preserve"> </w:t>
      </w:r>
      <w:r w:rsidR="00E52330" w:rsidRPr="00300F17">
        <w:rPr>
          <w:lang w:eastAsia="et-EE"/>
        </w:rPr>
        <w:t>heaperemeheliku</w:t>
      </w:r>
      <w:r w:rsidR="00232A57" w:rsidRPr="00300F17">
        <w:rPr>
          <w:lang w:eastAsia="et-EE"/>
        </w:rPr>
        <w:t>lt;</w:t>
      </w:r>
    </w:p>
    <w:p w14:paraId="17CA976A" w14:textId="77777777" w:rsidR="00232A57" w:rsidRPr="00300F17" w:rsidRDefault="00232A57" w:rsidP="00CB2362">
      <w:pPr>
        <w:pStyle w:val="ListParagraph"/>
        <w:numPr>
          <w:ilvl w:val="1"/>
          <w:numId w:val="22"/>
        </w:numPr>
        <w:jc w:val="both"/>
        <w:outlineLvl w:val="0"/>
      </w:pPr>
      <w:r w:rsidRPr="00300F17">
        <w:t>leida iseseisvalt tööobjektid looduses</w:t>
      </w:r>
      <w:r w:rsidR="008D7197" w:rsidRPr="00300F17">
        <w:t xml:space="preserve"> ja</w:t>
      </w:r>
      <w:r w:rsidRPr="00300F17">
        <w:t xml:space="preserve"> </w:t>
      </w:r>
      <w:r w:rsidR="008D7197" w:rsidRPr="00300F17">
        <w:t xml:space="preserve">omada </w:t>
      </w:r>
      <w:r w:rsidRPr="00300F17">
        <w:t>navigeerimisoskust;</w:t>
      </w:r>
    </w:p>
    <w:p w14:paraId="55F731FC" w14:textId="33E71294" w:rsidR="004606B3" w:rsidRPr="00300F17" w:rsidRDefault="004606B3" w:rsidP="00CB2362">
      <w:pPr>
        <w:pStyle w:val="ListParagraph"/>
        <w:numPr>
          <w:ilvl w:val="1"/>
          <w:numId w:val="22"/>
        </w:numPr>
        <w:jc w:val="both"/>
        <w:outlineLvl w:val="0"/>
      </w:pPr>
      <w:r w:rsidRPr="00300F17">
        <w:t xml:space="preserve">vastu võtta </w:t>
      </w:r>
      <w:r w:rsidR="00CE2E61" w:rsidRPr="00300F17">
        <w:t>ulukitõrjevahend</w:t>
      </w:r>
      <w:r w:rsidR="00ED1905" w:rsidRPr="00300F17">
        <w:t xml:space="preserve"> vastavalt Tellija poolt </w:t>
      </w:r>
      <w:r w:rsidR="00954F7C" w:rsidRPr="00300F17">
        <w:t>1 tööpäevalise etteteatamise tähtajaga</w:t>
      </w:r>
      <w:r w:rsidR="00A9542A" w:rsidRPr="00300F17">
        <w:t>;</w:t>
      </w:r>
      <w:r w:rsidR="00954F7C" w:rsidRPr="00300F17">
        <w:t xml:space="preserve"> </w:t>
      </w:r>
    </w:p>
    <w:p w14:paraId="521F8C8E" w14:textId="1F3825F7" w:rsidR="00232A57" w:rsidRPr="00300F17" w:rsidRDefault="008D7197" w:rsidP="00CB2362">
      <w:pPr>
        <w:pStyle w:val="ListParagraph"/>
        <w:numPr>
          <w:ilvl w:val="1"/>
          <w:numId w:val="22"/>
        </w:numPr>
        <w:jc w:val="both"/>
        <w:outlineLvl w:val="0"/>
      </w:pPr>
      <w:r w:rsidRPr="00300F17">
        <w:t>suuta</w:t>
      </w:r>
      <w:r w:rsidR="00232A57" w:rsidRPr="00300F17">
        <w:t xml:space="preserve"> vastu võt</w:t>
      </w:r>
      <w:r w:rsidRPr="00300F17">
        <w:t>t</w:t>
      </w:r>
      <w:r w:rsidR="00232A57" w:rsidRPr="00300F17">
        <w:t xml:space="preserve">a </w:t>
      </w:r>
      <w:r w:rsidR="008F1E11" w:rsidRPr="00300F17">
        <w:t>ulukitõrjevahend</w:t>
      </w:r>
      <w:r w:rsidR="00232A57" w:rsidRPr="00300F17">
        <w:t xml:space="preserve"> ja </w:t>
      </w:r>
      <w:r w:rsidR="008F1E11" w:rsidRPr="00300F17">
        <w:t>see</w:t>
      </w:r>
      <w:r w:rsidR="00232A57" w:rsidRPr="00300F17">
        <w:t xml:space="preserve"> maha</w:t>
      </w:r>
      <w:r w:rsidR="008F1E11" w:rsidRPr="00300F17">
        <w:t>/ümber</w:t>
      </w:r>
      <w:r w:rsidR="00232A57" w:rsidRPr="00300F17">
        <w:t xml:space="preserve"> </w:t>
      </w:r>
      <w:r w:rsidRPr="00300F17">
        <w:t xml:space="preserve">laadida </w:t>
      </w:r>
      <w:r w:rsidR="006C6309" w:rsidRPr="00300F17">
        <w:t>valdavalt tavapärasel tööajal ja kokkuleppel ka väljaspool seda;</w:t>
      </w:r>
      <w:r w:rsidR="008D6936" w:rsidRPr="00300F17">
        <w:t xml:space="preserve"> </w:t>
      </w:r>
    </w:p>
    <w:p w14:paraId="1F6015A1" w14:textId="79316253" w:rsidR="00232A57" w:rsidRPr="00300F17" w:rsidRDefault="00962707" w:rsidP="00CB2362">
      <w:pPr>
        <w:pStyle w:val="ListParagraph"/>
        <w:numPr>
          <w:ilvl w:val="1"/>
          <w:numId w:val="22"/>
        </w:numPr>
        <w:jc w:val="both"/>
        <w:outlineLvl w:val="0"/>
      </w:pPr>
      <w:r w:rsidRPr="00300F17">
        <w:t xml:space="preserve">tagada </w:t>
      </w:r>
      <w:r w:rsidR="008F1E11" w:rsidRPr="00300F17">
        <w:t xml:space="preserve">ulukitõrjevahendi </w:t>
      </w:r>
      <w:r w:rsidR="00232A57" w:rsidRPr="00300F17">
        <w:t xml:space="preserve">pakendite </w:t>
      </w:r>
      <w:r w:rsidR="008D7197" w:rsidRPr="00300F17">
        <w:t xml:space="preserve">koristamine </w:t>
      </w:r>
      <w:r w:rsidR="00232A57" w:rsidRPr="00300F17">
        <w:t xml:space="preserve">tööobjektidelt ning </w:t>
      </w:r>
      <w:r w:rsidR="008D7197" w:rsidRPr="00300F17">
        <w:t xml:space="preserve">tagastada </w:t>
      </w:r>
      <w:r w:rsidR="00232A57" w:rsidRPr="00300F17">
        <w:t>need tellijale;</w:t>
      </w:r>
    </w:p>
    <w:p w14:paraId="2E769B24" w14:textId="2C88178D" w:rsidR="00232A57" w:rsidRPr="00300F17" w:rsidRDefault="00232A57" w:rsidP="00CB2362">
      <w:pPr>
        <w:pStyle w:val="ListParagraph"/>
        <w:numPr>
          <w:ilvl w:val="1"/>
          <w:numId w:val="22"/>
        </w:numPr>
        <w:jc w:val="both"/>
        <w:outlineLvl w:val="0"/>
      </w:pPr>
      <w:r w:rsidRPr="00300F17">
        <w:t xml:space="preserve">tagada </w:t>
      </w:r>
      <w:r w:rsidR="00F87E14" w:rsidRPr="00300F17">
        <w:t>ulukitõrjevahendi töötlemiseelne nõuetekohane hoiustamine ja</w:t>
      </w:r>
      <w:r w:rsidR="008D7197" w:rsidRPr="00300F17">
        <w:t xml:space="preserve"> säilimine</w:t>
      </w:r>
      <w:r w:rsidRPr="00300F17">
        <w:t>;</w:t>
      </w:r>
    </w:p>
    <w:p w14:paraId="172A883A" w14:textId="63DBBCD8" w:rsidR="00232A57" w:rsidRPr="00300F17" w:rsidRDefault="00232A57" w:rsidP="00CB2362">
      <w:pPr>
        <w:pStyle w:val="ListParagraph"/>
        <w:numPr>
          <w:ilvl w:val="1"/>
          <w:numId w:val="22"/>
        </w:numPr>
        <w:jc w:val="both"/>
        <w:outlineLvl w:val="0"/>
      </w:pPr>
      <w:r w:rsidRPr="00300F17">
        <w:t>omada töövahendeid</w:t>
      </w:r>
      <w:r w:rsidR="008D7197" w:rsidRPr="00300F17">
        <w:t>:</w:t>
      </w:r>
      <w:r w:rsidR="001B25DC" w:rsidRPr="00300F17">
        <w:t xml:space="preserve"> </w:t>
      </w:r>
      <w:r w:rsidR="00F87E14" w:rsidRPr="00300F17">
        <w:t>selgprits, käsiprits</w:t>
      </w:r>
      <w:r w:rsidRPr="00300F17">
        <w:t>, kindad</w:t>
      </w:r>
      <w:r w:rsidR="008D7197" w:rsidRPr="00300F17">
        <w:t xml:space="preserve"> jms</w:t>
      </w:r>
      <w:r w:rsidRPr="00300F17">
        <w:t xml:space="preserve">. </w:t>
      </w:r>
    </w:p>
    <w:p w14:paraId="7DEE6956" w14:textId="03135B0D" w:rsidR="00BD490E" w:rsidRPr="00300F17" w:rsidRDefault="00233336" w:rsidP="00CB2362">
      <w:pPr>
        <w:pStyle w:val="ListParagraph"/>
        <w:numPr>
          <w:ilvl w:val="1"/>
          <w:numId w:val="22"/>
        </w:numPr>
        <w:jc w:val="both"/>
        <w:outlineLvl w:val="0"/>
      </w:pPr>
      <w:r w:rsidRPr="00300F17">
        <w:t xml:space="preserve">tagada </w:t>
      </w:r>
      <w:r w:rsidR="00CB3FDE" w:rsidRPr="00300F17">
        <w:t>ilmnenud</w:t>
      </w:r>
      <w:r w:rsidR="0014693E" w:rsidRPr="00300F17">
        <w:t xml:space="preserve"> ja teavitatud </w:t>
      </w:r>
      <w:r w:rsidR="002F6AF7" w:rsidRPr="00300F17">
        <w:t xml:space="preserve">kvaliteedivigade </w:t>
      </w:r>
      <w:r w:rsidR="00423883" w:rsidRPr="00300F17">
        <w:t>parandamine hiljemalt 7 kalendripäeva jooksul;</w:t>
      </w:r>
    </w:p>
    <w:p w14:paraId="55B8CBDF" w14:textId="17EADE14" w:rsidR="00232A57" w:rsidRPr="00300F17" w:rsidRDefault="00232A57" w:rsidP="00CB2362">
      <w:pPr>
        <w:pStyle w:val="ListParagraph"/>
        <w:numPr>
          <w:ilvl w:val="1"/>
          <w:numId w:val="22"/>
        </w:numPr>
        <w:jc w:val="both"/>
        <w:outlineLvl w:val="0"/>
      </w:pPr>
      <w:r w:rsidRPr="00300F17">
        <w:t xml:space="preserve">tagada </w:t>
      </w:r>
      <w:r w:rsidR="0049509F" w:rsidRPr="00300F17">
        <w:t>ulukitõrjevahendi</w:t>
      </w:r>
      <w:r w:rsidRPr="00300F17">
        <w:t xml:space="preserve"> transpordi ning eritehnika (käru, ATV jne) kasutamise võimekus, </w:t>
      </w:r>
      <w:r w:rsidR="008D7197" w:rsidRPr="00300F17">
        <w:t xml:space="preserve">viimaks </w:t>
      </w:r>
      <w:r w:rsidR="0049509F" w:rsidRPr="00300F17">
        <w:t xml:space="preserve">ulukitõrjevahendit tellija laost enda lattu ja </w:t>
      </w:r>
      <w:r w:rsidRPr="00300F17">
        <w:t>enda laost metsa tööobjektidele;</w:t>
      </w:r>
    </w:p>
    <w:p w14:paraId="2D7209B2" w14:textId="0D8AC1F6" w:rsidR="00232A57" w:rsidRPr="00300F17" w:rsidRDefault="00232A57" w:rsidP="00CB2362">
      <w:pPr>
        <w:pStyle w:val="ListParagraph"/>
        <w:numPr>
          <w:ilvl w:val="1"/>
          <w:numId w:val="22"/>
        </w:numPr>
        <w:jc w:val="both"/>
        <w:outlineLvl w:val="0"/>
      </w:pPr>
      <w:r w:rsidRPr="00300F17">
        <w:t xml:space="preserve">omada </w:t>
      </w:r>
      <w:r w:rsidR="0049509F" w:rsidRPr="00300F17">
        <w:t>ulukitõrjevahendi</w:t>
      </w:r>
      <w:r w:rsidRPr="00300F17">
        <w:t xml:space="preserve"> hoiustamise võimekust (</w:t>
      </w:r>
      <w:r w:rsidR="0049509F" w:rsidRPr="00300F17">
        <w:t>ulukitõrjevahendi</w:t>
      </w:r>
      <w:r w:rsidR="008D7197" w:rsidRPr="00300F17">
        <w:t xml:space="preserve"> ladu</w:t>
      </w:r>
      <w:r w:rsidRPr="00300F17">
        <w:t>)</w:t>
      </w:r>
      <w:r w:rsidR="00973074" w:rsidRPr="00300F17">
        <w:t xml:space="preserve"> metsakasvatuse piirkonna territooriumi sees</w:t>
      </w:r>
      <w:r w:rsidR="008D7197" w:rsidRPr="00300F17">
        <w:t xml:space="preserve">. </w:t>
      </w:r>
      <w:r w:rsidR="0049509F" w:rsidRPr="00300F17">
        <w:t>Ulukitõrjevahendi</w:t>
      </w:r>
      <w:r w:rsidR="008D7197" w:rsidRPr="00300F17">
        <w:t xml:space="preserve"> lao miinimumnõudeks on kuur, garaaž, telk vms. </w:t>
      </w:r>
      <w:r w:rsidR="0049509F" w:rsidRPr="00300F17">
        <w:t>Ulukitõrjevahendi</w:t>
      </w:r>
      <w:r w:rsidR="008D7197" w:rsidRPr="00300F17">
        <w:t xml:space="preserve"> lao ülesandeks on </w:t>
      </w:r>
      <w:r w:rsidR="0049509F" w:rsidRPr="00300F17">
        <w:t xml:space="preserve">sobiva temperatuuri </w:t>
      </w:r>
      <w:r w:rsidR="00F84859" w:rsidRPr="00300F17">
        <w:rPr>
          <w:rFonts w:eastAsia="Calibri"/>
          <w:kern w:val="3"/>
        </w:rPr>
        <w:t>0ºC kuni +30ºC</w:t>
      </w:r>
      <w:r w:rsidR="00F84859" w:rsidRPr="00300F17">
        <w:t xml:space="preserve"> </w:t>
      </w:r>
      <w:r w:rsidR="0049509F" w:rsidRPr="00300F17">
        <w:t xml:space="preserve">tagamine </w:t>
      </w:r>
      <w:r w:rsidR="008D7197" w:rsidRPr="00300F17">
        <w:t>ning varguse vältimise võimaluse tagamine;</w:t>
      </w:r>
    </w:p>
    <w:p w14:paraId="32580EAD" w14:textId="77777777" w:rsidR="00232A57" w:rsidRPr="00300F17" w:rsidRDefault="00232A57" w:rsidP="00CB2362">
      <w:pPr>
        <w:pStyle w:val="ListParagraph"/>
        <w:numPr>
          <w:ilvl w:val="1"/>
          <w:numId w:val="23"/>
        </w:numPr>
        <w:jc w:val="both"/>
        <w:outlineLvl w:val="0"/>
      </w:pPr>
      <w:r w:rsidRPr="00300F17">
        <w:t>edastada tellijale vähemalt igal nädalal ülevaade teostatud tööde mahtudest;</w:t>
      </w:r>
    </w:p>
    <w:p w14:paraId="7737C89A" w14:textId="77777777" w:rsidR="00232A57" w:rsidRPr="00300F17" w:rsidRDefault="00232A57" w:rsidP="00CB2362">
      <w:pPr>
        <w:pStyle w:val="ListParagraph"/>
        <w:numPr>
          <w:ilvl w:val="1"/>
          <w:numId w:val="23"/>
        </w:numPr>
        <w:jc w:val="both"/>
        <w:outlineLvl w:val="0"/>
      </w:pPr>
      <w:r w:rsidRPr="00300F17">
        <w:rPr>
          <w:bCs/>
        </w:rPr>
        <w:t>teha tellija nõudmisel proovitükke tööobjektidel, et tagada tööde kvaliteet</w:t>
      </w:r>
      <w:r w:rsidR="008D7197" w:rsidRPr="00300F17">
        <w:rPr>
          <w:bCs/>
        </w:rPr>
        <w:t>,</w:t>
      </w:r>
      <w:r w:rsidRPr="00300F17">
        <w:rPr>
          <w:bCs/>
        </w:rPr>
        <w:t xml:space="preserve"> ja  edastada proovitüki andmed ja tööde staatuseid tellijale elektrooniliselt kajastava riistvara ja tarkvara abil;</w:t>
      </w:r>
    </w:p>
    <w:p w14:paraId="3217C045" w14:textId="50217A00" w:rsidR="003F67EC" w:rsidRPr="00300F17" w:rsidRDefault="00962707" w:rsidP="00CB2362">
      <w:pPr>
        <w:pStyle w:val="ListParagraph"/>
        <w:numPr>
          <w:ilvl w:val="1"/>
          <w:numId w:val="23"/>
        </w:numPr>
        <w:jc w:val="both"/>
        <w:outlineLvl w:val="0"/>
      </w:pPr>
      <w:r w:rsidRPr="00300F17">
        <w:t xml:space="preserve">vallata </w:t>
      </w:r>
      <w:r w:rsidR="003F67EC" w:rsidRPr="00300F17">
        <w:t xml:space="preserve">eesti keelt ning </w:t>
      </w:r>
      <w:r w:rsidRPr="00300F17">
        <w:t xml:space="preserve">tagada </w:t>
      </w:r>
      <w:r w:rsidR="003F67EC" w:rsidRPr="00300F17">
        <w:t xml:space="preserve">tööde korraldamisel ja andmevahetusel </w:t>
      </w:r>
      <w:r w:rsidR="00676908" w:rsidRPr="00300F17">
        <w:t xml:space="preserve">töövõtja </w:t>
      </w:r>
      <w:r w:rsidR="003F67EC" w:rsidRPr="00300F17">
        <w:t xml:space="preserve"> ja </w:t>
      </w:r>
      <w:r w:rsidR="00676908" w:rsidRPr="00300F17">
        <w:t>t</w:t>
      </w:r>
      <w:r w:rsidR="003F67EC" w:rsidRPr="00300F17">
        <w:t>ellija suhtluskeelena eesti keel</w:t>
      </w:r>
      <w:r w:rsidR="00B10CB2" w:rsidRPr="00300F17">
        <w:t>.</w:t>
      </w:r>
    </w:p>
    <w:p w14:paraId="52DA3B73" w14:textId="77777777" w:rsidR="001B7168" w:rsidRPr="00300F17" w:rsidRDefault="00232A57" w:rsidP="00CB2362">
      <w:pPr>
        <w:pStyle w:val="ListParagraph"/>
        <w:numPr>
          <w:ilvl w:val="1"/>
          <w:numId w:val="23"/>
        </w:numPr>
        <w:jc w:val="both"/>
        <w:outlineLvl w:val="0"/>
      </w:pPr>
      <w:r w:rsidRPr="00300F17">
        <w:t xml:space="preserve">varustada vajadusel töötajad riistvaraga, millega on võimalik ja kohustuslik elektrooniliselt vastu võtta tellija poolt saadetavaid tööobjekti andmeid, kaardipilti ja mille abil on võimalik ja kohustuslik saata tellijale andmeid tehtud tööde osas, järgida töötamisel tööobjekti piire ja teostada muid tellija poolt antud tarkvara funktsioonides ettenähtud toiminguid. </w:t>
      </w:r>
    </w:p>
    <w:p w14:paraId="1F02D173" w14:textId="7751EC74" w:rsidR="001B7168" w:rsidRPr="00300F17" w:rsidRDefault="00870854" w:rsidP="6DD765FB">
      <w:pPr>
        <w:pStyle w:val="ListParagraph"/>
        <w:numPr>
          <w:ilvl w:val="1"/>
          <w:numId w:val="23"/>
        </w:numPr>
        <w:jc w:val="both"/>
        <w:outlineLvl w:val="0"/>
      </w:pPr>
      <w:r w:rsidRPr="00300F17">
        <w:t xml:space="preserve">saata tellija nõudmisel </w:t>
      </w:r>
      <w:r w:rsidR="003A2FDD" w:rsidRPr="00300F17">
        <w:t>tellija</w:t>
      </w:r>
      <w:r w:rsidR="00116A2B" w:rsidRPr="00300F17">
        <w:t>le tööde teostamise kohta</w:t>
      </w:r>
      <w:r w:rsidR="73AFEDA3" w:rsidRPr="00300F17">
        <w:t xml:space="preserve"> tellija poolt öeldud või </w:t>
      </w:r>
      <w:r w:rsidR="009E1AE3" w:rsidRPr="00300F17">
        <w:t>kasutamiseks</w:t>
      </w:r>
      <w:r w:rsidR="73AFEDA3" w:rsidRPr="00300F17">
        <w:t xml:space="preserve"> antud rakendusi kasutades</w:t>
      </w:r>
      <w:r w:rsidR="00116A2B" w:rsidRPr="00300F17">
        <w:t xml:space="preserve"> elektrooniline jälg</w:t>
      </w:r>
      <w:r w:rsidR="002F6727" w:rsidRPr="00300F17">
        <w:t xml:space="preserve"> ehk </w:t>
      </w:r>
      <w:r w:rsidR="002F6727" w:rsidRPr="00300F17">
        <w:rPr>
          <w:i/>
          <w:iCs/>
        </w:rPr>
        <w:t>GPS track</w:t>
      </w:r>
      <w:r w:rsidR="002F6727" w:rsidRPr="00300F17">
        <w:t xml:space="preserve">, mille abil on tuvastatav tööobjektil </w:t>
      </w:r>
      <w:r w:rsidR="00DD071F" w:rsidRPr="00300F17">
        <w:t xml:space="preserve">tööde teostamine vastavalt tellimusele. </w:t>
      </w:r>
    </w:p>
    <w:p w14:paraId="5437E883" w14:textId="42625EC3" w:rsidR="00232A57" w:rsidRPr="00300F17" w:rsidRDefault="00232A57" w:rsidP="00CB2362">
      <w:pPr>
        <w:pStyle w:val="ListParagraph"/>
        <w:numPr>
          <w:ilvl w:val="1"/>
          <w:numId w:val="23"/>
        </w:numPr>
        <w:jc w:val="both"/>
        <w:outlineLvl w:val="0"/>
      </w:pPr>
      <w:r w:rsidRPr="00300F17">
        <w:t>Tarkvara annab RMK töövõtjale tasuta kasutamiseks. Riistvara minimaalsed nõuded on:</w:t>
      </w:r>
    </w:p>
    <w:p w14:paraId="7FDFD46F" w14:textId="77777777" w:rsidR="00232A57" w:rsidRPr="00300F17" w:rsidRDefault="00232A57" w:rsidP="003443C7">
      <w:pPr>
        <w:numPr>
          <w:ilvl w:val="2"/>
          <w:numId w:val="6"/>
        </w:numPr>
        <w:jc w:val="both"/>
        <w:outlineLvl w:val="0"/>
      </w:pPr>
      <w:r w:rsidRPr="00300F17">
        <w:t xml:space="preserve"> puutetundlik nutitelefon või tahvelarvuti geopositsioneerimise võimalusega;</w:t>
      </w:r>
    </w:p>
    <w:p w14:paraId="48E5A747" w14:textId="77777777" w:rsidR="00232A57" w:rsidRPr="00300F17" w:rsidRDefault="00232A57" w:rsidP="003443C7">
      <w:pPr>
        <w:numPr>
          <w:ilvl w:val="2"/>
          <w:numId w:val="6"/>
        </w:numPr>
        <w:jc w:val="both"/>
        <w:outlineLvl w:val="0"/>
      </w:pPr>
      <w:r w:rsidRPr="00300F17">
        <w:t xml:space="preserve"> vähemalt operatsioonisüsteem Android </w:t>
      </w:r>
      <w:r w:rsidR="007D72A1" w:rsidRPr="00300F17">
        <w:t>6</w:t>
      </w:r>
      <w:r w:rsidRPr="00300F17">
        <w:t>.0;</w:t>
      </w:r>
    </w:p>
    <w:p w14:paraId="2D4F197F" w14:textId="77777777" w:rsidR="00CB2362" w:rsidRPr="00300F17" w:rsidRDefault="00232A57" w:rsidP="00CB2362">
      <w:pPr>
        <w:numPr>
          <w:ilvl w:val="2"/>
          <w:numId w:val="6"/>
        </w:numPr>
        <w:jc w:val="both"/>
        <w:outlineLvl w:val="0"/>
      </w:pPr>
      <w:r w:rsidRPr="00300F17">
        <w:t xml:space="preserve"> vähemalt 3G võrguühendus.</w:t>
      </w:r>
    </w:p>
    <w:p w14:paraId="4E91FAA6" w14:textId="77777777" w:rsidR="00CB2362" w:rsidRPr="00300F17" w:rsidRDefault="00232A57" w:rsidP="00CB2362">
      <w:pPr>
        <w:numPr>
          <w:ilvl w:val="1"/>
          <w:numId w:val="6"/>
        </w:numPr>
        <w:jc w:val="both"/>
        <w:outlineLvl w:val="0"/>
      </w:pPr>
      <w:r w:rsidRPr="00300F17">
        <w:t>varustada töötajad tarkvarade arenemisel ja riistvara nõu</w:t>
      </w:r>
      <w:r w:rsidR="00CB2362" w:rsidRPr="00300F17">
        <w:t xml:space="preserve">ete muutumisel lepinguperioodil </w:t>
      </w:r>
      <w:r w:rsidRPr="00300F17">
        <w:t xml:space="preserve">kaasaegse    tark- ja riistvaraga, konsulteerides </w:t>
      </w:r>
      <w:r w:rsidR="008D7197" w:rsidRPr="00300F17">
        <w:t xml:space="preserve">selle osas </w:t>
      </w:r>
      <w:r w:rsidRPr="00300F17">
        <w:t>RMK</w:t>
      </w:r>
      <w:r w:rsidR="004124C9" w:rsidRPr="00300F17">
        <w:t>-</w:t>
      </w:r>
      <w:r w:rsidRPr="00300F17">
        <w:t xml:space="preserve">ga; </w:t>
      </w:r>
    </w:p>
    <w:p w14:paraId="51498028" w14:textId="77777777" w:rsidR="00CB2362" w:rsidRPr="00300F17" w:rsidRDefault="008E0573" w:rsidP="00CB2362">
      <w:pPr>
        <w:numPr>
          <w:ilvl w:val="1"/>
          <w:numId w:val="6"/>
        </w:numPr>
        <w:jc w:val="both"/>
        <w:outlineLvl w:val="0"/>
      </w:pPr>
      <w:r w:rsidRPr="00300F17">
        <w:t>anda te</w:t>
      </w:r>
      <w:r w:rsidR="006B4646" w:rsidRPr="00300F17">
        <w:t>llija nõudmisel M</w:t>
      </w:r>
      <w:r w:rsidRPr="00300F17">
        <w:t>aksu- ja Tolliametile nõusolek t</w:t>
      </w:r>
      <w:r w:rsidR="006B4646" w:rsidRPr="00300F17">
        <w:t>öövõtjat puudutava maksusaladuse avaldamiseks makstavate maksude arvestamise ja tasumise õigsuse kontrollimiseks. Lepingu sõl</w:t>
      </w:r>
      <w:r w:rsidRPr="00300F17">
        <w:t>mimisega annab töövõtja t</w:t>
      </w:r>
      <w:r w:rsidR="006B4646" w:rsidRPr="00300F17">
        <w:t>ellijale nõusoleku Maksu- ja</w:t>
      </w:r>
      <w:r w:rsidR="00232A57" w:rsidRPr="00300F17">
        <w:t xml:space="preserve"> Tolliametile teabe esitamiseks;</w:t>
      </w:r>
    </w:p>
    <w:p w14:paraId="0BC64DCF" w14:textId="2B478DC0" w:rsidR="00477D81" w:rsidRPr="00300F17" w:rsidRDefault="007A25D9" w:rsidP="00477D81">
      <w:pPr>
        <w:numPr>
          <w:ilvl w:val="1"/>
          <w:numId w:val="6"/>
        </w:numPr>
        <w:jc w:val="both"/>
        <w:outlineLvl w:val="0"/>
      </w:pPr>
      <w:r w:rsidRPr="00300F17">
        <w:t xml:space="preserve">esitada lepingu sõlmimise hetkel tellijale </w:t>
      </w:r>
      <w:r w:rsidR="00F84859" w:rsidRPr="00300F17">
        <w:t>ulukitõrjevahendi lao</w:t>
      </w:r>
      <w:r w:rsidRPr="00300F17">
        <w:t xml:space="preserve"> asukoha koordinaadid ning kirjeldus. </w:t>
      </w:r>
    </w:p>
    <w:p w14:paraId="10E6BFE2" w14:textId="5FB65B5C" w:rsidR="00CB2362" w:rsidRPr="00300F17" w:rsidRDefault="000F68D4" w:rsidP="00CB2362">
      <w:pPr>
        <w:numPr>
          <w:ilvl w:val="1"/>
          <w:numId w:val="6"/>
        </w:numPr>
        <w:jc w:val="both"/>
        <w:outlineLvl w:val="0"/>
      </w:pPr>
      <w:r w:rsidRPr="000F68D4">
        <w:t>esitada Tellija nõudmisel Tellijale lepingu täitmisel osalevate alltöövõtjate</w:t>
      </w:r>
      <w:r w:rsidRPr="000F68D4" w:rsidDel="000F68D4">
        <w:t xml:space="preserve"> </w:t>
      </w:r>
      <w:r w:rsidR="00CD1D8D" w:rsidRPr="00300F17">
        <w:t>nimed, kontaktandmed ja teave nende seaduslike esindajate kohta, samuti esitada sama teave ka iga lisanduva alltöövõtja kohta, kes osaleb lepingu täitmisel ja kelle kohta pole tellijale lepingu täitmise alustamise ajaks teavet esitatud.</w:t>
      </w:r>
    </w:p>
    <w:p w14:paraId="079A0E3B" w14:textId="77777777" w:rsidR="004B6346" w:rsidRPr="00300F17" w:rsidRDefault="004B6346" w:rsidP="00CB2362">
      <w:pPr>
        <w:jc w:val="both"/>
        <w:outlineLvl w:val="0"/>
      </w:pPr>
    </w:p>
    <w:p w14:paraId="3C20AF4C" w14:textId="5DFB27F6" w:rsidR="00CB2362" w:rsidRPr="00300F17" w:rsidRDefault="00CD6383" w:rsidP="00CB2362">
      <w:pPr>
        <w:numPr>
          <w:ilvl w:val="0"/>
          <w:numId w:val="6"/>
        </w:numPr>
        <w:jc w:val="both"/>
        <w:outlineLvl w:val="0"/>
      </w:pPr>
      <w:r w:rsidRPr="00300F17">
        <w:rPr>
          <w:b/>
          <w:bCs/>
        </w:rPr>
        <w:t xml:space="preserve">Lepingu </w:t>
      </w:r>
      <w:r w:rsidR="00EE2CDF" w:rsidRPr="00300F17">
        <w:rPr>
          <w:b/>
          <w:bCs/>
        </w:rPr>
        <w:t>periood</w:t>
      </w:r>
      <w:r w:rsidR="00364FA3" w:rsidRPr="00300F17">
        <w:rPr>
          <w:b/>
          <w:bCs/>
        </w:rPr>
        <w:t xml:space="preserve"> ja lõppemine</w:t>
      </w:r>
    </w:p>
    <w:p w14:paraId="4CF1C37C" w14:textId="0551D4E7" w:rsidR="00CB2362" w:rsidRPr="00300F17" w:rsidRDefault="00CE0870" w:rsidP="00CB2362">
      <w:pPr>
        <w:numPr>
          <w:ilvl w:val="1"/>
          <w:numId w:val="6"/>
        </w:numPr>
        <w:jc w:val="both"/>
        <w:outlineLvl w:val="0"/>
      </w:pPr>
      <w:r w:rsidRPr="00300F17">
        <w:t>Leping</w:t>
      </w:r>
      <w:r w:rsidR="004C49EE" w:rsidRPr="00300F17">
        <w:t xml:space="preserve"> </w:t>
      </w:r>
      <w:r w:rsidR="006D45F2" w:rsidRPr="00300F17">
        <w:t>jõustub mõlema poole poolt allkirjastamisest ning kehtib kuni 15</w:t>
      </w:r>
      <w:r w:rsidR="006D45F2" w:rsidRPr="002B796D">
        <w:t>.01.202</w:t>
      </w:r>
      <w:r w:rsidR="009D488C" w:rsidRPr="002B796D">
        <w:t>6</w:t>
      </w:r>
      <w:r w:rsidR="004C49EE" w:rsidRPr="002B796D">
        <w:t xml:space="preserve"> </w:t>
      </w:r>
      <w:r w:rsidRPr="002B796D">
        <w:t>ja/või</w:t>
      </w:r>
      <w:r w:rsidRPr="00300F17">
        <w:t xml:space="preserve"> kõikide lepingulist</w:t>
      </w:r>
      <w:r w:rsidR="008E0573" w:rsidRPr="00300F17">
        <w:t>e kohustuste täitmiseni mõlema p</w:t>
      </w:r>
      <w:r w:rsidRPr="00300F17">
        <w:t>oole poolt.</w:t>
      </w:r>
    </w:p>
    <w:p w14:paraId="242E0549" w14:textId="12984E76" w:rsidR="00364FA3" w:rsidRPr="00300F17" w:rsidRDefault="00364FA3" w:rsidP="00CB2362">
      <w:pPr>
        <w:numPr>
          <w:ilvl w:val="1"/>
          <w:numId w:val="6"/>
        </w:numPr>
        <w:jc w:val="both"/>
        <w:outlineLvl w:val="0"/>
      </w:pPr>
      <w:r w:rsidRPr="00300F17">
        <w:t xml:space="preserve">Lepingu lõppemisel tuleb tagastada </w:t>
      </w:r>
      <w:r w:rsidR="00924D4D" w:rsidRPr="00300F17">
        <w:t xml:space="preserve">Tellija poolt üle antud </w:t>
      </w:r>
      <w:r w:rsidR="00F84859" w:rsidRPr="00300F17">
        <w:t xml:space="preserve">ja kasutamata jäänud </w:t>
      </w:r>
      <w:r w:rsidR="00A6513F" w:rsidRPr="00300F17">
        <w:t>ulukitõ</w:t>
      </w:r>
      <w:r w:rsidR="00F84859" w:rsidRPr="00300F17">
        <w:t>r</w:t>
      </w:r>
      <w:r w:rsidR="00A6513F" w:rsidRPr="00300F17">
        <w:t>jevahend</w:t>
      </w:r>
      <w:r w:rsidR="00F84859" w:rsidRPr="00300F17">
        <w:t xml:space="preserve"> ning </w:t>
      </w:r>
      <w:r w:rsidR="00924D4D" w:rsidRPr="00300F17">
        <w:t xml:space="preserve">muu vara. </w:t>
      </w:r>
    </w:p>
    <w:p w14:paraId="39F6F2C5" w14:textId="7717D59A" w:rsidR="00327C6D" w:rsidRDefault="00327C6D" w:rsidP="003443C7">
      <w:pPr>
        <w:tabs>
          <w:tab w:val="num" w:pos="709"/>
        </w:tabs>
        <w:jc w:val="both"/>
        <w:outlineLvl w:val="0"/>
      </w:pPr>
    </w:p>
    <w:p w14:paraId="0E71C4C1" w14:textId="77777777" w:rsidR="0037740E" w:rsidRDefault="0037740E" w:rsidP="003443C7">
      <w:pPr>
        <w:tabs>
          <w:tab w:val="num" w:pos="709"/>
        </w:tabs>
        <w:jc w:val="both"/>
        <w:outlineLvl w:val="0"/>
      </w:pPr>
    </w:p>
    <w:p w14:paraId="36B5471B" w14:textId="77777777" w:rsidR="0037740E" w:rsidRPr="00300F17" w:rsidRDefault="0037740E" w:rsidP="003443C7">
      <w:pPr>
        <w:tabs>
          <w:tab w:val="num" w:pos="709"/>
        </w:tabs>
        <w:jc w:val="both"/>
        <w:outlineLvl w:val="0"/>
      </w:pPr>
    </w:p>
    <w:p w14:paraId="51CC36BF" w14:textId="77777777" w:rsidR="00327C6D" w:rsidRPr="00300F17" w:rsidRDefault="00327C6D" w:rsidP="00CB2362">
      <w:pPr>
        <w:pStyle w:val="ListParagraph"/>
        <w:numPr>
          <w:ilvl w:val="0"/>
          <w:numId w:val="6"/>
        </w:numPr>
        <w:tabs>
          <w:tab w:val="num" w:pos="709"/>
        </w:tabs>
        <w:jc w:val="both"/>
        <w:outlineLvl w:val="0"/>
        <w:rPr>
          <w:b/>
        </w:rPr>
      </w:pPr>
      <w:r w:rsidRPr="00300F17">
        <w:rPr>
          <w:b/>
          <w:bCs/>
        </w:rPr>
        <w:lastRenderedPageBreak/>
        <w:t>Poolte esindajad ja kontaktandmed</w:t>
      </w:r>
    </w:p>
    <w:p w14:paraId="225D2CA8" w14:textId="77777777" w:rsidR="00327C6D" w:rsidRPr="00300F17" w:rsidRDefault="00327C6D" w:rsidP="00CB2362">
      <w:pPr>
        <w:pStyle w:val="Pealkiri21"/>
        <w:numPr>
          <w:ilvl w:val="1"/>
          <w:numId w:val="6"/>
        </w:numPr>
        <w:jc w:val="both"/>
        <w:rPr>
          <w:spacing w:val="0"/>
        </w:rPr>
      </w:pPr>
      <w:r w:rsidRPr="00300F17">
        <w:rPr>
          <w:spacing w:val="0"/>
        </w:rPr>
        <w:t xml:space="preserve">Tellija esindaja on RMK </w:t>
      </w:r>
      <w:r w:rsidRPr="00300F17">
        <w:rPr>
          <w:spacing w:val="0"/>
        </w:rPr>
        <w:fldChar w:fldCharType="begin"/>
      </w:r>
      <w:r w:rsidRPr="00300F17">
        <w:rPr>
          <w:spacing w:val="0"/>
        </w:rPr>
        <w:instrText xml:space="preserve"> MACROBUTTON  AcceptAllChangesInDoc [Sisesta ametinimetus] </w:instrText>
      </w:r>
      <w:r w:rsidRPr="00300F17">
        <w:rPr>
          <w:spacing w:val="0"/>
        </w:rPr>
        <w:fldChar w:fldCharType="end"/>
      </w:r>
      <w:r w:rsidRPr="00300F17">
        <w:rPr>
          <w:spacing w:val="0"/>
        </w:rPr>
        <w:fldChar w:fldCharType="begin"/>
      </w:r>
      <w:r w:rsidRPr="00300F17">
        <w:rPr>
          <w:spacing w:val="0"/>
        </w:rPr>
        <w:instrText xml:space="preserve"> MACROBUTTON  AcceptAllChangesInDoc [Sisesta eesnimi ja perekonnanimi] </w:instrText>
      </w:r>
      <w:r w:rsidRPr="00300F17">
        <w:rPr>
          <w:spacing w:val="0"/>
        </w:rPr>
        <w:fldChar w:fldCharType="end"/>
      </w:r>
      <w:r w:rsidRPr="00300F17">
        <w:rPr>
          <w:spacing w:val="0"/>
        </w:rPr>
        <w:t xml:space="preserve"> tel </w:t>
      </w:r>
      <w:r w:rsidRPr="00300F17">
        <w:rPr>
          <w:spacing w:val="0"/>
        </w:rPr>
        <w:fldChar w:fldCharType="begin"/>
      </w:r>
      <w:r w:rsidRPr="00300F17">
        <w:rPr>
          <w:spacing w:val="0"/>
        </w:rPr>
        <w:instrText xml:space="preserve"> MACROBUTTON  AcceptAllChangesInDoc [Sisesta number] </w:instrText>
      </w:r>
      <w:r w:rsidRPr="00300F17">
        <w:rPr>
          <w:spacing w:val="0"/>
        </w:rPr>
        <w:fldChar w:fldCharType="end"/>
      </w:r>
      <w:r w:rsidRPr="00300F17">
        <w:rPr>
          <w:spacing w:val="0"/>
        </w:rPr>
        <w:t xml:space="preserve">e-post </w:t>
      </w:r>
      <w:r w:rsidRPr="00300F17">
        <w:rPr>
          <w:spacing w:val="0"/>
        </w:rPr>
        <w:fldChar w:fldCharType="begin"/>
      </w:r>
      <w:r w:rsidRPr="00300F17">
        <w:rPr>
          <w:spacing w:val="0"/>
        </w:rPr>
        <w:instrText xml:space="preserve"> MACROBUTTON  AcceptAllChangesInDoc [Sisesta e-post] </w:instrText>
      </w:r>
      <w:r w:rsidRPr="00300F17">
        <w:rPr>
          <w:spacing w:val="0"/>
        </w:rPr>
        <w:fldChar w:fldCharType="end"/>
      </w:r>
    </w:p>
    <w:p w14:paraId="6B86F8C1" w14:textId="77777777" w:rsidR="00327C6D" w:rsidRPr="00300F17" w:rsidRDefault="00327C6D" w:rsidP="00CB2362">
      <w:pPr>
        <w:pStyle w:val="Pealkiri21"/>
        <w:numPr>
          <w:ilvl w:val="1"/>
          <w:numId w:val="6"/>
        </w:numPr>
        <w:jc w:val="both"/>
        <w:rPr>
          <w:spacing w:val="0"/>
        </w:rPr>
      </w:pPr>
      <w:r w:rsidRPr="00300F17">
        <w:rPr>
          <w:spacing w:val="0"/>
        </w:rPr>
        <w:t xml:space="preserve">Töövõtja esindaja on </w:t>
      </w:r>
      <w:r w:rsidRPr="00302C0E">
        <w:rPr>
          <w:spacing w:val="0"/>
          <w:highlight w:val="lightGray"/>
        </w:rPr>
        <w:fldChar w:fldCharType="begin"/>
      </w:r>
      <w:r w:rsidRPr="00302C0E">
        <w:rPr>
          <w:spacing w:val="0"/>
          <w:highlight w:val="lightGray"/>
        </w:rPr>
        <w:instrText xml:space="preserve"> MACROBUTTON  AcceptAllChangesInDoc [Sisesta ametinimetus] </w:instrText>
      </w:r>
      <w:r w:rsidRPr="00302C0E">
        <w:rPr>
          <w:spacing w:val="0"/>
          <w:highlight w:val="lightGray"/>
        </w:rPr>
        <w:fldChar w:fldCharType="end"/>
      </w:r>
      <w:r w:rsidRPr="00302C0E">
        <w:rPr>
          <w:spacing w:val="0"/>
          <w:highlight w:val="lightGray"/>
        </w:rPr>
        <w:fldChar w:fldCharType="begin"/>
      </w:r>
      <w:r w:rsidRPr="00302C0E">
        <w:rPr>
          <w:spacing w:val="0"/>
          <w:highlight w:val="lightGray"/>
        </w:rPr>
        <w:instrText xml:space="preserve"> MACROBUTTON  AcceptAllChangesInDoc [Sisesta eesnimi ja perekonnanimi] </w:instrText>
      </w:r>
      <w:r w:rsidRPr="00302C0E">
        <w:rPr>
          <w:spacing w:val="0"/>
          <w:highlight w:val="lightGray"/>
        </w:rPr>
        <w:fldChar w:fldCharType="end"/>
      </w:r>
      <w:r w:rsidRPr="00300F17">
        <w:rPr>
          <w:spacing w:val="0"/>
        </w:rPr>
        <w:t xml:space="preserve"> tel </w:t>
      </w:r>
      <w:r w:rsidRPr="00302C0E">
        <w:rPr>
          <w:spacing w:val="0"/>
          <w:highlight w:val="lightGray"/>
        </w:rPr>
        <w:fldChar w:fldCharType="begin"/>
      </w:r>
      <w:r w:rsidRPr="00302C0E">
        <w:rPr>
          <w:spacing w:val="0"/>
          <w:highlight w:val="lightGray"/>
        </w:rPr>
        <w:instrText xml:space="preserve"> MACROBUTTON  AcceptAllChangesInDoc [Sisesta number] </w:instrText>
      </w:r>
      <w:r w:rsidRPr="00302C0E">
        <w:rPr>
          <w:spacing w:val="0"/>
          <w:highlight w:val="lightGray"/>
        </w:rPr>
        <w:fldChar w:fldCharType="end"/>
      </w:r>
      <w:r w:rsidRPr="00300F17">
        <w:rPr>
          <w:spacing w:val="0"/>
        </w:rPr>
        <w:t xml:space="preserve">e-post </w:t>
      </w:r>
      <w:r w:rsidRPr="00302C0E">
        <w:rPr>
          <w:spacing w:val="0"/>
          <w:highlight w:val="lightGray"/>
        </w:rPr>
        <w:fldChar w:fldCharType="begin"/>
      </w:r>
      <w:r w:rsidRPr="00302C0E">
        <w:rPr>
          <w:spacing w:val="0"/>
          <w:highlight w:val="lightGray"/>
        </w:rPr>
        <w:instrText xml:space="preserve"> MACROBUTTON  AcceptAllChangesInDoc [Sisesta e-post] </w:instrText>
      </w:r>
      <w:r w:rsidRPr="00302C0E">
        <w:rPr>
          <w:spacing w:val="0"/>
          <w:highlight w:val="lightGray"/>
        </w:rPr>
        <w:fldChar w:fldCharType="end"/>
      </w:r>
    </w:p>
    <w:p w14:paraId="3401E825" w14:textId="77777777" w:rsidR="00232A57" w:rsidRPr="00300F17" w:rsidRDefault="00232A57" w:rsidP="003B024D">
      <w:pPr>
        <w:pStyle w:val="Pealkiri21"/>
        <w:numPr>
          <w:ilvl w:val="0"/>
          <w:numId w:val="0"/>
        </w:numPr>
        <w:jc w:val="both"/>
        <w:rPr>
          <w:spacing w:val="0"/>
        </w:rPr>
      </w:pPr>
    </w:p>
    <w:p w14:paraId="483399CD" w14:textId="1F426F3F" w:rsidR="00232A57" w:rsidRPr="00300F17" w:rsidRDefault="00232A57" w:rsidP="00CB2362">
      <w:pPr>
        <w:pStyle w:val="Pealkiri21"/>
        <w:numPr>
          <w:ilvl w:val="0"/>
          <w:numId w:val="6"/>
        </w:numPr>
        <w:jc w:val="both"/>
        <w:rPr>
          <w:b/>
          <w:bCs/>
          <w:spacing w:val="0"/>
        </w:rPr>
      </w:pPr>
      <w:r w:rsidRPr="00300F17">
        <w:rPr>
          <w:b/>
          <w:bCs/>
          <w:spacing w:val="0"/>
        </w:rPr>
        <w:t>Sanktsioonid</w:t>
      </w:r>
      <w:r w:rsidR="00EE2CDF" w:rsidRPr="00300F17">
        <w:rPr>
          <w:b/>
          <w:bCs/>
          <w:spacing w:val="0"/>
        </w:rPr>
        <w:t xml:space="preserve"> ja lepingu lõpetamine</w:t>
      </w:r>
    </w:p>
    <w:p w14:paraId="7EA01673" w14:textId="31FE019D" w:rsidR="00232A57" w:rsidRPr="00300F17" w:rsidRDefault="00232A57" w:rsidP="00CB2362">
      <w:pPr>
        <w:pStyle w:val="ListParagraph"/>
        <w:numPr>
          <w:ilvl w:val="1"/>
          <w:numId w:val="6"/>
        </w:numPr>
        <w:jc w:val="both"/>
        <w:outlineLvl w:val="0"/>
      </w:pPr>
      <w:r w:rsidRPr="00300F17">
        <w:t xml:space="preserve">Juhul, kui töövõtja </w:t>
      </w:r>
      <w:r w:rsidR="00451528" w:rsidRPr="00300F17">
        <w:t>on jätnud tööd</w:t>
      </w:r>
      <w:r w:rsidR="000240A3" w:rsidRPr="00300F17">
        <w:t>,</w:t>
      </w:r>
      <w:r w:rsidR="00451528" w:rsidRPr="00300F17">
        <w:t xml:space="preserve"> kas tervikuna või osaliselt teostamata, </w:t>
      </w:r>
      <w:r w:rsidR="009E1AE3" w:rsidRPr="00300F17">
        <w:t xml:space="preserve">jätab tellija tegemata tööde eest tasumata ning lisaks </w:t>
      </w:r>
      <w:r w:rsidRPr="00300F17">
        <w:t>on tellijal õigus nõuda leppetrahvi teostamata</w:t>
      </w:r>
      <w:r w:rsidR="00F84859" w:rsidRPr="00300F17">
        <w:t xml:space="preserve"> ulukitõrjetööde</w:t>
      </w:r>
      <w:r w:rsidRPr="00300F17">
        <w:t xml:space="preserve"> pindala </w:t>
      </w:r>
      <w:r w:rsidR="00872953" w:rsidRPr="00300F17">
        <w:t>tööde maksumuse</w:t>
      </w:r>
      <w:r w:rsidR="005074E6" w:rsidRPr="00300F17">
        <w:t>st 25%</w:t>
      </w:r>
      <w:r w:rsidR="00872953" w:rsidRPr="00300F17">
        <w:t xml:space="preserve"> </w:t>
      </w:r>
      <w:r w:rsidRPr="00300F17">
        <w:t>ulatuses</w:t>
      </w:r>
      <w:r w:rsidR="009B462C" w:rsidRPr="00300F17">
        <w:t>, mis leitakse</w:t>
      </w:r>
      <w:r w:rsidRPr="00300F17">
        <w:t xml:space="preserve"> vastava tööobjekti </w:t>
      </w:r>
      <w:r w:rsidR="00872953" w:rsidRPr="00300F17">
        <w:t>hinna alusel</w:t>
      </w:r>
      <w:r w:rsidRPr="00300F17">
        <w:t>.</w:t>
      </w:r>
      <w:r w:rsidR="00E338D3" w:rsidRPr="00300F17">
        <w:t xml:space="preserve"> Juhul, kui sama töö tellimine teistelt töövõtjalt on kallim, lisandub leppetrahvile töö teostamise tegeliku hinna ja </w:t>
      </w:r>
      <w:r w:rsidR="00EF7D2B" w:rsidRPr="00300F17">
        <w:t>leppetrahvi vahe summa</w:t>
      </w:r>
      <w:r w:rsidR="005074E6" w:rsidRPr="00300F17">
        <w:t xml:space="preserve"> (asendustäitmise kulu)</w:t>
      </w:r>
      <w:r w:rsidR="00EF7D2B" w:rsidRPr="00300F17">
        <w:t>.</w:t>
      </w:r>
    </w:p>
    <w:p w14:paraId="63F8CE80" w14:textId="77FDB394" w:rsidR="00D847C8" w:rsidRPr="00300F17" w:rsidRDefault="00232A57" w:rsidP="00CB2362">
      <w:pPr>
        <w:pStyle w:val="ListParagraph"/>
        <w:numPr>
          <w:ilvl w:val="1"/>
          <w:numId w:val="6"/>
        </w:numPr>
        <w:jc w:val="both"/>
        <w:outlineLvl w:val="0"/>
      </w:pPr>
      <w:r w:rsidRPr="00300F17">
        <w:t xml:space="preserve">Tellijal on õigus nõuda </w:t>
      </w:r>
      <w:r w:rsidR="00AC7AF0" w:rsidRPr="00300F17">
        <w:t>töövõtjalt</w:t>
      </w:r>
      <w:r w:rsidRPr="00300F17">
        <w:t xml:space="preserve"> </w:t>
      </w:r>
      <w:r w:rsidR="00F84859" w:rsidRPr="00300F17">
        <w:t>ulukitõrjevahendi</w:t>
      </w:r>
      <w:r w:rsidRPr="00300F17">
        <w:t xml:space="preserve"> </w:t>
      </w:r>
      <w:r w:rsidR="007757DA" w:rsidRPr="00300F17">
        <w:t>hüvitamist u</w:t>
      </w:r>
      <w:r w:rsidR="00F84859" w:rsidRPr="00300F17">
        <w:t xml:space="preserve">lukitõrjevahendi </w:t>
      </w:r>
      <w:r w:rsidRPr="00300F17">
        <w:t xml:space="preserve">RMK </w:t>
      </w:r>
      <w:r w:rsidR="00F84859" w:rsidRPr="00300F17">
        <w:t>sisseostuhinna</w:t>
      </w:r>
      <w:r w:rsidRPr="00300F17">
        <w:t xml:space="preserve"> </w:t>
      </w:r>
      <w:r w:rsidR="007A25D9" w:rsidRPr="00300F17">
        <w:t>kahekordse</w:t>
      </w:r>
      <w:r w:rsidR="00481793" w:rsidRPr="00300F17">
        <w:t xml:space="preserve"> </w:t>
      </w:r>
      <w:r w:rsidRPr="00300F17">
        <w:t xml:space="preserve">hinnakirja alusel juhul, kui </w:t>
      </w:r>
      <w:r w:rsidR="00931CCD" w:rsidRPr="00300F17">
        <w:t>töövõtja riisikol olev</w:t>
      </w:r>
      <w:r w:rsidR="006C6001" w:rsidRPr="00300F17">
        <w:t xml:space="preserve"> ulukitõrjevahend</w:t>
      </w:r>
      <w:r w:rsidRPr="00300F17">
        <w:t xml:space="preserve"> on </w:t>
      </w:r>
      <w:r w:rsidR="00CE3055" w:rsidRPr="00300F17">
        <w:t xml:space="preserve">kahjustunud, </w:t>
      </w:r>
      <w:r w:rsidR="007A25D9" w:rsidRPr="00300F17">
        <w:t>kadunud või varastatud.</w:t>
      </w:r>
    </w:p>
    <w:p w14:paraId="5E8A36D5" w14:textId="559D6AD4" w:rsidR="00232A57" w:rsidRPr="00300F17" w:rsidRDefault="00D847C8" w:rsidP="00CB2362">
      <w:pPr>
        <w:pStyle w:val="ListParagraph"/>
        <w:numPr>
          <w:ilvl w:val="1"/>
          <w:numId w:val="6"/>
        </w:numPr>
        <w:jc w:val="both"/>
        <w:outlineLvl w:val="0"/>
      </w:pPr>
      <w:r w:rsidRPr="00300F17">
        <w:t xml:space="preserve">Tellijal on õigus nõuda tähtaegselt teostamata </w:t>
      </w:r>
      <w:r w:rsidR="002C205E" w:rsidRPr="00300F17">
        <w:t xml:space="preserve">jäetud tööde eest leppetrahvi 1% hilinenud tööde maksumusest </w:t>
      </w:r>
      <w:r w:rsidR="00AA5027" w:rsidRPr="00300F17">
        <w:t>iga hilinetud kalendri</w:t>
      </w:r>
      <w:r w:rsidR="002C205E" w:rsidRPr="00300F17">
        <w:t>päeva</w:t>
      </w:r>
      <w:r w:rsidR="00AA5027" w:rsidRPr="00300F17">
        <w:t xml:space="preserve"> eest aga mitte rohkem kui 50% tööde hinnast. </w:t>
      </w:r>
      <w:r w:rsidR="002C205E" w:rsidRPr="00300F17">
        <w:t xml:space="preserve"> </w:t>
      </w:r>
      <w:r w:rsidR="007A25D9" w:rsidRPr="00300F17">
        <w:t xml:space="preserve"> </w:t>
      </w:r>
    </w:p>
    <w:p w14:paraId="59865308" w14:textId="5375FB09" w:rsidR="00EE2CDF" w:rsidRPr="00300F17" w:rsidRDefault="00EE2CDF" w:rsidP="00CB2362">
      <w:pPr>
        <w:pStyle w:val="ListParagraph"/>
        <w:numPr>
          <w:ilvl w:val="1"/>
          <w:numId w:val="6"/>
        </w:numPr>
        <w:jc w:val="both"/>
        <w:outlineLvl w:val="0"/>
      </w:pPr>
      <w:r w:rsidRPr="00300F17">
        <w:t xml:space="preserve">Tellija on õigus ühepoolselt tasaarveldada </w:t>
      </w:r>
      <w:r w:rsidR="00C822F1" w:rsidRPr="00300F17">
        <w:t xml:space="preserve">või kinni pidada </w:t>
      </w:r>
      <w:r w:rsidRPr="00300F17">
        <w:t xml:space="preserve">töövõtja </w:t>
      </w:r>
      <w:r w:rsidR="00C822F1" w:rsidRPr="00300F17">
        <w:t xml:space="preserve">töötasu arvelt mistahes </w:t>
      </w:r>
      <w:r w:rsidR="008A42E3" w:rsidRPr="00300F17">
        <w:t xml:space="preserve">tellija nõuded töövõtja suhtes, sh leppetrahvi nõuded, viivised ja muudest puudustest või lepingu rikkumisest tulenevad nõuded. </w:t>
      </w:r>
    </w:p>
    <w:p w14:paraId="300D055A" w14:textId="30AE165E" w:rsidR="005242E7" w:rsidRPr="00300F17" w:rsidRDefault="005242E7" w:rsidP="005242E7">
      <w:pPr>
        <w:pStyle w:val="ListParagraph"/>
        <w:numPr>
          <w:ilvl w:val="1"/>
          <w:numId w:val="6"/>
        </w:numPr>
        <w:jc w:val="both"/>
        <w:outlineLvl w:val="0"/>
      </w:pPr>
      <w:r w:rsidRPr="00300F17">
        <w:t xml:space="preserve">Tellijal on õigus </w:t>
      </w:r>
      <w:r w:rsidR="00001D02" w:rsidRPr="00300F17">
        <w:t>raam</w:t>
      </w:r>
      <w:r w:rsidRPr="00300F17">
        <w:t>leping ühepoolselt üles öelda järgmistel juhtudel:</w:t>
      </w:r>
    </w:p>
    <w:p w14:paraId="148EBCF3" w14:textId="44463554" w:rsidR="00535E26" w:rsidRPr="00300F17" w:rsidRDefault="005242E7" w:rsidP="000854E7">
      <w:pPr>
        <w:pStyle w:val="ListParagraph"/>
        <w:numPr>
          <w:ilvl w:val="2"/>
          <w:numId w:val="6"/>
        </w:numPr>
        <w:jc w:val="both"/>
        <w:outlineLvl w:val="0"/>
      </w:pPr>
      <w:r w:rsidRPr="00300F17">
        <w:t xml:space="preserve">Töövõtja ei suuda tähtaegselt täita temalt tellitud tööde mahtu; </w:t>
      </w:r>
    </w:p>
    <w:p w14:paraId="1F02D0DE" w14:textId="01E43314" w:rsidR="000854E7" w:rsidRPr="00300F17" w:rsidRDefault="000854E7" w:rsidP="000854E7">
      <w:pPr>
        <w:pStyle w:val="ListParagraph"/>
        <w:numPr>
          <w:ilvl w:val="2"/>
          <w:numId w:val="6"/>
        </w:numPr>
        <w:jc w:val="both"/>
        <w:outlineLvl w:val="0"/>
      </w:pPr>
      <w:r w:rsidRPr="00300F17">
        <w:t>Töövõtja teavitab Tellijat korduvalt tehtud töödest, mis on kas osaliselt või täielikult tegemata;</w:t>
      </w:r>
    </w:p>
    <w:p w14:paraId="6B3478F9" w14:textId="7A3DD720" w:rsidR="005242E7" w:rsidRPr="00300F17" w:rsidRDefault="005242E7" w:rsidP="00795BA0">
      <w:pPr>
        <w:pStyle w:val="ListParagraph"/>
        <w:numPr>
          <w:ilvl w:val="2"/>
          <w:numId w:val="6"/>
        </w:numPr>
        <w:jc w:val="both"/>
        <w:outlineLvl w:val="0"/>
      </w:pPr>
      <w:r w:rsidRPr="00300F17">
        <w:t>Töövõtja ei alusta töödega ettenähtud ajal</w:t>
      </w:r>
      <w:r w:rsidR="001B47AB" w:rsidRPr="00300F17">
        <w:t xml:space="preserve">, s.o </w:t>
      </w:r>
      <w:r w:rsidR="001B47AB" w:rsidRPr="00300F17">
        <w:rPr>
          <w:rStyle w:val="body-0020text-0020indent"/>
        </w:rPr>
        <w:t xml:space="preserve">7 kalendripäeva jooksul peale </w:t>
      </w:r>
      <w:r w:rsidR="006C6001" w:rsidRPr="00300F17">
        <w:rPr>
          <w:rStyle w:val="body-0020text-0020indent"/>
        </w:rPr>
        <w:t>ulukitõrjevahendi</w:t>
      </w:r>
      <w:r w:rsidR="001B47AB" w:rsidRPr="00300F17">
        <w:rPr>
          <w:rStyle w:val="body-0020text-0020indent"/>
        </w:rPr>
        <w:t xml:space="preserve"> kättesaamist ja tellija poolt tööde tellimuste esitamist</w:t>
      </w:r>
      <w:r w:rsidR="000854E7" w:rsidRPr="00300F17">
        <w:rPr>
          <w:rStyle w:val="body-0020text-0020indent"/>
        </w:rPr>
        <w:t xml:space="preserve"> v.a. juhul kui ilmastikutingimused ei võimalda ulukitõrjetööde tegemist</w:t>
      </w:r>
      <w:r w:rsidRPr="00300F17">
        <w:t>;</w:t>
      </w:r>
    </w:p>
    <w:p w14:paraId="5711E25D" w14:textId="77777777" w:rsidR="005242E7" w:rsidRPr="00300F17" w:rsidRDefault="005242E7" w:rsidP="00795BA0">
      <w:pPr>
        <w:pStyle w:val="ListParagraph"/>
        <w:numPr>
          <w:ilvl w:val="2"/>
          <w:numId w:val="6"/>
        </w:numPr>
        <w:jc w:val="both"/>
        <w:outlineLvl w:val="0"/>
      </w:pPr>
      <w:r w:rsidRPr="00300F17">
        <w:t xml:space="preserve">Töövõtja tööde kvaliteet ei ole piisav; </w:t>
      </w:r>
    </w:p>
    <w:p w14:paraId="6425F801" w14:textId="02FBF1F3" w:rsidR="005242E7" w:rsidRPr="00300F17" w:rsidRDefault="005242E7" w:rsidP="00795BA0">
      <w:pPr>
        <w:pStyle w:val="ListParagraph"/>
        <w:numPr>
          <w:ilvl w:val="2"/>
          <w:numId w:val="6"/>
        </w:numPr>
        <w:jc w:val="both"/>
        <w:outlineLvl w:val="0"/>
      </w:pPr>
      <w:r w:rsidRPr="00300F17">
        <w:t xml:space="preserve">Töövõtja tegevuse või tegevusetuse tagajärjel </w:t>
      </w:r>
      <w:r w:rsidR="006C6001" w:rsidRPr="00300F17">
        <w:t>ulukitõrjevahendi</w:t>
      </w:r>
      <w:r w:rsidRPr="00300F17">
        <w:t xml:space="preserve"> kvaliteet langeb;</w:t>
      </w:r>
    </w:p>
    <w:p w14:paraId="1FA81F9F" w14:textId="438F0414" w:rsidR="005242E7" w:rsidRPr="00300F17" w:rsidRDefault="005242E7" w:rsidP="00795BA0">
      <w:pPr>
        <w:pStyle w:val="ListParagraph"/>
        <w:numPr>
          <w:ilvl w:val="2"/>
          <w:numId w:val="6"/>
        </w:numPr>
        <w:jc w:val="both"/>
        <w:outlineLvl w:val="0"/>
      </w:pPr>
      <w:r w:rsidRPr="00300F17">
        <w:t xml:space="preserve">Töövõtja töötaja omastab või teeb katse omastada </w:t>
      </w:r>
      <w:r w:rsidR="006C6001" w:rsidRPr="00300F17">
        <w:t>ulukitõrjevahendit</w:t>
      </w:r>
      <w:r w:rsidRPr="00300F17">
        <w:t>;</w:t>
      </w:r>
    </w:p>
    <w:p w14:paraId="36E898F3" w14:textId="22F34465" w:rsidR="00EB00B1" w:rsidRPr="00300F17" w:rsidRDefault="00EB00B1" w:rsidP="00795BA0">
      <w:pPr>
        <w:pStyle w:val="ListParagraph"/>
        <w:numPr>
          <w:ilvl w:val="2"/>
          <w:numId w:val="6"/>
        </w:numPr>
        <w:jc w:val="both"/>
        <w:outlineLvl w:val="0"/>
      </w:pPr>
      <w:r w:rsidRPr="00300F17">
        <w:t xml:space="preserve">Töövõtja ei võta Lepingus ettenähtud ajal </w:t>
      </w:r>
      <w:r w:rsidR="006C6001" w:rsidRPr="00300F17">
        <w:t>ulukitõrjevahendit</w:t>
      </w:r>
      <w:r w:rsidRPr="00300F17">
        <w:t xml:space="preserve"> vastu</w:t>
      </w:r>
      <w:r w:rsidR="00954F7C" w:rsidRPr="00300F17">
        <w:t xml:space="preserve"> (p </w:t>
      </w:r>
      <w:r w:rsidR="009E1AE3" w:rsidRPr="00300F17">
        <w:t>9</w:t>
      </w:r>
      <w:r w:rsidR="00954F7C" w:rsidRPr="00300F17">
        <w:t>.1</w:t>
      </w:r>
      <w:r w:rsidR="00F87AE4" w:rsidRPr="00300F17">
        <w:t>3</w:t>
      </w:r>
      <w:r w:rsidR="00954F7C" w:rsidRPr="00300F17">
        <w:t>)</w:t>
      </w:r>
      <w:r w:rsidRPr="00300F17">
        <w:t>;</w:t>
      </w:r>
    </w:p>
    <w:p w14:paraId="375DC34F" w14:textId="7C11BF32" w:rsidR="00D32905" w:rsidRPr="00300F17" w:rsidRDefault="00D32905" w:rsidP="00795BA0">
      <w:pPr>
        <w:pStyle w:val="ListParagraph"/>
        <w:numPr>
          <w:ilvl w:val="2"/>
          <w:numId w:val="6"/>
        </w:numPr>
        <w:jc w:val="both"/>
        <w:outlineLvl w:val="0"/>
      </w:pPr>
      <w:r w:rsidRPr="00300F17">
        <w:t xml:space="preserve">Töövõtja riisikole </w:t>
      </w:r>
      <w:r w:rsidR="00B10CB2" w:rsidRPr="00300F17">
        <w:t xml:space="preserve">antud </w:t>
      </w:r>
      <w:r w:rsidRPr="00300F17">
        <w:t xml:space="preserve"> </w:t>
      </w:r>
      <w:r w:rsidR="006C6001" w:rsidRPr="00300F17">
        <w:t>ulukitõrjevahend</w:t>
      </w:r>
      <w:r w:rsidRPr="00300F17">
        <w:t xml:space="preserve"> on varastatud</w:t>
      </w:r>
      <w:r w:rsidR="004006AF" w:rsidRPr="00300F17">
        <w:t>;</w:t>
      </w:r>
    </w:p>
    <w:p w14:paraId="02B4E4E2" w14:textId="5ED1BA59" w:rsidR="005242E7" w:rsidRPr="00300F17" w:rsidRDefault="005242E7" w:rsidP="004006AF">
      <w:pPr>
        <w:pStyle w:val="ListParagraph"/>
        <w:numPr>
          <w:ilvl w:val="2"/>
          <w:numId w:val="6"/>
        </w:numPr>
        <w:jc w:val="both"/>
        <w:outlineLvl w:val="0"/>
      </w:pPr>
      <w:r w:rsidRPr="00300F17">
        <w:t xml:space="preserve">Töövõtja rikub </w:t>
      </w:r>
      <w:r w:rsidR="00D1692E" w:rsidRPr="00300F17">
        <w:t xml:space="preserve">oluliselt </w:t>
      </w:r>
      <w:r w:rsidRPr="00300F17">
        <w:t xml:space="preserve">lepingut mõjuva põhjuseta muul viisil. </w:t>
      </w:r>
    </w:p>
    <w:p w14:paraId="41F30A1F" w14:textId="0B7D7FAD" w:rsidR="007355E7" w:rsidRPr="00300F17" w:rsidRDefault="001B47AB" w:rsidP="001B47AB">
      <w:pPr>
        <w:pStyle w:val="ListParagraph"/>
        <w:numPr>
          <w:ilvl w:val="1"/>
          <w:numId w:val="6"/>
        </w:numPr>
        <w:jc w:val="both"/>
        <w:outlineLvl w:val="0"/>
      </w:pPr>
      <w:r w:rsidRPr="00300F17">
        <w:t xml:space="preserve">Hankijal on õigus öelda Leping üles ilma täiendava tähtaja andmiseta punktis </w:t>
      </w:r>
      <w:r w:rsidR="009E1AE3" w:rsidRPr="00300F17">
        <w:t>12</w:t>
      </w:r>
      <w:r w:rsidRPr="00300F17">
        <w:t>.5.2</w:t>
      </w:r>
      <w:r w:rsidR="000854E7" w:rsidRPr="00300F17">
        <w:t xml:space="preserve">, </w:t>
      </w:r>
      <w:r w:rsidR="009E1AE3" w:rsidRPr="00300F17">
        <w:t>12</w:t>
      </w:r>
      <w:r w:rsidR="000854E7" w:rsidRPr="00300F17">
        <w:t>.5.3</w:t>
      </w:r>
      <w:r w:rsidRPr="00300F17">
        <w:t xml:space="preserve"> ja </w:t>
      </w:r>
      <w:r w:rsidR="009E1AE3" w:rsidRPr="00300F17">
        <w:t>12</w:t>
      </w:r>
      <w:r w:rsidRPr="00300F17">
        <w:t>.5.</w:t>
      </w:r>
      <w:r w:rsidR="000854E7" w:rsidRPr="00300F17">
        <w:t>8</w:t>
      </w:r>
      <w:r w:rsidR="00983CDE" w:rsidRPr="00300F17">
        <w:t xml:space="preserve">, </w:t>
      </w:r>
      <w:r w:rsidR="009E1AE3" w:rsidRPr="00300F17">
        <w:t>12</w:t>
      </w:r>
      <w:r w:rsidR="00983CDE" w:rsidRPr="00300F17">
        <w:t>.5.</w:t>
      </w:r>
      <w:r w:rsidR="000854E7" w:rsidRPr="00300F17">
        <w:t>9</w:t>
      </w:r>
      <w:r w:rsidRPr="00300F17">
        <w:t xml:space="preserve"> kirjeldatud rikkumise korral. </w:t>
      </w:r>
      <w:r w:rsidR="00232A57" w:rsidRPr="00300F17">
        <w:t xml:space="preserve">Juhul, kui töövõtja ei täida lepinguga talle pandud mistahes </w:t>
      </w:r>
      <w:r w:rsidRPr="00300F17">
        <w:t xml:space="preserve">muud </w:t>
      </w:r>
      <w:r w:rsidR="00232A57" w:rsidRPr="00300F17">
        <w:t>kohust</w:t>
      </w:r>
      <w:r w:rsidR="006304C3" w:rsidRPr="00300F17">
        <w:t xml:space="preserve"> (sh </w:t>
      </w:r>
      <w:r w:rsidR="00232A57" w:rsidRPr="00300F17">
        <w:t>mille sanktsioone ei ole eraldi välja toodud</w:t>
      </w:r>
      <w:r w:rsidR="006304C3" w:rsidRPr="00300F17">
        <w:t>)</w:t>
      </w:r>
      <w:r w:rsidR="00232A57" w:rsidRPr="00300F17">
        <w:t>,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2EE4E26A" w14:textId="66801891" w:rsidR="00A64A9E" w:rsidRPr="00300F17" w:rsidRDefault="00232A57" w:rsidP="00CB2362">
      <w:pPr>
        <w:pStyle w:val="ListParagraph"/>
        <w:numPr>
          <w:ilvl w:val="1"/>
          <w:numId w:val="6"/>
        </w:numPr>
        <w:jc w:val="both"/>
        <w:outlineLvl w:val="0"/>
      </w:pPr>
      <w:r w:rsidRPr="00300F17">
        <w:t>Juhul, kui tellija on korduvalt kasutanud töövõtja osas sanktsioone, on tellijal õigus leping ühepoolselt ilma etteteatamise tähtajata üles öelda</w:t>
      </w:r>
      <w:r w:rsidR="00174C1A" w:rsidRPr="00300F17">
        <w:t xml:space="preserve"> olenemata rikkumisest. </w:t>
      </w:r>
    </w:p>
    <w:p w14:paraId="71FF4EE8" w14:textId="77777777" w:rsidR="003D38B7" w:rsidRPr="00300F17" w:rsidRDefault="003D38B7" w:rsidP="003D38B7">
      <w:pPr>
        <w:pStyle w:val="ListParagraph"/>
        <w:numPr>
          <w:ilvl w:val="1"/>
          <w:numId w:val="6"/>
        </w:numPr>
        <w:tabs>
          <w:tab w:val="clear" w:pos="561"/>
        </w:tabs>
        <w:jc w:val="both"/>
        <w:outlineLvl w:val="0"/>
      </w:pPr>
      <w:r w:rsidRPr="00300F17">
        <w:t xml:space="preserve">Juhul, kui tellija viivitab põhjendamatult töövõtja poolt esitatud arve tasumisega, on töövõtjal õigus nõuda viivist 0,15% viivitatud summast päevas iga tasumisega viivitatud päeva eest. </w:t>
      </w:r>
    </w:p>
    <w:p w14:paraId="70D45E2D" w14:textId="77777777" w:rsidR="00327C6D" w:rsidRPr="00300F17" w:rsidRDefault="00327C6D" w:rsidP="003443C7">
      <w:pPr>
        <w:tabs>
          <w:tab w:val="num" w:pos="709"/>
        </w:tabs>
        <w:ind w:left="142"/>
        <w:jc w:val="both"/>
        <w:outlineLvl w:val="0"/>
      </w:pPr>
    </w:p>
    <w:p w14:paraId="1E2DC562" w14:textId="77777777" w:rsidR="00327C6D" w:rsidRPr="00300F17" w:rsidRDefault="00327C6D" w:rsidP="00CB2362">
      <w:pPr>
        <w:pStyle w:val="ListParagraph"/>
        <w:numPr>
          <w:ilvl w:val="0"/>
          <w:numId w:val="6"/>
        </w:numPr>
        <w:jc w:val="both"/>
        <w:outlineLvl w:val="0"/>
        <w:rPr>
          <w:b/>
        </w:rPr>
      </w:pPr>
      <w:r w:rsidRPr="00300F17">
        <w:rPr>
          <w:b/>
          <w:bCs/>
        </w:rPr>
        <w:t>Teadete edastamine</w:t>
      </w:r>
    </w:p>
    <w:p w14:paraId="5CF9FCC4" w14:textId="77777777" w:rsidR="00327C6D" w:rsidRPr="00300F17" w:rsidRDefault="00327C6D" w:rsidP="00CB2362">
      <w:pPr>
        <w:pStyle w:val="ListParagraph"/>
        <w:numPr>
          <w:ilvl w:val="1"/>
          <w:numId w:val="6"/>
        </w:numPr>
        <w:jc w:val="both"/>
        <w:outlineLvl w:val="0"/>
        <w:rPr>
          <w:b/>
        </w:rPr>
      </w:pPr>
      <w:r w:rsidRPr="00300F17">
        <w:t>Lepinguga seotud teated edastatakse telefoni teel või e-kirja teel poole lepingus märgitud e-posti aadressile. Kontaktandmete muutusest on pool kohustatud koheselt informeerima teist poolt.</w:t>
      </w:r>
    </w:p>
    <w:p w14:paraId="7D62E5EF" w14:textId="77777777" w:rsidR="00327C6D" w:rsidRPr="00300F17" w:rsidRDefault="00327C6D" w:rsidP="00CB2362">
      <w:pPr>
        <w:pStyle w:val="ListParagraph"/>
        <w:numPr>
          <w:ilvl w:val="1"/>
          <w:numId w:val="6"/>
        </w:numPr>
        <w:suppressAutoHyphens/>
        <w:jc w:val="both"/>
      </w:pPr>
      <w:r w:rsidRPr="00300F17">
        <w:t>E-kirja teel edastatud teated peetakse kättesaaduks alates teate edastamisele järgnevast tööpäevast.</w:t>
      </w:r>
    </w:p>
    <w:p w14:paraId="561BEFE5" w14:textId="77777777" w:rsidR="00CD6383" w:rsidRPr="00300F17" w:rsidRDefault="00327C6D" w:rsidP="00CB2362">
      <w:pPr>
        <w:pStyle w:val="ListParagraph"/>
        <w:numPr>
          <w:ilvl w:val="1"/>
          <w:numId w:val="6"/>
        </w:numPr>
        <w:suppressAutoHyphens/>
        <w:jc w:val="both"/>
        <w:outlineLvl w:val="0"/>
      </w:pPr>
      <w:r w:rsidRPr="00300F17">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1C92FC0" w14:textId="77777777" w:rsidR="009E1AE3" w:rsidRPr="00300F17" w:rsidRDefault="009E1AE3" w:rsidP="00CB2362">
      <w:pPr>
        <w:pStyle w:val="ListParagraph"/>
        <w:suppressAutoHyphens/>
        <w:ind w:left="0"/>
        <w:jc w:val="both"/>
        <w:outlineLvl w:val="0"/>
      </w:pPr>
    </w:p>
    <w:p w14:paraId="06FD15B4" w14:textId="77777777" w:rsidR="00CD6383" w:rsidRPr="00300F17" w:rsidRDefault="0029123C" w:rsidP="00CB2362">
      <w:pPr>
        <w:pStyle w:val="ListParagraph"/>
        <w:numPr>
          <w:ilvl w:val="0"/>
          <w:numId w:val="6"/>
        </w:numPr>
        <w:tabs>
          <w:tab w:val="num" w:pos="720"/>
        </w:tabs>
        <w:jc w:val="both"/>
        <w:outlineLvl w:val="0"/>
        <w:rPr>
          <w:b/>
        </w:rPr>
      </w:pPr>
      <w:r w:rsidRPr="00300F17">
        <w:rPr>
          <w:b/>
          <w:bCs/>
        </w:rPr>
        <w:lastRenderedPageBreak/>
        <w:t>Lõppsätted</w:t>
      </w:r>
      <w:r w:rsidR="00CD6383" w:rsidRPr="00300F17">
        <w:rPr>
          <w:b/>
          <w:bCs/>
        </w:rPr>
        <w:t xml:space="preserve"> </w:t>
      </w:r>
    </w:p>
    <w:p w14:paraId="5180D139" w14:textId="1619A04C" w:rsidR="003B024D" w:rsidRPr="00300F17" w:rsidRDefault="00986E16" w:rsidP="003443C7">
      <w:pPr>
        <w:jc w:val="both"/>
        <w:outlineLvl w:val="0"/>
        <w:rPr>
          <w:b/>
        </w:rPr>
      </w:pPr>
      <w:r w:rsidRPr="00300F17">
        <w:t xml:space="preserve">Pooled kohustuvad hoidma </w:t>
      </w:r>
      <w:r w:rsidR="008E0573" w:rsidRPr="00300F17">
        <w:t>konfidentsiaalsena kõik seoses l</w:t>
      </w:r>
      <w:r w:rsidRPr="00300F17">
        <w:t>epingu täitmisega teatavaks saanud isikuandmed, samuti usalduslikud ning ärisaladuseks peetavad andmed.</w:t>
      </w:r>
      <w:r w:rsidR="004C46DA" w:rsidRPr="00300F17">
        <w:t xml:space="preserve"> Konfidentsiaalsus</w:t>
      </w:r>
      <w:r w:rsidR="00107177" w:rsidRPr="00300F17">
        <w:softHyphen/>
      </w:r>
      <w:r w:rsidR="004C46DA" w:rsidRPr="00300F17">
        <w:t>kohustus kehtib ka peale lepingu lõppemist või lõpetamist</w:t>
      </w:r>
      <w:r w:rsidR="006E0AAE" w:rsidRPr="00300F17">
        <w:t xml:space="preserve"> </w:t>
      </w:r>
      <w:r w:rsidR="00092FF0" w:rsidRPr="00300F17">
        <w:t>5 aasta jooksul</w:t>
      </w:r>
      <w:r w:rsidR="006E0AAE" w:rsidRPr="00300F17">
        <w:t xml:space="preserve">. </w:t>
      </w:r>
    </w:p>
    <w:p w14:paraId="55E7499A" w14:textId="77777777" w:rsidR="00D3076A" w:rsidRDefault="00D3076A" w:rsidP="003443C7">
      <w:pPr>
        <w:jc w:val="both"/>
        <w:outlineLvl w:val="0"/>
        <w:rPr>
          <w:b/>
        </w:rPr>
      </w:pPr>
    </w:p>
    <w:p w14:paraId="51878968" w14:textId="77777777" w:rsidR="009B53FF" w:rsidRPr="00300F17" w:rsidRDefault="009B53FF" w:rsidP="003443C7">
      <w:pPr>
        <w:jc w:val="both"/>
        <w:outlineLvl w:val="0"/>
        <w:rPr>
          <w:b/>
        </w:rPr>
      </w:pPr>
    </w:p>
    <w:p w14:paraId="24FF873E" w14:textId="77777777" w:rsidR="00CD6383" w:rsidRPr="00300F17" w:rsidRDefault="0029123C" w:rsidP="003443C7">
      <w:pPr>
        <w:jc w:val="both"/>
        <w:outlineLvl w:val="0"/>
        <w:rPr>
          <w:b/>
        </w:rPr>
      </w:pPr>
      <w:r w:rsidRPr="00300F17">
        <w:rPr>
          <w:b/>
        </w:rPr>
        <w:t>Poolte andmed ja allkirjad</w:t>
      </w:r>
    </w:p>
    <w:p w14:paraId="79F41762" w14:textId="77777777" w:rsidR="0029123C" w:rsidRPr="00300F17" w:rsidRDefault="0029123C" w:rsidP="003443C7">
      <w:pPr>
        <w:jc w:val="both"/>
        <w:outlineLvl w:val="0"/>
        <w:rPr>
          <w:b/>
        </w:rPr>
      </w:pPr>
    </w:p>
    <w:p w14:paraId="2431FDD8" w14:textId="77777777" w:rsidR="0029123C" w:rsidRPr="00300F17" w:rsidRDefault="0029123C" w:rsidP="003443C7">
      <w:pPr>
        <w:jc w:val="both"/>
        <w:outlineLvl w:val="0"/>
        <w:rPr>
          <w:b/>
        </w:rPr>
      </w:pPr>
    </w:p>
    <w:p w14:paraId="2CE40908" w14:textId="77777777" w:rsidR="002106F3" w:rsidRPr="00300F17" w:rsidRDefault="004C49EE" w:rsidP="003443C7">
      <w:pPr>
        <w:pStyle w:val="Heading1"/>
        <w:tabs>
          <w:tab w:val="left" w:pos="4395"/>
        </w:tabs>
        <w:spacing w:before="0" w:after="0"/>
        <w:jc w:val="both"/>
        <w:rPr>
          <w:rFonts w:ascii="Times New Roman" w:hAnsi="Times New Roman" w:cs="Times New Roman"/>
          <w:b w:val="0"/>
          <w:bCs w:val="0"/>
          <w:kern w:val="0"/>
          <w:sz w:val="24"/>
          <w:szCs w:val="24"/>
          <w:lang w:eastAsia="en-US"/>
        </w:rPr>
      </w:pPr>
      <w:r w:rsidRPr="00300F17">
        <w:rPr>
          <w:rFonts w:ascii="Times New Roman" w:hAnsi="Times New Roman" w:cs="Times New Roman"/>
          <w:bCs w:val="0"/>
          <w:kern w:val="0"/>
          <w:sz w:val="24"/>
          <w:szCs w:val="24"/>
          <w:lang w:eastAsia="en-US"/>
        </w:rPr>
        <w:t>Tellija</w:t>
      </w:r>
      <w:r w:rsidRPr="00300F17">
        <w:rPr>
          <w:rFonts w:ascii="Times New Roman" w:hAnsi="Times New Roman" w:cs="Times New Roman"/>
          <w:b w:val="0"/>
          <w:bCs w:val="0"/>
          <w:kern w:val="0"/>
          <w:sz w:val="24"/>
          <w:szCs w:val="24"/>
          <w:lang w:eastAsia="en-US"/>
        </w:rPr>
        <w:tab/>
      </w:r>
      <w:r w:rsidR="002106F3" w:rsidRPr="00300F17">
        <w:rPr>
          <w:rFonts w:ascii="Times New Roman" w:hAnsi="Times New Roman" w:cs="Times New Roman"/>
          <w:bCs w:val="0"/>
          <w:kern w:val="0"/>
          <w:sz w:val="24"/>
          <w:szCs w:val="24"/>
          <w:lang w:eastAsia="en-US"/>
        </w:rPr>
        <w:t>Töövõtja</w:t>
      </w:r>
    </w:p>
    <w:p w14:paraId="433B4F46" w14:textId="77777777" w:rsidR="002106F3" w:rsidRPr="00300F17" w:rsidRDefault="002106F3" w:rsidP="003443C7">
      <w:pPr>
        <w:jc w:val="both"/>
        <w:outlineLvl w:val="0"/>
      </w:pPr>
    </w:p>
    <w:tbl>
      <w:tblPr>
        <w:tblStyle w:val="TableGrid"/>
        <w:tblW w:w="8634" w:type="dxa"/>
        <w:tblLook w:val="04A0" w:firstRow="1" w:lastRow="0" w:firstColumn="1" w:lastColumn="0" w:noHBand="0" w:noVBand="1"/>
      </w:tblPr>
      <w:tblGrid>
        <w:gridCol w:w="4317"/>
        <w:gridCol w:w="78"/>
        <w:gridCol w:w="3388"/>
        <w:gridCol w:w="851"/>
      </w:tblGrid>
      <w:tr w:rsidR="009E1AE3" w:rsidRPr="00300F17" w14:paraId="65C9B5A3" w14:textId="77777777" w:rsidTr="002761F8">
        <w:tc>
          <w:tcPr>
            <w:tcW w:w="4317" w:type="dxa"/>
            <w:tcBorders>
              <w:top w:val="nil"/>
              <w:left w:val="nil"/>
              <w:bottom w:val="nil"/>
              <w:right w:val="nil"/>
            </w:tcBorders>
          </w:tcPr>
          <w:p w14:paraId="555D0253" w14:textId="77777777" w:rsidR="002106F3" w:rsidRPr="00300F17" w:rsidRDefault="002106F3" w:rsidP="003443C7">
            <w:pPr>
              <w:jc w:val="both"/>
              <w:outlineLvl w:val="0"/>
              <w:rPr>
                <w:lang w:eastAsia="en-US"/>
              </w:rPr>
            </w:pPr>
            <w:r w:rsidRPr="00300F17">
              <w:rPr>
                <w:lang w:eastAsia="en-US"/>
              </w:rPr>
              <w:t>Riigimetsa Majandamise Keskus</w:t>
            </w:r>
          </w:p>
        </w:tc>
        <w:tc>
          <w:tcPr>
            <w:tcW w:w="4317" w:type="dxa"/>
            <w:gridSpan w:val="3"/>
            <w:tcBorders>
              <w:top w:val="nil"/>
              <w:left w:val="nil"/>
              <w:bottom w:val="nil"/>
              <w:right w:val="nil"/>
            </w:tcBorders>
          </w:tcPr>
          <w:p w14:paraId="6C2F1872" w14:textId="77777777" w:rsidR="002106F3" w:rsidRPr="00300F17" w:rsidRDefault="004A4BC8" w:rsidP="003443C7">
            <w:pPr>
              <w:jc w:val="both"/>
              <w:outlineLvl w:val="0"/>
              <w:rPr>
                <w:lang w:eastAsia="en-US"/>
              </w:rPr>
            </w:pPr>
            <w:r w:rsidRPr="00302C0E">
              <w:rPr>
                <w:highlight w:val="lightGray"/>
              </w:rPr>
              <w:fldChar w:fldCharType="begin"/>
            </w:r>
            <w:r w:rsidRPr="00302C0E">
              <w:rPr>
                <w:highlight w:val="lightGray"/>
                <w:lang w:eastAsia="en-US"/>
              </w:rPr>
              <w:instrText xml:space="preserve"> MACROBUTTON  AcceptAllChangesInDocAndStopTracking [Sisesta juriidilise isiku või FIE nimi] </w:instrText>
            </w:r>
            <w:r w:rsidRPr="00302C0E">
              <w:rPr>
                <w:highlight w:val="lightGray"/>
              </w:rPr>
              <w:fldChar w:fldCharType="end"/>
            </w:r>
          </w:p>
        </w:tc>
      </w:tr>
      <w:tr w:rsidR="009E1AE3" w:rsidRPr="00300F17" w14:paraId="2BDDD8B1" w14:textId="77777777" w:rsidTr="002761F8">
        <w:tc>
          <w:tcPr>
            <w:tcW w:w="4317" w:type="dxa"/>
            <w:tcBorders>
              <w:top w:val="nil"/>
              <w:left w:val="nil"/>
              <w:bottom w:val="nil"/>
              <w:right w:val="nil"/>
            </w:tcBorders>
          </w:tcPr>
          <w:p w14:paraId="064A2189" w14:textId="77777777" w:rsidR="002106F3" w:rsidRPr="00300F17" w:rsidRDefault="0029123C" w:rsidP="003443C7">
            <w:pPr>
              <w:jc w:val="both"/>
              <w:outlineLvl w:val="0"/>
              <w:rPr>
                <w:lang w:eastAsia="en-US"/>
              </w:rPr>
            </w:pPr>
            <w:r w:rsidRPr="00300F17">
              <w:rPr>
                <w:lang w:eastAsia="en-US"/>
              </w:rPr>
              <w:t>Registrikood 70004459</w:t>
            </w:r>
            <w:r w:rsidRPr="00300F17">
              <w:rPr>
                <w:lang w:eastAsia="en-US"/>
              </w:rPr>
              <w:tab/>
            </w:r>
            <w:r w:rsidR="002106F3" w:rsidRPr="00300F17">
              <w:rPr>
                <w:lang w:eastAsia="en-US"/>
              </w:rPr>
              <w:tab/>
            </w:r>
          </w:p>
        </w:tc>
        <w:tc>
          <w:tcPr>
            <w:tcW w:w="4317" w:type="dxa"/>
            <w:gridSpan w:val="3"/>
            <w:tcBorders>
              <w:top w:val="nil"/>
              <w:left w:val="nil"/>
              <w:bottom w:val="nil"/>
              <w:right w:val="nil"/>
            </w:tcBorders>
          </w:tcPr>
          <w:p w14:paraId="64F526C9" w14:textId="77777777" w:rsidR="0029123C" w:rsidRPr="00300F17" w:rsidRDefault="0029123C" w:rsidP="003443C7">
            <w:pPr>
              <w:jc w:val="both"/>
              <w:outlineLvl w:val="0"/>
              <w:rPr>
                <w:lang w:eastAsia="en-US"/>
              </w:rPr>
            </w:pPr>
            <w:r w:rsidRPr="00300F17">
              <w:rPr>
                <w:lang w:eastAsia="en-US"/>
              </w:rPr>
              <w:t xml:space="preserve">Registrikood </w:t>
            </w:r>
            <w:r w:rsidRPr="00300F17">
              <w:fldChar w:fldCharType="begin"/>
            </w:r>
            <w:r w:rsidRPr="00300F17">
              <w:rPr>
                <w:lang w:eastAsia="en-US"/>
              </w:rPr>
              <w:instrText xml:space="preserve"> MACROBUTTON  AcceptAllChangesInDoc [Sisesta registrikood] </w:instrText>
            </w:r>
            <w:r w:rsidRPr="00300F17">
              <w:fldChar w:fldCharType="end"/>
            </w:r>
          </w:p>
        </w:tc>
      </w:tr>
      <w:tr w:rsidR="009E1AE3" w:rsidRPr="00300F17" w14:paraId="455BE766" w14:textId="77777777" w:rsidTr="002761F8">
        <w:tc>
          <w:tcPr>
            <w:tcW w:w="4317" w:type="dxa"/>
            <w:tcBorders>
              <w:top w:val="nil"/>
              <w:left w:val="nil"/>
              <w:bottom w:val="nil"/>
              <w:right w:val="nil"/>
            </w:tcBorders>
          </w:tcPr>
          <w:p w14:paraId="78CED8D0" w14:textId="507CD432" w:rsidR="0011310D" w:rsidRPr="00300F17" w:rsidRDefault="00161BC0" w:rsidP="003443C7">
            <w:pPr>
              <w:jc w:val="both"/>
              <w:outlineLvl w:val="0"/>
              <w:rPr>
                <w:lang w:eastAsia="en-US"/>
              </w:rPr>
            </w:pPr>
            <w:r w:rsidRPr="00300F17">
              <w:rPr>
                <w:lang w:eastAsia="en-US"/>
              </w:rPr>
              <w:t xml:space="preserve">Mõisa/3, </w:t>
            </w:r>
            <w:r w:rsidR="0011310D" w:rsidRPr="00300F17">
              <w:rPr>
                <w:lang w:eastAsia="en-US"/>
              </w:rPr>
              <w:t>Sagadi küla, Haljala vald,</w:t>
            </w:r>
          </w:p>
          <w:p w14:paraId="32608D96" w14:textId="77777777" w:rsidR="0029123C" w:rsidRPr="00300F17" w:rsidRDefault="0011310D" w:rsidP="003443C7">
            <w:pPr>
              <w:jc w:val="both"/>
              <w:outlineLvl w:val="0"/>
              <w:rPr>
                <w:lang w:eastAsia="en-US"/>
              </w:rPr>
            </w:pPr>
            <w:r w:rsidRPr="00300F17">
              <w:rPr>
                <w:lang w:eastAsia="en-US"/>
              </w:rPr>
              <w:t>45403 Lääne-Viru maakond</w:t>
            </w:r>
          </w:p>
          <w:p w14:paraId="3D248E3B" w14:textId="77777777" w:rsidR="0029123C" w:rsidRPr="00300F17" w:rsidRDefault="0029123C" w:rsidP="003443C7">
            <w:pPr>
              <w:jc w:val="both"/>
              <w:outlineLvl w:val="0"/>
              <w:rPr>
                <w:lang w:eastAsia="en-US"/>
              </w:rPr>
            </w:pPr>
            <w:r w:rsidRPr="00300F17">
              <w:rPr>
                <w:lang w:eastAsia="en-US"/>
              </w:rPr>
              <w:t>Tel 676 7500</w:t>
            </w:r>
          </w:p>
          <w:p w14:paraId="3E714600" w14:textId="77777777" w:rsidR="0029123C" w:rsidRPr="00300F17" w:rsidRDefault="0029123C" w:rsidP="003443C7">
            <w:pPr>
              <w:jc w:val="both"/>
              <w:outlineLvl w:val="0"/>
              <w:rPr>
                <w:lang w:eastAsia="en-US"/>
              </w:rPr>
            </w:pPr>
            <w:r w:rsidRPr="00300F17">
              <w:rPr>
                <w:lang w:eastAsia="en-US"/>
              </w:rPr>
              <w:t>E-post rmk@rmk.ee</w:t>
            </w:r>
          </w:p>
          <w:p w14:paraId="1A973C4D" w14:textId="77777777" w:rsidR="0029123C" w:rsidRPr="00300F17" w:rsidRDefault="0029123C" w:rsidP="003443C7">
            <w:pPr>
              <w:jc w:val="both"/>
              <w:outlineLvl w:val="0"/>
              <w:rPr>
                <w:lang w:eastAsia="en-US"/>
              </w:rPr>
            </w:pPr>
          </w:p>
        </w:tc>
        <w:tc>
          <w:tcPr>
            <w:tcW w:w="4317" w:type="dxa"/>
            <w:gridSpan w:val="3"/>
            <w:tcBorders>
              <w:top w:val="nil"/>
              <w:left w:val="nil"/>
              <w:bottom w:val="nil"/>
              <w:right w:val="nil"/>
            </w:tcBorders>
          </w:tcPr>
          <w:p w14:paraId="36F128B2" w14:textId="77777777" w:rsidR="0029123C" w:rsidRPr="00300F17" w:rsidRDefault="0029123C" w:rsidP="003443C7">
            <w:pPr>
              <w:jc w:val="both"/>
              <w:rPr>
                <w:lang w:eastAsia="en-US"/>
              </w:rPr>
            </w:pPr>
            <w:r w:rsidRPr="00302C0E">
              <w:rPr>
                <w:highlight w:val="lightGray"/>
              </w:rPr>
              <w:fldChar w:fldCharType="begin"/>
            </w:r>
            <w:r w:rsidRPr="00302C0E">
              <w:rPr>
                <w:highlight w:val="lightGray"/>
                <w:lang w:eastAsia="en-US"/>
              </w:rPr>
              <w:instrText>MACROBUTTON  AcceptAllChangesInDoc [Sisesta aadress]</w:instrText>
            </w:r>
            <w:r w:rsidRPr="00302C0E">
              <w:rPr>
                <w:highlight w:val="lightGray"/>
              </w:rPr>
              <w:fldChar w:fldCharType="end"/>
            </w:r>
          </w:p>
          <w:p w14:paraId="5CB2FC85" w14:textId="77777777" w:rsidR="0029123C" w:rsidRPr="00300F17" w:rsidRDefault="0029123C" w:rsidP="003443C7">
            <w:pPr>
              <w:jc w:val="both"/>
              <w:rPr>
                <w:lang w:eastAsia="en-US"/>
              </w:rPr>
            </w:pPr>
            <w:r w:rsidRPr="00300F17">
              <w:rPr>
                <w:lang w:eastAsia="en-US"/>
              </w:rPr>
              <w:t xml:space="preserve">Tel </w:t>
            </w:r>
            <w:r w:rsidRPr="00302C0E">
              <w:rPr>
                <w:highlight w:val="lightGray"/>
              </w:rPr>
              <w:fldChar w:fldCharType="begin"/>
            </w:r>
            <w:r w:rsidRPr="00302C0E">
              <w:rPr>
                <w:highlight w:val="lightGray"/>
                <w:lang w:eastAsia="en-US"/>
              </w:rPr>
              <w:instrText xml:space="preserve"> MACROBUTTON  AcceptAllChangesInDoc [Sisesta number] </w:instrText>
            </w:r>
            <w:r w:rsidRPr="00302C0E">
              <w:rPr>
                <w:highlight w:val="lightGray"/>
              </w:rPr>
              <w:fldChar w:fldCharType="end"/>
            </w:r>
          </w:p>
          <w:p w14:paraId="598E5B92" w14:textId="77777777" w:rsidR="0029123C" w:rsidRPr="00300F17" w:rsidRDefault="0029123C" w:rsidP="003443C7">
            <w:pPr>
              <w:jc w:val="both"/>
              <w:outlineLvl w:val="0"/>
              <w:rPr>
                <w:lang w:eastAsia="en-US"/>
              </w:rPr>
            </w:pPr>
            <w:r w:rsidRPr="00300F17">
              <w:rPr>
                <w:lang w:eastAsia="en-US"/>
              </w:rPr>
              <w:t xml:space="preserve">E-post </w:t>
            </w:r>
            <w:r w:rsidRPr="00302C0E">
              <w:rPr>
                <w:highlight w:val="lightGray"/>
              </w:rPr>
              <w:fldChar w:fldCharType="begin"/>
            </w:r>
            <w:r w:rsidRPr="00302C0E">
              <w:rPr>
                <w:highlight w:val="lightGray"/>
                <w:lang w:eastAsia="en-US"/>
              </w:rPr>
              <w:instrText xml:space="preserve"> MACROBUTTON  AcceptAllChangesInDoc [Sisesta e-post] </w:instrText>
            </w:r>
            <w:r w:rsidRPr="00302C0E">
              <w:rPr>
                <w:highlight w:val="lightGray"/>
              </w:rPr>
              <w:fldChar w:fldCharType="end"/>
            </w:r>
          </w:p>
        </w:tc>
      </w:tr>
      <w:tr w:rsidR="009E1AE3" w:rsidRPr="00300F17" w14:paraId="6A9664F5" w14:textId="77777777" w:rsidTr="002106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71C91B74" w14:textId="77777777" w:rsidR="0029123C" w:rsidRPr="00300F17" w:rsidRDefault="00FD6D15" w:rsidP="003443C7">
            <w:pPr>
              <w:jc w:val="both"/>
              <w:rPr>
                <w:lang w:eastAsia="en-US"/>
              </w:rPr>
            </w:pPr>
            <w:sdt>
              <w:sdtPr>
                <w:rPr>
                  <w:highlight w:val="lightGray"/>
                </w:rPr>
                <w:id w:val="2123798159"/>
                <w:placeholder>
                  <w:docPart w:val="DAAAE64A8C1843F0AECA0F1CCF523B6C"/>
                </w:placeholder>
                <w:comboBox>
                  <w:listItem w:displayText=" " w:value=" "/>
                  <w:listItem w:displayText="(allkirjastatud digitaalselt)" w:value="(allkirjastatud digitaalselt)"/>
                </w:comboBox>
              </w:sdtPr>
              <w:sdtEndPr/>
              <w:sdtContent>
                <w:r w:rsidR="0029123C" w:rsidRPr="00302C0E">
                  <w:rPr>
                    <w:highlight w:val="lightGray"/>
                    <w:lang w:eastAsia="en-US"/>
                  </w:rPr>
                  <w:t>[Vali sobiv]</w:t>
                </w:r>
              </w:sdtContent>
            </w:sdt>
          </w:p>
        </w:tc>
        <w:tc>
          <w:tcPr>
            <w:tcW w:w="3388" w:type="dxa"/>
            <w:tcBorders>
              <w:top w:val="nil"/>
              <w:left w:val="nil"/>
              <w:bottom w:val="nil"/>
              <w:right w:val="nil"/>
            </w:tcBorders>
            <w:vAlign w:val="bottom"/>
          </w:tcPr>
          <w:p w14:paraId="4B2F2474" w14:textId="77777777" w:rsidR="0029123C" w:rsidRPr="00300F17" w:rsidRDefault="00FD6D15" w:rsidP="003443C7">
            <w:pPr>
              <w:ind w:left="-48"/>
              <w:jc w:val="both"/>
              <w:rPr>
                <w:lang w:eastAsia="en-US"/>
              </w:rPr>
            </w:pPr>
            <w:sdt>
              <w:sdtPr>
                <w:rPr>
                  <w:highlight w:val="lightGray"/>
                </w:rPr>
                <w:id w:val="1117192284"/>
                <w:placeholder>
                  <w:docPart w:val="BF556F8AFDD94664AF85E0CAACC87D8E"/>
                </w:placeholder>
                <w:comboBox>
                  <w:listItem w:displayText=" " w:value=" "/>
                  <w:listItem w:displayText="(allkirjastatud digitaalselt)" w:value="(allkirjastatud digitaalselt)"/>
                </w:comboBox>
              </w:sdtPr>
              <w:sdtEndPr/>
              <w:sdtContent>
                <w:r w:rsidR="0029123C" w:rsidRPr="00302C0E">
                  <w:rPr>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8E0573" w:rsidRPr="00300F17" w14:paraId="24F19C47" w14:textId="77777777" w:rsidTr="002106F3">
        <w:trPr>
          <w:trHeight w:val="838"/>
        </w:trPr>
        <w:tc>
          <w:tcPr>
            <w:tcW w:w="4320" w:type="dxa"/>
            <w:vAlign w:val="bottom"/>
          </w:tcPr>
          <w:p w14:paraId="26ABFDA5" w14:textId="77777777" w:rsidR="008E0573" w:rsidRPr="00300F17" w:rsidRDefault="008E0573" w:rsidP="003443C7">
            <w:pPr>
              <w:jc w:val="both"/>
            </w:pP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p>
        </w:tc>
        <w:tc>
          <w:tcPr>
            <w:tcW w:w="4063" w:type="dxa"/>
            <w:vAlign w:val="bottom"/>
          </w:tcPr>
          <w:p w14:paraId="2F2E7956" w14:textId="77777777" w:rsidR="008E0573" w:rsidRPr="00300F17" w:rsidRDefault="008E0573" w:rsidP="003443C7">
            <w:pPr>
              <w:jc w:val="both"/>
            </w:pP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p>
        </w:tc>
      </w:tr>
    </w:tbl>
    <w:p w14:paraId="34B3822E" w14:textId="77777777" w:rsidR="00CB2362" w:rsidRPr="00300F17" w:rsidRDefault="00CB2362" w:rsidP="003443C7">
      <w:pPr>
        <w:spacing w:after="200" w:line="276" w:lineRule="auto"/>
        <w:jc w:val="both"/>
        <w:rPr>
          <w:i/>
          <w:iCs/>
          <w:lang w:eastAsia="ar-SA"/>
        </w:rPr>
        <w:sectPr w:rsidR="00CB2362" w:rsidRPr="00300F17" w:rsidSect="0059255D">
          <w:headerReference w:type="default" r:id="rId11"/>
          <w:type w:val="continuous"/>
          <w:pgSz w:w="11913" w:h="16834" w:code="9"/>
          <w:pgMar w:top="960" w:right="851" w:bottom="539" w:left="1134" w:header="284" w:footer="510" w:gutter="567"/>
          <w:pgNumType w:start="1"/>
          <w:cols w:space="708"/>
          <w:formProt w:val="0"/>
          <w:titlePg/>
        </w:sectPr>
      </w:pPr>
    </w:p>
    <w:p w14:paraId="1188055F" w14:textId="795CAAD1" w:rsidR="00632E4A" w:rsidRPr="00300F17" w:rsidRDefault="00632E4A" w:rsidP="00CB2362">
      <w:pPr>
        <w:jc w:val="right"/>
      </w:pPr>
      <w:r w:rsidRPr="00300F17">
        <w:lastRenderedPageBreak/>
        <w:t>Lisa 1</w:t>
      </w:r>
    </w:p>
    <w:p w14:paraId="44985477" w14:textId="5F31B8B6" w:rsidR="00CB2362" w:rsidRPr="00300F17" w:rsidRDefault="00D73FD8" w:rsidP="00CB2362">
      <w:pPr>
        <w:jc w:val="right"/>
        <w:rPr>
          <w:bCs/>
        </w:rPr>
      </w:pPr>
      <w:r w:rsidRPr="00300F17">
        <w:t xml:space="preserve">RMK ja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p>
    <w:p w14:paraId="22ED30AD" w14:textId="48820E43" w:rsidR="00CB2362" w:rsidRPr="00300F17" w:rsidRDefault="00D73FD8" w:rsidP="00CB2362">
      <w:pPr>
        <w:jc w:val="right"/>
      </w:pPr>
      <w:r w:rsidRPr="00300F17">
        <w:t>vahelise</w:t>
      </w:r>
      <w:r w:rsidR="004A4BC8" w:rsidRPr="00300F17">
        <w:t xml:space="preserve"> </w:t>
      </w:r>
      <w:sdt>
        <w:sdtPr>
          <w:rPr>
            <w:highlight w:val="lightGray"/>
          </w:rPr>
          <w:id w:val="1995450994"/>
          <w:placeholder>
            <w:docPart w:val="9939D524976D41258874D5C8ECFFA6A8"/>
          </w:placeholder>
          <w:date>
            <w:dateFormat w:val="d.MM.yyyy"/>
            <w:lid w:val="et-EE"/>
            <w:storeMappedDataAs w:val="dateTime"/>
            <w:calendar w:val="gregorian"/>
          </w:date>
        </w:sdtPr>
        <w:sdtEndPr/>
        <w:sdtContent>
          <w:r w:rsidR="002106F3" w:rsidRPr="00302C0E">
            <w:rPr>
              <w:highlight w:val="lightGray"/>
            </w:rPr>
            <w:t>[Vali kuupäev]</w:t>
          </w:r>
        </w:sdtContent>
      </w:sdt>
      <w:r w:rsidR="002106F3" w:rsidRPr="00300F17">
        <w:t xml:space="preserve"> </w:t>
      </w:r>
      <w:r w:rsidR="007F650A" w:rsidRPr="00300F17">
        <w:t>ulukitõrjetööde</w:t>
      </w:r>
    </w:p>
    <w:p w14:paraId="00710F5B" w14:textId="0517116B" w:rsidR="00F44575" w:rsidRPr="00300F17" w:rsidRDefault="00D73FD8" w:rsidP="00CB2362">
      <w:pPr>
        <w:jc w:val="right"/>
      </w:pPr>
      <w:r w:rsidRPr="00300F17">
        <w:t xml:space="preserve"> </w:t>
      </w:r>
      <w:r w:rsidR="007F650A" w:rsidRPr="00300F17">
        <w:t>raam</w:t>
      </w:r>
      <w:r w:rsidR="005B55D6" w:rsidRPr="00300F17">
        <w:softHyphen/>
      </w:r>
      <w:r w:rsidRPr="00300F17">
        <w:t>lepingu nr</w:t>
      </w:r>
      <w:r w:rsidR="005B55D6" w:rsidRPr="00300F17">
        <w:t xml:space="preserve"> </w:t>
      </w:r>
      <w:r w:rsidR="00873E29" w:rsidRPr="00300F17">
        <w:rPr>
          <w:rStyle w:val="normal1"/>
          <w:smallCaps/>
        </w:rPr>
        <w:t>3-2.5.3/</w:t>
      </w:r>
      <w:r w:rsidR="00412BBD" w:rsidRPr="00302C0E">
        <w:rPr>
          <w:highlight w:val="lightGray"/>
        </w:rPr>
        <w:fldChar w:fldCharType="begin"/>
      </w:r>
      <w:r w:rsidR="00412BBD" w:rsidRPr="00302C0E">
        <w:rPr>
          <w:highlight w:val="lightGray"/>
        </w:rPr>
        <w:instrText xml:space="preserve"> MACROBUTTON  AcceptAllChangesInDocAndStopTracking [Sisesta number]</w:instrText>
      </w:r>
      <w:r w:rsidR="00412BBD" w:rsidRPr="00302C0E">
        <w:rPr>
          <w:highlight w:val="lightGray"/>
        </w:rPr>
        <w:fldChar w:fldCharType="end"/>
      </w:r>
      <w:r w:rsidRPr="00300F17">
        <w:t xml:space="preserve"> juu</w:t>
      </w:r>
      <w:r w:rsidR="00F44575" w:rsidRPr="00300F17">
        <w:t>rde</w:t>
      </w:r>
    </w:p>
    <w:p w14:paraId="0C66B382" w14:textId="77777777" w:rsidR="00F44575" w:rsidRPr="00300F17" w:rsidRDefault="00F44575" w:rsidP="003443C7">
      <w:pPr>
        <w:jc w:val="both"/>
      </w:pPr>
    </w:p>
    <w:p w14:paraId="5B014477" w14:textId="1F4CBE9D" w:rsidR="002106F3" w:rsidRPr="00300F17" w:rsidRDefault="00D73FD8" w:rsidP="00CB2362">
      <w:pPr>
        <w:jc w:val="center"/>
        <w:rPr>
          <w:b/>
        </w:rPr>
      </w:pPr>
      <w:r w:rsidRPr="00300F17">
        <w:rPr>
          <w:b/>
        </w:rPr>
        <w:t>Töö</w:t>
      </w:r>
      <w:r w:rsidR="005B55D6" w:rsidRPr="00300F17">
        <w:rPr>
          <w:b/>
        </w:rPr>
        <w:t>mahud</w:t>
      </w:r>
      <w:r w:rsidR="00D747D5" w:rsidRPr="00300F17">
        <w:rPr>
          <w:b/>
        </w:rPr>
        <w:t xml:space="preserve"> </w:t>
      </w:r>
      <w:r w:rsidR="007F650A" w:rsidRPr="00300F17">
        <w:rPr>
          <w:b/>
        </w:rPr>
        <w:t>ulukitõrjetööde perioodil</w:t>
      </w:r>
    </w:p>
    <w:p w14:paraId="5AAC5E16" w14:textId="77777777" w:rsidR="002106F3" w:rsidRPr="00300F17" w:rsidRDefault="00873E29" w:rsidP="006A5AF8">
      <w:pPr>
        <w:pStyle w:val="NormalWeb"/>
        <w:jc w:val="right"/>
        <w:rPr>
          <w:lang w:val="et-EE"/>
        </w:rPr>
      </w:pPr>
      <w:r w:rsidRPr="00300F17">
        <w:rPr>
          <w:rFonts w:eastAsia="Calibri"/>
          <w:lang w:val="et-EE"/>
        </w:rPr>
        <w:t>(hiliseima digitaalallkirja kuupäev)</w:t>
      </w:r>
    </w:p>
    <w:p w14:paraId="21A253DA" w14:textId="77777777" w:rsidR="00D73FD8" w:rsidRPr="00300F17" w:rsidRDefault="004C49EE" w:rsidP="003443C7">
      <w:pPr>
        <w:jc w:val="both"/>
      </w:pPr>
      <w:r w:rsidRPr="00300F17">
        <w:rPr>
          <w:bCs/>
        </w:rPr>
        <w:t>Riigimetsa Majandamise Keskus,</w:t>
      </w:r>
      <w:r w:rsidRPr="00300F17">
        <w:t xml:space="preserve"> </w:t>
      </w:r>
      <w:r w:rsidRPr="00300F17">
        <w:rPr>
          <w:bCs/>
        </w:rPr>
        <w:t xml:space="preserve">edaspidi </w:t>
      </w:r>
      <w:r w:rsidRPr="00300F17">
        <w:rPr>
          <w:b/>
          <w:bCs/>
        </w:rPr>
        <w:t>RMK</w:t>
      </w:r>
      <w:r w:rsidRPr="00300F17">
        <w:rPr>
          <w:bCs/>
        </w:rPr>
        <w:t xml:space="preserve"> või </w:t>
      </w:r>
      <w:r w:rsidRPr="00300F17">
        <w:rPr>
          <w:b/>
          <w:bCs/>
        </w:rPr>
        <w:t>tellija</w:t>
      </w:r>
      <w:r w:rsidR="00873E29" w:rsidRPr="00300F17">
        <w:t xml:space="preserve">, </w:t>
      </w:r>
      <w:r w:rsidR="00D73FD8" w:rsidRPr="00300F17">
        <w:t xml:space="preserve"> ja</w:t>
      </w:r>
      <w:r w:rsidR="004A4BC8" w:rsidRPr="00300F17">
        <w:t xml:space="preserve">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r w:rsidR="00873E29" w:rsidRPr="00300F17">
        <w:rPr>
          <w:bCs/>
        </w:rPr>
        <w:t xml:space="preserve">, edaspidi </w:t>
      </w:r>
      <w:r w:rsidR="00412BBD" w:rsidRPr="00300F17">
        <w:rPr>
          <w:b/>
        </w:rPr>
        <w:t>t</w:t>
      </w:r>
      <w:r w:rsidR="00873E29" w:rsidRPr="00300F17">
        <w:rPr>
          <w:b/>
        </w:rPr>
        <w:t>öövõtja</w:t>
      </w:r>
      <w:r w:rsidR="00873E29" w:rsidRPr="00300F17">
        <w:t xml:space="preserve">, </w:t>
      </w:r>
      <w:r w:rsidR="00D73FD8" w:rsidRPr="00300F17">
        <w:t xml:space="preserve">leppisid </w:t>
      </w:r>
      <w:r w:rsidR="009105FC" w:rsidRPr="00300F17">
        <w:t xml:space="preserve">kokku, et </w:t>
      </w:r>
      <w:r w:rsidR="00412BBD" w:rsidRPr="00300F17">
        <w:rPr>
          <w:rStyle w:val="normal1"/>
        </w:rPr>
        <w:t>tellija tellib ja t</w:t>
      </w:r>
      <w:r w:rsidR="009105FC" w:rsidRPr="00300F17">
        <w:rPr>
          <w:rStyle w:val="normal1"/>
        </w:rPr>
        <w:t xml:space="preserve">öövõtja kohustub teostama RMK </w:t>
      </w:r>
      <w:r w:rsidR="00412BBD" w:rsidRPr="00300F17">
        <w:rPr>
          <w:bCs/>
        </w:rPr>
        <w:fldChar w:fldCharType="begin"/>
      </w:r>
      <w:r w:rsidR="00412BBD" w:rsidRPr="00300F17">
        <w:rPr>
          <w:bCs/>
        </w:rPr>
        <w:instrText xml:space="preserve"> MACROBUTTON  AcceptAllChangesInDocAndStopTracking [Sisesta piirkond]</w:instrText>
      </w:r>
      <w:r w:rsidR="00412BBD" w:rsidRPr="00300F17">
        <w:rPr>
          <w:bCs/>
        </w:rPr>
        <w:fldChar w:fldCharType="end"/>
      </w:r>
      <w:r w:rsidR="009105FC" w:rsidRPr="00300F17">
        <w:rPr>
          <w:rStyle w:val="normal1"/>
        </w:rPr>
        <w:t xml:space="preserve"> </w:t>
      </w:r>
      <w:r w:rsidR="005D53BF" w:rsidRPr="00300F17">
        <w:rPr>
          <w:rStyle w:val="normal1"/>
        </w:rPr>
        <w:t>metsakasvatuse piirkonnas</w:t>
      </w:r>
      <w:r w:rsidR="009105FC" w:rsidRPr="00300F17">
        <w:rPr>
          <w:rStyle w:val="normal1"/>
        </w:rPr>
        <w:t xml:space="preserve"> järgmised tööd</w:t>
      </w:r>
      <w:r w:rsidR="005B55D6" w:rsidRPr="00300F17">
        <w:t xml:space="preserve">: </w:t>
      </w:r>
    </w:p>
    <w:p w14:paraId="6B778E36" w14:textId="77777777" w:rsidR="00D73FD8" w:rsidRPr="00300F17" w:rsidRDefault="00D73FD8" w:rsidP="003443C7">
      <w:pPr>
        <w:jc w:val="both"/>
      </w:pPr>
    </w:p>
    <w:p w14:paraId="7E65145C" w14:textId="7D0BF6E5" w:rsidR="007F650A" w:rsidRPr="00300F17" w:rsidRDefault="00B10086" w:rsidP="007F650A">
      <w:pPr>
        <w:pStyle w:val="ListParagraph"/>
        <w:numPr>
          <w:ilvl w:val="0"/>
          <w:numId w:val="7"/>
        </w:numPr>
        <w:ind w:left="426" w:hanging="426"/>
        <w:jc w:val="both"/>
      </w:pPr>
      <w:r w:rsidRPr="00300F17">
        <w:t>Töömahtude tabel</w:t>
      </w:r>
      <w:r w:rsidR="00D07EB1" w:rsidRPr="00300F17">
        <w:t xml:space="preserve"> </w:t>
      </w:r>
      <w:r w:rsidR="007F650A" w:rsidRPr="00300F17">
        <w:t>ulukitõrjetööde perioodiks</w:t>
      </w:r>
      <w:r w:rsidRPr="00300F17">
        <w:t>:</w:t>
      </w:r>
    </w:p>
    <w:p w14:paraId="06C535E9" w14:textId="7318544F" w:rsidR="007F650A" w:rsidRPr="00300F17" w:rsidRDefault="007F650A" w:rsidP="007F650A">
      <w:pPr>
        <w:pStyle w:val="Normaallaad1"/>
        <w:jc w:val="both"/>
      </w:pPr>
      <w:r w:rsidRPr="00300F17">
        <w:t>Ulukitõrjetööd (ha)</w:t>
      </w:r>
    </w:p>
    <w:tbl>
      <w:tblPr>
        <w:tblW w:w="6734" w:type="dxa"/>
        <w:tblInd w:w="-5" w:type="dxa"/>
        <w:tblCellMar>
          <w:left w:w="10" w:type="dxa"/>
          <w:right w:w="10" w:type="dxa"/>
        </w:tblCellMar>
        <w:tblLook w:val="04A0" w:firstRow="1" w:lastRow="0" w:firstColumn="1" w:lastColumn="0" w:noHBand="0" w:noVBand="1"/>
      </w:tblPr>
      <w:tblGrid>
        <w:gridCol w:w="1554"/>
        <w:gridCol w:w="767"/>
        <w:gridCol w:w="1127"/>
        <w:gridCol w:w="994"/>
        <w:gridCol w:w="1100"/>
        <w:gridCol w:w="1127"/>
        <w:gridCol w:w="992"/>
      </w:tblGrid>
      <w:tr w:rsidR="009E1AE3" w:rsidRPr="00300F17" w14:paraId="5E4E90FF" w14:textId="77777777" w:rsidTr="6DD765FB">
        <w:trPr>
          <w:cantSplit/>
          <w:trHeight w:val="558"/>
        </w:trPr>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6B1DBD3" w14:textId="77777777" w:rsidR="00B37D12" w:rsidRPr="00300F17" w:rsidRDefault="00B37D12" w:rsidP="002A0E08">
            <w:pPr>
              <w:pStyle w:val="Normaallaad1"/>
            </w:pPr>
            <w:r w:rsidRPr="00300F17">
              <w:t>Tööliik</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688AFFD" w14:textId="77777777" w:rsidR="00B37D12" w:rsidRPr="00300F17" w:rsidRDefault="00B37D12" w:rsidP="002A0E08">
            <w:pPr>
              <w:pStyle w:val="Normaallaad1"/>
              <w:jc w:val="center"/>
            </w:pPr>
            <w:r w:rsidRPr="00300F17">
              <w:t>august</w:t>
            </w: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4D4667C" w14:textId="77777777" w:rsidR="00B37D12" w:rsidRPr="00300F17" w:rsidRDefault="00B37D12" w:rsidP="002A0E08">
            <w:pPr>
              <w:pStyle w:val="Normaallaad1"/>
              <w:jc w:val="center"/>
            </w:pPr>
            <w:r w:rsidRPr="00300F17">
              <w:t>september</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736C7A43" w14:textId="77777777" w:rsidR="00B37D12" w:rsidRPr="00300F17" w:rsidRDefault="00B37D12" w:rsidP="002A0E08">
            <w:pPr>
              <w:pStyle w:val="Normaallaad1"/>
              <w:jc w:val="center"/>
            </w:pPr>
            <w:r w:rsidRPr="00300F17">
              <w:t>oktoober</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239B46AA" w14:textId="77777777" w:rsidR="00B37D12" w:rsidRPr="00300F17" w:rsidRDefault="00B37D12" w:rsidP="002A0E08">
            <w:pPr>
              <w:pStyle w:val="Normaallaad1"/>
              <w:jc w:val="center"/>
            </w:pPr>
            <w:r w:rsidRPr="00300F17">
              <w:t>november</w:t>
            </w: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6F2B802" w14:textId="77777777" w:rsidR="00B37D12" w:rsidRPr="00300F17" w:rsidRDefault="00B37D12" w:rsidP="002A0E08">
            <w:pPr>
              <w:pStyle w:val="Normaallaad1"/>
              <w:jc w:val="center"/>
            </w:pPr>
            <w:r w:rsidRPr="00300F17">
              <w:t>detsember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7889ECCE" w14:textId="77777777" w:rsidR="00B37D12" w:rsidRPr="00300F17" w:rsidRDefault="00B37D12" w:rsidP="002A0E08">
            <w:pPr>
              <w:pStyle w:val="Normaallaad1"/>
              <w:jc w:val="center"/>
              <w:rPr>
                <w:b/>
                <w:bCs/>
              </w:rPr>
            </w:pPr>
            <w:r w:rsidRPr="00300F17">
              <w:rPr>
                <w:b/>
                <w:bCs/>
              </w:rPr>
              <w:t>kokku</w:t>
            </w:r>
          </w:p>
        </w:tc>
      </w:tr>
      <w:tr w:rsidR="009E1AE3" w:rsidRPr="00300F17" w14:paraId="7EBFC207" w14:textId="77777777" w:rsidTr="6DD765FB">
        <w:trPr>
          <w:trHeight w:val="315"/>
        </w:trPr>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071D71B7" w14:textId="784B0610" w:rsidR="00B37D12" w:rsidRPr="00300F17" w:rsidRDefault="29D34C8E" w:rsidP="002A0E08">
            <w:pPr>
              <w:pStyle w:val="Normaallaad1"/>
            </w:pPr>
            <w:r w:rsidRPr="00300F17">
              <w:t>Ulukitõrjetööd</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1F33FA6F" w14:textId="013779CB" w:rsidR="00B37D12" w:rsidRPr="00300F17" w:rsidRDefault="00B37D12" w:rsidP="002A0E08">
            <w:pPr>
              <w:pStyle w:val="Normaallaad1"/>
              <w:jc w:val="center"/>
            </w:pP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281B37B0" w14:textId="053C9BF3" w:rsidR="00B37D12" w:rsidRPr="00300F17" w:rsidRDefault="00B37D12" w:rsidP="002A0E08">
            <w:pPr>
              <w:pStyle w:val="Normaallaad1"/>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373419BA" w14:textId="71347A16" w:rsidR="00B37D12" w:rsidRPr="00300F17" w:rsidRDefault="00B37D12" w:rsidP="002A0E08">
            <w:pPr>
              <w:pStyle w:val="Normaallaad1"/>
            </w:pP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64CBD6A6" w14:textId="77777777" w:rsidR="00B37D12" w:rsidRPr="00300F17" w:rsidRDefault="00B37D12" w:rsidP="002A0E08">
            <w:pPr>
              <w:pStyle w:val="Normaallaad1"/>
            </w:pP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7AF69596" w14:textId="77777777" w:rsidR="00B37D12" w:rsidRPr="00300F17" w:rsidRDefault="00B37D12" w:rsidP="002A0E08">
            <w:pPr>
              <w:pStyle w:val="Normaallaad1"/>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60D5A249" w14:textId="3B4E22AC" w:rsidR="00B37D12" w:rsidRPr="00300F17" w:rsidRDefault="00B37D12" w:rsidP="002A0E08">
            <w:pPr>
              <w:pStyle w:val="Normaallaad1"/>
              <w:jc w:val="center"/>
              <w:rPr>
                <w:b/>
                <w:bCs/>
              </w:rPr>
            </w:pPr>
          </w:p>
        </w:tc>
      </w:tr>
    </w:tbl>
    <w:p w14:paraId="355B15F2" w14:textId="77777777" w:rsidR="007F650A" w:rsidRPr="00300F17" w:rsidRDefault="007F650A" w:rsidP="007F650A">
      <w:pPr>
        <w:pStyle w:val="ListParagraph"/>
        <w:ind w:left="426"/>
        <w:jc w:val="both"/>
      </w:pPr>
    </w:p>
    <w:p w14:paraId="0ADF11B8" w14:textId="71DBBCD3" w:rsidR="00D549F9" w:rsidRPr="00300F17" w:rsidRDefault="00C158C7" w:rsidP="003443C7">
      <w:pPr>
        <w:jc w:val="both"/>
      </w:pPr>
      <w:r w:rsidRPr="00300F17">
        <w:rPr>
          <w:rStyle w:val="normal1"/>
        </w:rPr>
        <w:t xml:space="preserve">Hankija ei ole </w:t>
      </w:r>
      <w:r w:rsidR="00746B33" w:rsidRPr="00300F17">
        <w:rPr>
          <w:rStyle w:val="normal1"/>
        </w:rPr>
        <w:t xml:space="preserve">hankelepingu </w:t>
      </w:r>
      <w:r w:rsidRPr="00300F17">
        <w:rPr>
          <w:rStyle w:val="normal1"/>
        </w:rPr>
        <w:t xml:space="preserve">täitmisel seotud lepingu eeldatava mahuga, teenust tellitakse vastavalt reaalsele vajadusele ja olemasolevatele võimalustele, mistõttu </w:t>
      </w:r>
      <w:r w:rsidR="00746B33" w:rsidRPr="00300F17">
        <w:rPr>
          <w:rStyle w:val="normal1"/>
        </w:rPr>
        <w:t xml:space="preserve">hankelepingu </w:t>
      </w:r>
      <w:r w:rsidRPr="00300F17">
        <w:rPr>
          <w:rStyle w:val="normal1"/>
        </w:rPr>
        <w:t>alusel tellitavate teenuste tegelik maht võib olla oluliselt väiksem või kuni 30 % suurem.</w:t>
      </w:r>
    </w:p>
    <w:p w14:paraId="2AB77019" w14:textId="77777777" w:rsidR="00CB2362" w:rsidRPr="00300F17" w:rsidRDefault="00CB2362" w:rsidP="003443C7">
      <w:pPr>
        <w:jc w:val="both"/>
        <w:rPr>
          <w:rStyle w:val="normal1"/>
          <w:b/>
          <w:bCs/>
        </w:rPr>
      </w:pPr>
    </w:p>
    <w:p w14:paraId="5A544805" w14:textId="77777777" w:rsidR="00B10086" w:rsidRPr="00300F17" w:rsidRDefault="00D549F9" w:rsidP="003443C7">
      <w:pPr>
        <w:jc w:val="both"/>
        <w:rPr>
          <w:rStyle w:val="normal1"/>
          <w:b/>
          <w:bCs/>
        </w:rPr>
      </w:pPr>
      <w:r w:rsidRPr="00300F17">
        <w:rPr>
          <w:rStyle w:val="normal1"/>
          <w:b/>
          <w:bCs/>
        </w:rPr>
        <w:t>Poolte allkirjad</w:t>
      </w:r>
    </w:p>
    <w:p w14:paraId="6E5BD8F5" w14:textId="77777777" w:rsidR="00D549F9" w:rsidRPr="00300F17" w:rsidRDefault="00D549F9" w:rsidP="003443C7">
      <w:pPr>
        <w:jc w:val="both"/>
        <w:rPr>
          <w:rStyle w:val="normal1"/>
          <w:b/>
          <w:bCs/>
        </w:rPr>
      </w:pPr>
    </w:p>
    <w:p w14:paraId="549F137B" w14:textId="77777777" w:rsidR="00D549F9" w:rsidRPr="00300F17" w:rsidRDefault="00D549F9" w:rsidP="003443C7">
      <w:pPr>
        <w:tabs>
          <w:tab w:val="left" w:pos="4395"/>
        </w:tabs>
        <w:jc w:val="both"/>
        <w:rPr>
          <w:b/>
        </w:rPr>
      </w:pPr>
      <w:r w:rsidRPr="00300F17">
        <w:rPr>
          <w:b/>
        </w:rPr>
        <w:t>Tellija</w:t>
      </w:r>
      <w:r w:rsidR="0088329D" w:rsidRPr="00300F17">
        <w:rPr>
          <w:b/>
        </w:rPr>
        <w:tab/>
      </w:r>
      <w:r w:rsidRPr="00300F17">
        <w:rPr>
          <w:b/>
        </w:rPr>
        <w:t xml:space="preserve">Töövõtja </w:t>
      </w:r>
    </w:p>
    <w:tbl>
      <w:tblPr>
        <w:tblStyle w:val="TableGrid"/>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68D40E80" w14:textId="77777777" w:rsidTr="000B2A37">
        <w:trPr>
          <w:trHeight w:val="565"/>
        </w:trPr>
        <w:tc>
          <w:tcPr>
            <w:tcW w:w="4395" w:type="dxa"/>
            <w:tcBorders>
              <w:top w:val="nil"/>
              <w:left w:val="nil"/>
              <w:bottom w:val="nil"/>
              <w:right w:val="nil"/>
            </w:tcBorders>
            <w:vAlign w:val="bottom"/>
          </w:tcPr>
          <w:p w14:paraId="75BB45D9" w14:textId="77777777" w:rsidR="00412BBD" w:rsidRPr="00300F17" w:rsidRDefault="00FD6D15" w:rsidP="003443C7">
            <w:pPr>
              <w:pStyle w:val="Heading4"/>
              <w:jc w:val="both"/>
              <w:rPr>
                <w:b w:val="0"/>
                <w:sz w:val="24"/>
                <w:szCs w:val="24"/>
                <w:lang w:eastAsia="en-US"/>
              </w:rPr>
            </w:pPr>
            <w:sdt>
              <w:sdtPr>
                <w:rPr>
                  <w:b w:val="0"/>
                  <w:sz w:val="24"/>
                  <w:szCs w:val="24"/>
                  <w:highlight w:val="lightGray"/>
                  <w:lang w:eastAsia="en-US"/>
                </w:rPr>
                <w:id w:val="-883400773"/>
                <w:placeholder>
                  <w:docPart w:val="EF9B7C41C5454352874B8EB2550AAE68"/>
                </w:placeholder>
                <w:comboBox>
                  <w:listItem w:displayText=" " w:value=" "/>
                  <w:listItem w:displayText="(allkirjastatud digitaalselt)" w:value="(allkirjastatud digitaalselt)"/>
                </w:comboBox>
              </w:sdtPr>
              <w:sdtEndPr/>
              <w:sdtContent>
                <w:r w:rsidR="00412BBD"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2C7392D0" w14:textId="77777777" w:rsidR="00412BBD" w:rsidRPr="00300F17" w:rsidRDefault="00FD6D15" w:rsidP="003443C7">
            <w:pPr>
              <w:pStyle w:val="Heading4"/>
              <w:jc w:val="both"/>
              <w:rPr>
                <w:b w:val="0"/>
                <w:sz w:val="24"/>
                <w:szCs w:val="24"/>
                <w:lang w:eastAsia="en-US"/>
              </w:rPr>
            </w:pPr>
            <w:sdt>
              <w:sdtPr>
                <w:rPr>
                  <w:b w:val="0"/>
                  <w:sz w:val="24"/>
                  <w:szCs w:val="24"/>
                  <w:highlight w:val="lightGray"/>
                  <w:lang w:eastAsia="en-US"/>
                </w:rPr>
                <w:id w:val="-827048194"/>
                <w:placeholder>
                  <w:docPart w:val="85C9FAE063174C5E90D9FD8EC9301E33"/>
                </w:placeholder>
                <w:comboBox>
                  <w:listItem w:displayText=" " w:value=" "/>
                  <w:listItem w:displayText="(allkirjastatud digitaalselt)" w:value="(allkirjastatud digitaalselt)"/>
                </w:comboBox>
              </w:sdtPr>
              <w:sdtEndPr/>
              <w:sdtContent>
                <w:r w:rsidR="00412BBD"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300F17" w14:paraId="6CAB3E2D" w14:textId="77777777" w:rsidTr="002761F8">
        <w:trPr>
          <w:trHeight w:val="838"/>
        </w:trPr>
        <w:tc>
          <w:tcPr>
            <w:tcW w:w="4320" w:type="dxa"/>
            <w:vAlign w:val="bottom"/>
          </w:tcPr>
          <w:p w14:paraId="2A3D35A5" w14:textId="77777777" w:rsidR="00412BBD" w:rsidRPr="00300F17" w:rsidRDefault="00412BBD" w:rsidP="003443C7">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093FB910" w14:textId="77777777" w:rsidR="00412BBD" w:rsidRPr="00300F17" w:rsidRDefault="00412BBD" w:rsidP="003443C7">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007D3A5D" w14:textId="77777777" w:rsidR="00116B77" w:rsidRPr="00300F17" w:rsidRDefault="00116B77" w:rsidP="003443C7">
      <w:pPr>
        <w:pStyle w:val="Heading4"/>
        <w:spacing w:before="0"/>
        <w:jc w:val="both"/>
        <w:rPr>
          <w:b w:val="0"/>
          <w:bCs w:val="0"/>
          <w:i/>
          <w:iCs/>
          <w:sz w:val="24"/>
          <w:szCs w:val="24"/>
        </w:rPr>
      </w:pPr>
    </w:p>
    <w:p w14:paraId="5F34B88E" w14:textId="77777777" w:rsidR="006A5AF8" w:rsidRPr="00300F17" w:rsidRDefault="006A5AF8" w:rsidP="006A5AF8">
      <w:pPr>
        <w:rPr>
          <w:lang w:eastAsia="ar-SA"/>
        </w:rPr>
      </w:pPr>
    </w:p>
    <w:p w14:paraId="1E5584A8" w14:textId="77777777" w:rsidR="007F650A" w:rsidRPr="00300F17" w:rsidRDefault="007F650A" w:rsidP="006A5AF8">
      <w:pPr>
        <w:rPr>
          <w:lang w:eastAsia="ar-SA"/>
        </w:rPr>
      </w:pPr>
    </w:p>
    <w:p w14:paraId="0B92392A" w14:textId="77777777" w:rsidR="007F650A" w:rsidRPr="00300F17" w:rsidRDefault="007F650A" w:rsidP="006A5AF8">
      <w:pPr>
        <w:rPr>
          <w:lang w:eastAsia="ar-SA"/>
        </w:rPr>
      </w:pPr>
    </w:p>
    <w:p w14:paraId="51DDF988" w14:textId="77777777" w:rsidR="007F650A" w:rsidRPr="00300F17" w:rsidRDefault="007F650A" w:rsidP="006A5AF8">
      <w:pPr>
        <w:rPr>
          <w:lang w:eastAsia="ar-SA"/>
        </w:rPr>
      </w:pPr>
    </w:p>
    <w:p w14:paraId="546CCE08" w14:textId="77777777" w:rsidR="007F650A" w:rsidRPr="00300F17" w:rsidRDefault="007F650A" w:rsidP="006A5AF8">
      <w:pPr>
        <w:rPr>
          <w:lang w:eastAsia="ar-SA"/>
        </w:rPr>
      </w:pPr>
    </w:p>
    <w:p w14:paraId="55DFDBED" w14:textId="77777777" w:rsidR="007F650A" w:rsidRPr="00300F17" w:rsidRDefault="007F650A" w:rsidP="006A5AF8">
      <w:pPr>
        <w:rPr>
          <w:lang w:eastAsia="ar-SA"/>
        </w:rPr>
      </w:pPr>
    </w:p>
    <w:p w14:paraId="426F68ED" w14:textId="77777777" w:rsidR="007F650A" w:rsidRPr="00300F17" w:rsidRDefault="007F650A" w:rsidP="006A5AF8">
      <w:pPr>
        <w:rPr>
          <w:lang w:eastAsia="ar-SA"/>
        </w:rPr>
      </w:pPr>
    </w:p>
    <w:p w14:paraId="29950816" w14:textId="77777777" w:rsidR="007F650A" w:rsidRPr="00300F17" w:rsidRDefault="007F650A" w:rsidP="006A5AF8">
      <w:pPr>
        <w:rPr>
          <w:lang w:eastAsia="ar-SA"/>
        </w:rPr>
      </w:pPr>
    </w:p>
    <w:p w14:paraId="795402FB" w14:textId="77777777" w:rsidR="007F650A" w:rsidRPr="00300F17" w:rsidRDefault="007F650A" w:rsidP="006A5AF8">
      <w:pPr>
        <w:rPr>
          <w:lang w:eastAsia="ar-SA"/>
        </w:rPr>
      </w:pPr>
    </w:p>
    <w:p w14:paraId="44AF948F" w14:textId="77777777" w:rsidR="007F650A" w:rsidRPr="00300F17" w:rsidRDefault="007F650A" w:rsidP="006A5AF8">
      <w:pPr>
        <w:rPr>
          <w:lang w:eastAsia="ar-SA"/>
        </w:rPr>
      </w:pPr>
    </w:p>
    <w:p w14:paraId="073F7672" w14:textId="77777777" w:rsidR="007F650A" w:rsidRPr="00300F17" w:rsidRDefault="007F650A" w:rsidP="006A5AF8">
      <w:pPr>
        <w:rPr>
          <w:lang w:eastAsia="ar-SA"/>
        </w:rPr>
      </w:pPr>
    </w:p>
    <w:p w14:paraId="776B55EF" w14:textId="77777777" w:rsidR="007F650A" w:rsidRPr="00300F17" w:rsidRDefault="007F650A" w:rsidP="006A5AF8">
      <w:pPr>
        <w:rPr>
          <w:lang w:eastAsia="ar-SA"/>
        </w:rPr>
      </w:pPr>
    </w:p>
    <w:p w14:paraId="264F6E4C" w14:textId="77777777" w:rsidR="007F650A" w:rsidRPr="00300F17" w:rsidRDefault="007F650A" w:rsidP="006A5AF8">
      <w:pPr>
        <w:rPr>
          <w:lang w:eastAsia="ar-SA"/>
        </w:rPr>
      </w:pPr>
    </w:p>
    <w:p w14:paraId="51075414" w14:textId="77777777" w:rsidR="007F650A" w:rsidRPr="00300F17" w:rsidRDefault="007F650A" w:rsidP="006A5AF8">
      <w:pPr>
        <w:rPr>
          <w:lang w:eastAsia="ar-SA"/>
        </w:rPr>
      </w:pPr>
    </w:p>
    <w:p w14:paraId="7CE1F115" w14:textId="77777777" w:rsidR="007F650A" w:rsidRPr="00300F17" w:rsidRDefault="007F650A" w:rsidP="006A5AF8">
      <w:pPr>
        <w:rPr>
          <w:lang w:eastAsia="ar-SA"/>
        </w:rPr>
      </w:pPr>
    </w:p>
    <w:p w14:paraId="7FB07492" w14:textId="77777777" w:rsidR="007F650A" w:rsidRPr="00300F17" w:rsidRDefault="007F650A" w:rsidP="006A5AF8">
      <w:pPr>
        <w:rPr>
          <w:lang w:eastAsia="ar-SA"/>
        </w:rPr>
      </w:pPr>
    </w:p>
    <w:p w14:paraId="394E0DA4" w14:textId="77777777" w:rsidR="007F650A" w:rsidRPr="00300F17" w:rsidRDefault="007F650A" w:rsidP="006A5AF8">
      <w:pPr>
        <w:rPr>
          <w:lang w:eastAsia="ar-SA"/>
        </w:rPr>
      </w:pPr>
    </w:p>
    <w:p w14:paraId="578AFF9E" w14:textId="77777777" w:rsidR="007F650A" w:rsidRPr="00300F17" w:rsidRDefault="007F650A" w:rsidP="006A5AF8">
      <w:pPr>
        <w:rPr>
          <w:lang w:eastAsia="ar-SA"/>
        </w:rPr>
      </w:pPr>
    </w:p>
    <w:p w14:paraId="021A48B0" w14:textId="77777777" w:rsidR="007F650A" w:rsidRPr="00300F17" w:rsidRDefault="007F650A" w:rsidP="006A5AF8">
      <w:pPr>
        <w:rPr>
          <w:lang w:eastAsia="ar-SA"/>
        </w:rPr>
      </w:pPr>
    </w:p>
    <w:p w14:paraId="784320C4" w14:textId="77777777" w:rsidR="009B53FF" w:rsidRDefault="009B53FF" w:rsidP="00632E4A">
      <w:pPr>
        <w:ind w:left="4248" w:firstLine="572"/>
        <w:jc w:val="right"/>
        <w:outlineLvl w:val="0"/>
      </w:pPr>
    </w:p>
    <w:p w14:paraId="7CDFB30A" w14:textId="57AF39A4" w:rsidR="00E62294" w:rsidRPr="00300F17" w:rsidRDefault="00E62294" w:rsidP="00632E4A">
      <w:pPr>
        <w:ind w:left="4248" w:firstLine="572"/>
        <w:jc w:val="right"/>
        <w:outlineLvl w:val="0"/>
      </w:pPr>
      <w:r w:rsidRPr="00300F17">
        <w:lastRenderedPageBreak/>
        <w:t>Lisa 2</w:t>
      </w:r>
    </w:p>
    <w:p w14:paraId="2CE48CE8" w14:textId="4F499AB9" w:rsidR="00412BBD" w:rsidRPr="00300F17" w:rsidRDefault="00412BBD" w:rsidP="00632E4A">
      <w:pPr>
        <w:tabs>
          <w:tab w:val="left" w:pos="4678"/>
        </w:tabs>
        <w:ind w:left="4248" w:firstLine="5"/>
        <w:jc w:val="right"/>
        <w:outlineLvl w:val="0"/>
      </w:pPr>
      <w:r w:rsidRPr="00300F17">
        <w:t xml:space="preserve">RMK ja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r w:rsidRPr="00300F17">
        <w:t>vahelise</w:t>
      </w:r>
      <w:r w:rsidR="004A4BC8" w:rsidRPr="00300F17">
        <w:t xml:space="preserve"> </w:t>
      </w:r>
      <w:sdt>
        <w:sdtPr>
          <w:rPr>
            <w:highlight w:val="lightGray"/>
          </w:rPr>
          <w:id w:val="361476133"/>
          <w:placeholder>
            <w:docPart w:val="47E9E0044A1C4E7AAC63501FE2B1AF4E"/>
          </w:placeholder>
          <w:date>
            <w:dateFormat w:val="d.MM.yyyy"/>
            <w:lid w:val="et-EE"/>
            <w:storeMappedDataAs w:val="dateTime"/>
            <w:calendar w:val="gregorian"/>
          </w:date>
        </w:sdtPr>
        <w:sdtEndPr/>
        <w:sdtContent>
          <w:r w:rsidRPr="00302C0E">
            <w:rPr>
              <w:highlight w:val="lightGray"/>
            </w:rPr>
            <w:t>[Vali kuupäev]</w:t>
          </w:r>
        </w:sdtContent>
      </w:sdt>
      <w:r w:rsidRPr="00300F17">
        <w:t xml:space="preserve"> </w:t>
      </w:r>
      <w:r w:rsidR="007F650A" w:rsidRPr="00300F17">
        <w:t>ulukitõrjetööde</w:t>
      </w:r>
      <w:r w:rsidR="00632E4A" w:rsidRPr="00300F17">
        <w:t xml:space="preserve"> </w:t>
      </w:r>
      <w:r w:rsidR="007F650A" w:rsidRPr="00300F17">
        <w:t>raam</w:t>
      </w:r>
      <w:r w:rsidRPr="00300F17">
        <w:t xml:space="preserve">lepingu nr </w:t>
      </w:r>
      <w:r w:rsidR="00873E29"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56FE7553" w14:textId="77777777" w:rsidR="00E62294" w:rsidRPr="00300F17" w:rsidRDefault="00E62294" w:rsidP="006939F3">
      <w:pPr>
        <w:ind w:left="-720" w:firstLine="720"/>
        <w:jc w:val="right"/>
        <w:rPr>
          <w:rStyle w:val="normal1"/>
          <w:smallCaps/>
        </w:rPr>
      </w:pPr>
    </w:p>
    <w:p w14:paraId="3123C2ED" w14:textId="77777777" w:rsidR="00632E4A" w:rsidRPr="00300F17" w:rsidRDefault="00632E4A" w:rsidP="00CB2362">
      <w:pPr>
        <w:jc w:val="center"/>
        <w:rPr>
          <w:b/>
        </w:rPr>
      </w:pPr>
    </w:p>
    <w:p w14:paraId="60799F67" w14:textId="77777777" w:rsidR="00632E4A" w:rsidRPr="00300F17" w:rsidRDefault="00632E4A" w:rsidP="00CB2362">
      <w:pPr>
        <w:jc w:val="center"/>
        <w:rPr>
          <w:b/>
        </w:rPr>
      </w:pPr>
    </w:p>
    <w:p w14:paraId="7AE7D135" w14:textId="43F9C7FA" w:rsidR="00412BBD" w:rsidRPr="00300F17" w:rsidRDefault="00E62294" w:rsidP="00CB2362">
      <w:pPr>
        <w:jc w:val="center"/>
      </w:pPr>
      <w:r w:rsidRPr="00300F17">
        <w:rPr>
          <w:b/>
        </w:rPr>
        <w:t>Hinnad</w:t>
      </w:r>
    </w:p>
    <w:p w14:paraId="2A51D936" w14:textId="77777777" w:rsidR="00873E29" w:rsidRPr="00300F17" w:rsidRDefault="00873E29" w:rsidP="00F178E8">
      <w:pPr>
        <w:pStyle w:val="NormalWeb"/>
        <w:jc w:val="right"/>
        <w:rPr>
          <w:lang w:val="et-EE"/>
        </w:rPr>
      </w:pPr>
      <w:r w:rsidRPr="00300F17">
        <w:rPr>
          <w:rFonts w:eastAsia="Calibri"/>
          <w:lang w:val="et-EE"/>
        </w:rPr>
        <w:t>(hiliseima digitaalallkirja kuupäev)</w:t>
      </w:r>
    </w:p>
    <w:p w14:paraId="2106C94E" w14:textId="77777777" w:rsidR="00E62294" w:rsidRPr="00300F17" w:rsidRDefault="004C49EE" w:rsidP="003443C7">
      <w:pPr>
        <w:jc w:val="both"/>
      </w:pPr>
      <w:r w:rsidRPr="00300F17">
        <w:rPr>
          <w:bCs/>
        </w:rPr>
        <w:t>Riigimetsa Majandamise Keskus,</w:t>
      </w:r>
      <w:r w:rsidRPr="00300F17">
        <w:t xml:space="preserve"> </w:t>
      </w:r>
      <w:r w:rsidRPr="00300F17">
        <w:rPr>
          <w:bCs/>
        </w:rPr>
        <w:t xml:space="preserve">edaspidi </w:t>
      </w:r>
      <w:r w:rsidRPr="00300F17">
        <w:rPr>
          <w:b/>
          <w:bCs/>
        </w:rPr>
        <w:t>RMK</w:t>
      </w:r>
      <w:r w:rsidRPr="00300F17">
        <w:rPr>
          <w:bCs/>
        </w:rPr>
        <w:t xml:space="preserve"> või </w:t>
      </w:r>
      <w:r w:rsidRPr="00300F17">
        <w:rPr>
          <w:b/>
          <w:bCs/>
        </w:rPr>
        <w:t>tellija</w:t>
      </w:r>
      <w:r w:rsidR="00873E29" w:rsidRPr="00300F17">
        <w:rPr>
          <w:b/>
        </w:rPr>
        <w:t>,</w:t>
      </w:r>
      <w:r w:rsidR="00873E29" w:rsidRPr="00300F17">
        <w:t xml:space="preserve"> ja</w:t>
      </w:r>
      <w:r w:rsidR="004A4BC8" w:rsidRPr="00300F17">
        <w:rPr>
          <w:bCs/>
        </w:rPr>
        <w:t xml:space="preserve"> </w:t>
      </w:r>
      <w:r w:rsidR="004A4BC8" w:rsidRPr="00300F17">
        <w:rPr>
          <w:bCs/>
        </w:rPr>
        <w:fldChar w:fldCharType="begin"/>
      </w:r>
      <w:r w:rsidR="004A4BC8" w:rsidRPr="00300F17">
        <w:rPr>
          <w:bCs/>
        </w:rPr>
        <w:instrText xml:space="preserve"> MACROBUTTON  AcceptAllChangesInDocAndStopTracking [Sisesta juriidilise isiku või FIE nimi] </w:instrText>
      </w:r>
      <w:r w:rsidR="004A4BC8" w:rsidRPr="00300F17">
        <w:rPr>
          <w:bCs/>
        </w:rPr>
        <w:fldChar w:fldCharType="end"/>
      </w:r>
      <w:r w:rsidR="00873E29" w:rsidRPr="00300F17">
        <w:rPr>
          <w:bCs/>
        </w:rPr>
        <w:t>, edaspidi</w:t>
      </w:r>
      <w:r w:rsidR="00873E29" w:rsidRPr="00300F17">
        <w:rPr>
          <w:b/>
          <w:bCs/>
        </w:rPr>
        <w:t xml:space="preserve"> töövõtja, </w:t>
      </w:r>
      <w:r w:rsidR="00E62294" w:rsidRPr="00300F17">
        <w:t>leppisid kokku</w:t>
      </w:r>
      <w:r w:rsidR="00382895" w:rsidRPr="00300F17">
        <w:t xml:space="preserve"> hinnad järgnevalt</w:t>
      </w:r>
      <w:r w:rsidR="00E62294" w:rsidRPr="00300F17">
        <w:t xml:space="preserve">: </w:t>
      </w:r>
    </w:p>
    <w:p w14:paraId="1C658344" w14:textId="77777777" w:rsidR="009960AE" w:rsidRPr="00300F17" w:rsidRDefault="009960AE" w:rsidP="003443C7">
      <w:pPr>
        <w:jc w:val="both"/>
      </w:pPr>
    </w:p>
    <w:p w14:paraId="7D697794" w14:textId="73895B63" w:rsidR="009960AE" w:rsidRPr="00300F17" w:rsidRDefault="00F87AE4" w:rsidP="003443C7">
      <w:pPr>
        <w:pStyle w:val="ListParagraph"/>
        <w:numPr>
          <w:ilvl w:val="0"/>
          <w:numId w:val="8"/>
        </w:numPr>
        <w:ind w:left="284" w:hanging="284"/>
        <w:jc w:val="both"/>
      </w:pPr>
      <w:r w:rsidRPr="00300F17">
        <w:t>Ulukitõrjetööd</w:t>
      </w:r>
      <w:r w:rsidR="009960AE" w:rsidRPr="00300F17">
        <w:t>:</w:t>
      </w:r>
    </w:p>
    <w:tbl>
      <w:tblPr>
        <w:tblW w:w="4300" w:type="dxa"/>
        <w:tblCellMar>
          <w:left w:w="70" w:type="dxa"/>
          <w:right w:w="70" w:type="dxa"/>
        </w:tblCellMar>
        <w:tblLook w:val="04A0" w:firstRow="1" w:lastRow="0" w:firstColumn="1" w:lastColumn="0" w:noHBand="0" w:noVBand="1"/>
      </w:tblPr>
      <w:tblGrid>
        <w:gridCol w:w="3120"/>
        <w:gridCol w:w="1180"/>
      </w:tblGrid>
      <w:tr w:rsidR="009E1AE3" w:rsidRPr="00300F17" w14:paraId="0BC0431A" w14:textId="77777777" w:rsidTr="008B23E1">
        <w:trPr>
          <w:trHeight w:val="300"/>
        </w:trPr>
        <w:tc>
          <w:tcPr>
            <w:tcW w:w="3120" w:type="dxa"/>
            <w:tcBorders>
              <w:top w:val="single" w:sz="8" w:space="0" w:color="auto"/>
              <w:left w:val="single" w:sz="8" w:space="0" w:color="auto"/>
              <w:bottom w:val="single" w:sz="8" w:space="0" w:color="auto"/>
              <w:right w:val="nil"/>
            </w:tcBorders>
            <w:shd w:val="clear" w:color="000000" w:fill="FFFF00"/>
            <w:noWrap/>
            <w:vAlign w:val="bottom"/>
            <w:hideMark/>
          </w:tcPr>
          <w:p w14:paraId="2291FF9D" w14:textId="77777777" w:rsidR="008B23E1" w:rsidRPr="00300F17" w:rsidRDefault="008B23E1">
            <w:r w:rsidRPr="00300F17">
              <w:t>Ulukitõrjetööde võte</w:t>
            </w:r>
          </w:p>
        </w:tc>
        <w:tc>
          <w:tcPr>
            <w:tcW w:w="11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5607FEA1" w14:textId="77777777" w:rsidR="008B23E1" w:rsidRPr="00300F17" w:rsidRDefault="008B23E1">
            <w:r w:rsidRPr="00300F17">
              <w:t>Hind €/ha</w:t>
            </w:r>
          </w:p>
        </w:tc>
      </w:tr>
      <w:tr w:rsidR="009E1AE3" w:rsidRPr="00300F17" w14:paraId="3273B4BF" w14:textId="77777777" w:rsidTr="008B23E1">
        <w:trPr>
          <w:trHeight w:val="288"/>
        </w:trPr>
        <w:tc>
          <w:tcPr>
            <w:tcW w:w="3120" w:type="dxa"/>
            <w:tcBorders>
              <w:top w:val="nil"/>
              <w:left w:val="single" w:sz="8" w:space="0" w:color="auto"/>
              <w:bottom w:val="single" w:sz="4" w:space="0" w:color="auto"/>
              <w:right w:val="nil"/>
            </w:tcBorders>
            <w:shd w:val="clear" w:color="auto" w:fill="auto"/>
            <w:noWrap/>
            <w:vAlign w:val="bottom"/>
            <w:hideMark/>
          </w:tcPr>
          <w:p w14:paraId="69DB0366" w14:textId="3D74765C" w:rsidR="008B23E1" w:rsidRPr="00300F17" w:rsidRDefault="008B23E1">
            <w:r w:rsidRPr="00300F17">
              <w:t>Ülepinnaline pritsim</w:t>
            </w:r>
            <w:r w:rsidR="008F4EBC" w:rsidRPr="00300F17">
              <w:t>i</w:t>
            </w:r>
            <w:r w:rsidRPr="00300F17">
              <w:t>ne</w:t>
            </w:r>
          </w:p>
        </w:tc>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121E60C9" w14:textId="77777777" w:rsidR="008B23E1" w:rsidRPr="00300F17" w:rsidRDefault="008B23E1">
            <w:r w:rsidRPr="00300F17">
              <w:t> </w:t>
            </w:r>
          </w:p>
        </w:tc>
      </w:tr>
      <w:tr w:rsidR="008B23E1" w:rsidRPr="00300F17" w14:paraId="2B81562A" w14:textId="77777777" w:rsidTr="008B23E1">
        <w:trPr>
          <w:trHeight w:val="300"/>
        </w:trPr>
        <w:tc>
          <w:tcPr>
            <w:tcW w:w="3120" w:type="dxa"/>
            <w:tcBorders>
              <w:top w:val="nil"/>
              <w:left w:val="single" w:sz="8" w:space="0" w:color="auto"/>
              <w:bottom w:val="single" w:sz="8" w:space="0" w:color="auto"/>
              <w:right w:val="nil"/>
            </w:tcBorders>
            <w:shd w:val="clear" w:color="auto" w:fill="auto"/>
            <w:noWrap/>
            <w:vAlign w:val="bottom"/>
            <w:hideMark/>
          </w:tcPr>
          <w:p w14:paraId="1BE9BFEE" w14:textId="77777777" w:rsidR="008B23E1" w:rsidRPr="00300F17" w:rsidRDefault="008B23E1">
            <w:r w:rsidRPr="00300F17">
              <w:t>Osapinnaline pritsimine</w:t>
            </w:r>
          </w:p>
        </w:tc>
        <w:tc>
          <w:tcPr>
            <w:tcW w:w="1180" w:type="dxa"/>
            <w:tcBorders>
              <w:top w:val="nil"/>
              <w:left w:val="single" w:sz="8" w:space="0" w:color="auto"/>
              <w:bottom w:val="single" w:sz="8" w:space="0" w:color="auto"/>
              <w:right w:val="single" w:sz="8" w:space="0" w:color="auto"/>
            </w:tcBorders>
            <w:shd w:val="clear" w:color="auto" w:fill="auto"/>
            <w:noWrap/>
            <w:vAlign w:val="bottom"/>
            <w:hideMark/>
          </w:tcPr>
          <w:p w14:paraId="7174DE4E" w14:textId="77777777" w:rsidR="008B23E1" w:rsidRPr="00300F17" w:rsidRDefault="008B23E1">
            <w:r w:rsidRPr="00300F17">
              <w:t> </w:t>
            </w:r>
          </w:p>
        </w:tc>
      </w:tr>
    </w:tbl>
    <w:p w14:paraId="52E1E57A" w14:textId="77777777" w:rsidR="007E0DA1" w:rsidRPr="00300F17" w:rsidRDefault="007E0DA1" w:rsidP="003443C7">
      <w:pPr>
        <w:pStyle w:val="ListParagraph"/>
        <w:ind w:left="426"/>
        <w:jc w:val="both"/>
        <w:rPr>
          <w:rStyle w:val="normal1"/>
        </w:rPr>
      </w:pPr>
    </w:p>
    <w:p w14:paraId="536D8884" w14:textId="77777777" w:rsidR="00E801CD" w:rsidRDefault="00382895" w:rsidP="00E801CD">
      <w:pPr>
        <w:pStyle w:val="ListParagraph"/>
        <w:numPr>
          <w:ilvl w:val="0"/>
          <w:numId w:val="8"/>
        </w:numPr>
        <w:ind w:left="426" w:hanging="426"/>
        <w:jc w:val="both"/>
      </w:pPr>
      <w:r w:rsidRPr="00300F17">
        <w:t>Hinnad ei sisalda käibemaksu</w:t>
      </w:r>
      <w:r w:rsidR="00986E16" w:rsidRPr="00300F17">
        <w:t>.</w:t>
      </w:r>
    </w:p>
    <w:p w14:paraId="157DC19B" w14:textId="6690933D" w:rsidR="00E801CD" w:rsidRDefault="00E801CD" w:rsidP="00E801CD">
      <w:pPr>
        <w:pStyle w:val="ListParagraph"/>
        <w:numPr>
          <w:ilvl w:val="0"/>
          <w:numId w:val="8"/>
        </w:numPr>
        <w:ind w:left="426" w:hanging="426"/>
        <w:jc w:val="both"/>
      </w:pPr>
      <w:r>
        <w:t>Hinnalisa</w:t>
      </w:r>
    </w:p>
    <w:p w14:paraId="14792490" w14:textId="77777777" w:rsidR="00E801CD" w:rsidRDefault="00E801CD" w:rsidP="00E801CD">
      <w:pPr>
        <w:jc w:val="both"/>
      </w:pPr>
      <w:r>
        <w:t>Hinnalisa grupp: Nõudlikul maastikul töötamine (kopa mätta maapind, järsud nõlvad, pokuline pinnas)</w:t>
      </w:r>
    </w:p>
    <w:p w14:paraId="7CA4C686" w14:textId="067C6635" w:rsidR="00E801CD" w:rsidRPr="00300F17" w:rsidRDefault="00E801CD" w:rsidP="00E801CD">
      <w:pPr>
        <w:jc w:val="both"/>
      </w:pPr>
      <w:r>
        <w:t>Hinnalisa suurus: +10%</w:t>
      </w:r>
    </w:p>
    <w:p w14:paraId="44BE71F0" w14:textId="68589EF9" w:rsidR="00481793" w:rsidRPr="00300F17" w:rsidRDefault="00481793" w:rsidP="003443C7">
      <w:pPr>
        <w:pStyle w:val="ListParagraph"/>
        <w:numPr>
          <w:ilvl w:val="0"/>
          <w:numId w:val="8"/>
        </w:numPr>
        <w:ind w:left="426" w:hanging="426"/>
        <w:jc w:val="both"/>
      </w:pPr>
      <w:r w:rsidRPr="00300F17">
        <w:t xml:space="preserve">Hinnakokkuleppe raamistik kehtib </w:t>
      </w:r>
      <w:r w:rsidR="009F3E7B" w:rsidRPr="00300F17">
        <w:t>kogu Lepingu perioodi</w:t>
      </w:r>
      <w:r w:rsidRPr="00300F17">
        <w:t xml:space="preserve">. </w:t>
      </w:r>
    </w:p>
    <w:p w14:paraId="5925D0D7" w14:textId="77777777" w:rsidR="006939F3" w:rsidRPr="00300F17" w:rsidRDefault="006939F3" w:rsidP="003443C7">
      <w:pPr>
        <w:suppressAutoHyphens/>
        <w:jc w:val="both"/>
      </w:pPr>
    </w:p>
    <w:p w14:paraId="1AC99AFB" w14:textId="77777777" w:rsidR="00382895" w:rsidRPr="00300F17" w:rsidRDefault="00873E29" w:rsidP="003443C7">
      <w:pPr>
        <w:jc w:val="both"/>
        <w:rPr>
          <w:rStyle w:val="normal1"/>
          <w:b/>
          <w:bCs/>
        </w:rPr>
      </w:pPr>
      <w:r w:rsidRPr="00300F17">
        <w:rPr>
          <w:rStyle w:val="normal1"/>
          <w:b/>
          <w:bCs/>
        </w:rPr>
        <w:t>Poolte allkirjad</w:t>
      </w:r>
    </w:p>
    <w:p w14:paraId="434B3E9D" w14:textId="77777777" w:rsidR="00D549F9" w:rsidRPr="00300F17" w:rsidRDefault="00D549F9" w:rsidP="003443C7">
      <w:pPr>
        <w:jc w:val="both"/>
        <w:rPr>
          <w:rStyle w:val="normal1"/>
          <w:b/>
          <w:bCs/>
        </w:rPr>
      </w:pPr>
    </w:p>
    <w:p w14:paraId="38ADE60D" w14:textId="77777777" w:rsidR="00382895" w:rsidRPr="00300F17" w:rsidRDefault="00D549F9" w:rsidP="003443C7">
      <w:pPr>
        <w:tabs>
          <w:tab w:val="left" w:pos="4395"/>
        </w:tabs>
        <w:jc w:val="both"/>
        <w:rPr>
          <w:rStyle w:val="normal1"/>
          <w:b/>
        </w:rPr>
      </w:pPr>
      <w:r w:rsidRPr="00300F17">
        <w:rPr>
          <w:b/>
        </w:rPr>
        <w:t>Tellija</w:t>
      </w:r>
      <w:r w:rsidR="00943794" w:rsidRPr="00300F17">
        <w:rPr>
          <w:b/>
        </w:rPr>
        <w:tab/>
      </w:r>
      <w:r w:rsidR="005A421F" w:rsidRPr="00300F17">
        <w:rPr>
          <w:b/>
        </w:rPr>
        <w:t xml:space="preserve">Töövõtja </w:t>
      </w:r>
    </w:p>
    <w:tbl>
      <w:tblPr>
        <w:tblStyle w:val="TableGrid"/>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744A4BBF" w14:textId="77777777" w:rsidTr="00412BBD">
        <w:trPr>
          <w:trHeight w:val="565"/>
        </w:trPr>
        <w:tc>
          <w:tcPr>
            <w:tcW w:w="4395" w:type="dxa"/>
            <w:tcBorders>
              <w:top w:val="nil"/>
              <w:left w:val="nil"/>
              <w:bottom w:val="nil"/>
              <w:right w:val="nil"/>
            </w:tcBorders>
            <w:vAlign w:val="bottom"/>
          </w:tcPr>
          <w:bookmarkStart w:id="1" w:name="_Hlk158297962"/>
          <w:p w14:paraId="025F5279" w14:textId="77777777" w:rsidR="00412BBD" w:rsidRPr="00300F17" w:rsidRDefault="00FD6D15" w:rsidP="003443C7">
            <w:pPr>
              <w:pStyle w:val="Heading4"/>
              <w:jc w:val="both"/>
              <w:rPr>
                <w:b w:val="0"/>
                <w:sz w:val="24"/>
                <w:szCs w:val="24"/>
                <w:lang w:eastAsia="en-US"/>
              </w:rPr>
            </w:pPr>
            <w:sdt>
              <w:sdtPr>
                <w:rPr>
                  <w:b w:val="0"/>
                  <w:sz w:val="24"/>
                  <w:szCs w:val="24"/>
                  <w:highlight w:val="lightGray"/>
                  <w:lang w:eastAsia="en-US"/>
                </w:rPr>
                <w:id w:val="1348981832"/>
                <w:placeholder>
                  <w:docPart w:val="6A5E5B4633F44A83A5F3237C84C34047"/>
                </w:placeholder>
                <w:comboBox>
                  <w:listItem w:displayText=" " w:value=" "/>
                  <w:listItem w:displayText="(allkirjastatud digitaalselt)" w:value="(allkirjastatud digitaalselt)"/>
                </w:comboBox>
              </w:sdtPr>
              <w:sdtEndPr/>
              <w:sdtContent>
                <w:r w:rsidR="00412BBD"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1DEBA5F4" w14:textId="77777777" w:rsidR="00412BBD" w:rsidRPr="00300F17" w:rsidRDefault="00FD6D15" w:rsidP="003443C7">
            <w:pPr>
              <w:pStyle w:val="Heading4"/>
              <w:jc w:val="both"/>
              <w:rPr>
                <w:b w:val="0"/>
                <w:sz w:val="24"/>
                <w:szCs w:val="24"/>
                <w:lang w:eastAsia="en-US"/>
              </w:rPr>
            </w:pPr>
            <w:sdt>
              <w:sdtPr>
                <w:rPr>
                  <w:b w:val="0"/>
                  <w:sz w:val="24"/>
                  <w:szCs w:val="24"/>
                  <w:highlight w:val="lightGray"/>
                  <w:lang w:eastAsia="en-US"/>
                </w:rPr>
                <w:id w:val="790561989"/>
                <w:placeholder>
                  <w:docPart w:val="06ED4D043CD04065AF539DF769B1562A"/>
                </w:placeholder>
                <w:comboBox>
                  <w:listItem w:displayText=" " w:value=" "/>
                  <w:listItem w:displayText="(allkirjastatud digitaalselt)" w:value="(allkirjastatud digitaalselt)"/>
                </w:comboBox>
              </w:sdtPr>
              <w:sdtEndPr/>
              <w:sdtContent>
                <w:r w:rsidR="00412BBD"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300F17" w14:paraId="67542EB9" w14:textId="77777777" w:rsidTr="002761F8">
        <w:trPr>
          <w:trHeight w:val="838"/>
        </w:trPr>
        <w:tc>
          <w:tcPr>
            <w:tcW w:w="4320" w:type="dxa"/>
            <w:vAlign w:val="bottom"/>
          </w:tcPr>
          <w:p w14:paraId="6148C184" w14:textId="77777777" w:rsidR="00412BBD" w:rsidRPr="00300F17" w:rsidRDefault="00412BBD" w:rsidP="003443C7">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3F34CAC8" w14:textId="77777777" w:rsidR="00412BBD" w:rsidRPr="00300F17" w:rsidRDefault="00412BBD" w:rsidP="003443C7">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bookmarkEnd w:id="1"/>
    </w:tbl>
    <w:p w14:paraId="0EDAFE8B" w14:textId="77777777" w:rsidR="008F1C97" w:rsidRPr="00300F17" w:rsidRDefault="008F1C97" w:rsidP="003443C7">
      <w:pPr>
        <w:suppressAutoHyphens/>
        <w:jc w:val="both"/>
        <w:sectPr w:rsidR="008F1C97" w:rsidRPr="00300F17" w:rsidSect="0059255D">
          <w:pgSz w:w="11906" w:h="16838"/>
          <w:pgMar w:top="1134" w:right="1418" w:bottom="1134" w:left="1418" w:header="709" w:footer="709" w:gutter="0"/>
          <w:cols w:space="708"/>
          <w:formProt w:val="0"/>
          <w:titlePg/>
          <w:docGrid w:linePitch="360"/>
        </w:sectPr>
      </w:pPr>
    </w:p>
    <w:p w14:paraId="65DAE516" w14:textId="0596D24A" w:rsidR="00A408D2" w:rsidRPr="00300F17" w:rsidRDefault="00A408D2" w:rsidP="00632E4A">
      <w:pPr>
        <w:ind w:left="4248" w:firstLine="5"/>
        <w:jc w:val="right"/>
        <w:outlineLvl w:val="0"/>
      </w:pPr>
      <w:bookmarkStart w:id="2" w:name="_Hlk122326321"/>
      <w:r w:rsidRPr="00300F17">
        <w:lastRenderedPageBreak/>
        <w:t>Lisa 3</w:t>
      </w:r>
    </w:p>
    <w:p w14:paraId="199364C5" w14:textId="77777777" w:rsidR="00A408D2" w:rsidRPr="00300F17" w:rsidRDefault="00A408D2" w:rsidP="00632E4A">
      <w:pPr>
        <w:ind w:left="4248" w:firstLine="5"/>
        <w:jc w:val="right"/>
        <w:outlineLvl w:val="0"/>
      </w:pPr>
      <w:r w:rsidRPr="00300F17">
        <w:t xml:space="preserve">RMK ja </w:t>
      </w:r>
      <w:r w:rsidRPr="00302C0E">
        <w:rPr>
          <w:bCs/>
          <w:highlight w:val="lightGray"/>
        </w:rPr>
        <w:fldChar w:fldCharType="begin"/>
      </w:r>
      <w:r w:rsidRPr="00302C0E">
        <w:rPr>
          <w:bCs/>
          <w:highlight w:val="lightGray"/>
        </w:rPr>
        <w:instrText xml:space="preserve"> MACROBUTTON  AcceptAllChangesInDocAndStopTracking [Sisesta juriidilise isiku või FIE nimi] </w:instrText>
      </w:r>
      <w:r w:rsidRPr="00302C0E">
        <w:rPr>
          <w:bCs/>
          <w:highlight w:val="lightGray"/>
        </w:rPr>
        <w:fldChar w:fldCharType="end"/>
      </w:r>
      <w:r w:rsidRPr="00300F17">
        <w:t xml:space="preserve">vahelise </w:t>
      </w:r>
      <w:sdt>
        <w:sdtPr>
          <w:rPr>
            <w:highlight w:val="lightGray"/>
          </w:rPr>
          <w:id w:val="-1328441550"/>
          <w:placeholder>
            <w:docPart w:val="91ACFCAC12C4472B9D6F594C1C095171"/>
          </w:placeholder>
          <w:date>
            <w:dateFormat w:val="d.MM.yyyy"/>
            <w:lid w:val="et-EE"/>
            <w:storeMappedDataAs w:val="dateTime"/>
            <w:calendar w:val="gregorian"/>
          </w:date>
        </w:sdtPr>
        <w:sdtEndPr/>
        <w:sdtContent>
          <w:r w:rsidRPr="00302C0E">
            <w:rPr>
              <w:highlight w:val="lightGray"/>
            </w:rPr>
            <w:t>[Vali kuupäev]</w:t>
          </w:r>
        </w:sdtContent>
      </w:sdt>
      <w:r w:rsidRPr="00300F17">
        <w:t xml:space="preserve"> ulukitõrjetööde raamlepingu nr </w:t>
      </w:r>
      <w:r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4AEE7C5A" w14:textId="77777777" w:rsidR="00A408D2" w:rsidRPr="00300F17" w:rsidRDefault="00A408D2" w:rsidP="00A408D2">
      <w:pPr>
        <w:suppressAutoHyphens/>
        <w:autoSpaceDN w:val="0"/>
        <w:spacing w:after="160" w:line="249" w:lineRule="auto"/>
        <w:rPr>
          <w:rFonts w:eastAsia="Calibri"/>
          <w:b/>
          <w:bCs/>
          <w:kern w:val="3"/>
        </w:rPr>
      </w:pPr>
    </w:p>
    <w:p w14:paraId="483EE80F" w14:textId="77777777" w:rsidR="00A408D2" w:rsidRPr="00300F17" w:rsidRDefault="00A408D2" w:rsidP="00A408D2">
      <w:pPr>
        <w:suppressAutoHyphens/>
        <w:autoSpaceDN w:val="0"/>
        <w:spacing w:after="160" w:line="249" w:lineRule="auto"/>
        <w:rPr>
          <w:rFonts w:eastAsia="Calibri"/>
          <w:b/>
          <w:bCs/>
          <w:kern w:val="3"/>
        </w:rPr>
      </w:pPr>
    </w:p>
    <w:p w14:paraId="5EECFE12" w14:textId="3A256921" w:rsidR="00A408D2" w:rsidRPr="00300F17" w:rsidRDefault="00A408D2" w:rsidP="00A408D2">
      <w:pPr>
        <w:suppressAutoHyphens/>
        <w:autoSpaceDN w:val="0"/>
        <w:spacing w:after="160" w:line="249" w:lineRule="auto"/>
        <w:rPr>
          <w:rFonts w:eastAsia="Calibri"/>
          <w:b/>
          <w:bCs/>
          <w:kern w:val="3"/>
        </w:rPr>
      </w:pPr>
      <w:r w:rsidRPr="00300F17">
        <w:rPr>
          <w:rFonts w:eastAsia="Calibri"/>
          <w:b/>
          <w:bCs/>
          <w:kern w:val="3"/>
        </w:rPr>
        <w:t>ULUKITÕRJEVAHENDI TRICO-ga TÖÖTLEMISE TEHNILINE KIRJELDUS</w:t>
      </w:r>
    </w:p>
    <w:p w14:paraId="44DBD1EE" w14:textId="77777777" w:rsidR="00A408D2" w:rsidRPr="00300F17" w:rsidRDefault="00A408D2" w:rsidP="00A408D2">
      <w:pPr>
        <w:suppressAutoHyphens/>
        <w:autoSpaceDN w:val="0"/>
        <w:spacing w:after="160" w:line="249" w:lineRule="auto"/>
        <w:rPr>
          <w:rFonts w:eastAsia="Calibri"/>
          <w:kern w:val="3"/>
        </w:rPr>
      </w:pPr>
    </w:p>
    <w:p w14:paraId="401165B0"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Ulukitõrjevahend Trico on looduslik taimekaitsevahend (repellent) metskitsede, hirvede ja põtrade ja teiste uluksõraliste tekitatud kahjustuste vältimiseks okas- ja lehtpuudel.</w:t>
      </w:r>
    </w:p>
    <w:p w14:paraId="7676DCB0"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Trico koostisained on vesi ja lambarasv. Lambarasva lõhn annab tõrjetoime, mille tõttu sõralistel  väheneb huvi puude kahjustamiseks.</w:t>
      </w:r>
    </w:p>
    <w:p w14:paraId="48FD3E47"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Puudele kandmisel tuleb kasutada sobivat selg-või käsipritsi, mis peab olema reguleeritava pihustiga, et vältida preparaadi liigset kulu ja mööda pihustamist taimeladvast või  puutüvest.</w:t>
      </w:r>
    </w:p>
    <w:p w14:paraId="364B0AD3"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noProof/>
          <w:kern w:val="3"/>
        </w:rPr>
        <w:drawing>
          <wp:anchor distT="0" distB="0" distL="114300" distR="114300" simplePos="0" relativeHeight="251658240" behindDoc="0" locked="0" layoutInCell="1" allowOverlap="1" wp14:anchorId="78A32A1F" wp14:editId="2693DC4D">
            <wp:simplePos x="0" y="0"/>
            <wp:positionH relativeFrom="column">
              <wp:posOffset>2124078</wp:posOffset>
            </wp:positionH>
            <wp:positionV relativeFrom="paragraph">
              <wp:posOffset>53336</wp:posOffset>
            </wp:positionV>
            <wp:extent cx="998223" cy="1352553"/>
            <wp:effectExtent l="0" t="0" r="0" b="0"/>
            <wp:wrapSquare wrapText="bothSides"/>
            <wp:docPr id="387905634" name="Pilt 1" descr="Pilt, millel on kujutatud Kodumasin, tolmuimemine, seade&#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998223" cy="1352553"/>
                    </a:xfrm>
                    <a:prstGeom prst="rect">
                      <a:avLst/>
                    </a:prstGeom>
                    <a:noFill/>
                    <a:ln>
                      <a:noFill/>
                      <a:prstDash/>
                    </a:ln>
                  </pic:spPr>
                </pic:pic>
              </a:graphicData>
            </a:graphic>
          </wp:anchor>
        </w:drawing>
      </w:r>
      <w:r w:rsidRPr="00300F17">
        <w:rPr>
          <w:rFonts w:eastAsia="Calibri"/>
          <w:noProof/>
          <w:kern w:val="3"/>
        </w:rPr>
        <w:drawing>
          <wp:inline distT="0" distB="0" distL="0" distR="0" wp14:anchorId="11774553" wp14:editId="27AB4257">
            <wp:extent cx="1019537" cy="1198010"/>
            <wp:effectExtent l="0" t="0" r="9163" b="2140"/>
            <wp:docPr id="141847047" name="Pilt 2" descr="Pilt, millel on kujutatud muru, tekst, taim, õues&#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rot="10799991" flipV="1">
                      <a:off x="0" y="0"/>
                      <a:ext cx="1019537" cy="1198010"/>
                    </a:xfrm>
                    <a:prstGeom prst="rect">
                      <a:avLst/>
                    </a:prstGeom>
                    <a:noFill/>
                    <a:ln>
                      <a:noFill/>
                      <a:prstDash/>
                    </a:ln>
                  </pic:spPr>
                </pic:pic>
              </a:graphicData>
            </a:graphic>
          </wp:inline>
        </w:drawing>
      </w:r>
    </w:p>
    <w:p w14:paraId="77EB231B" w14:textId="77777777" w:rsidR="00A408D2" w:rsidRPr="00300F17" w:rsidRDefault="00A408D2" w:rsidP="00A408D2">
      <w:pPr>
        <w:suppressAutoHyphens/>
        <w:autoSpaceDN w:val="0"/>
        <w:spacing w:after="160" w:line="249" w:lineRule="auto"/>
        <w:jc w:val="both"/>
        <w:rPr>
          <w:rFonts w:eastAsia="Calibri"/>
          <w:kern w:val="3"/>
        </w:rPr>
      </w:pPr>
    </w:p>
    <w:p w14:paraId="12AEB693" w14:textId="77777777" w:rsidR="00A408D2" w:rsidRPr="00300F17" w:rsidRDefault="00A408D2" w:rsidP="00A408D2">
      <w:pPr>
        <w:suppressAutoHyphens/>
        <w:autoSpaceDN w:val="0"/>
        <w:spacing w:after="160" w:line="249" w:lineRule="auto"/>
        <w:rPr>
          <w:rFonts w:eastAsia="Calibri"/>
          <w:kern w:val="3"/>
        </w:rPr>
      </w:pPr>
      <w:r w:rsidRPr="00300F17">
        <w:rPr>
          <w:rFonts w:eastAsia="Calibri"/>
          <w:kern w:val="3"/>
        </w:rPr>
        <w:t>Riigimetsas kasutatav tõrjevahend on  pakendatud 10 l kanistrites, valmisseguna, veega seda ei lahjendata. Enne kasutamist keeratakse pakendi põhi ülespoole ja segatakse, loksutades seda vähemalt 2-3 korda!</w:t>
      </w:r>
    </w:p>
    <w:p w14:paraId="539EF14E"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 xml:space="preserve">Puudele kantakse pluss kraadidega ja kuiva ilmaga.  Püsiva kaitsekihi moodustamiseks peab Trico täielikult kuivama, seega arvesta, et peale pritsimist oleks veel mitu tundi kuiva aega. Enne töötlemist peavad ka taimed, puud olema kastest või sademetest eelnevalt kuivanud. Istikutel pritsitakse ladvakasvusid, vanematel puudel noorendikes oksamännaste vahelist tüveosa. </w:t>
      </w:r>
    </w:p>
    <w:p w14:paraId="139C1741"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noProof/>
          <w:kern w:val="3"/>
        </w:rPr>
        <w:drawing>
          <wp:inline distT="0" distB="0" distL="0" distR="0" wp14:anchorId="701CDE7E" wp14:editId="1E906E47">
            <wp:extent cx="1879878" cy="2164229"/>
            <wp:effectExtent l="0" t="0" r="6072" b="7471"/>
            <wp:docPr id="2053537701" name="Pilt 7" descr="A person spraying a small tree&#10;&#10;Description automatically generated"/>
            <wp:cNvGraphicFramePr/>
            <a:graphic xmlns:a="http://schemas.openxmlformats.org/drawingml/2006/main">
              <a:graphicData uri="http://schemas.openxmlformats.org/drawingml/2006/picture">
                <pic:pic xmlns:pic="http://schemas.openxmlformats.org/drawingml/2006/picture">
                  <pic:nvPicPr>
                    <pic:cNvPr id="2053537701" name="Pilt 7" descr="A person spraying a small tree&#10;&#10;Description automatically generated"/>
                    <pic:cNvPicPr/>
                  </pic:nvPicPr>
                  <pic:blipFill>
                    <a:blip r:embed="rId14"/>
                    <a:srcRect/>
                    <a:stretch>
                      <a:fillRect/>
                    </a:stretch>
                  </pic:blipFill>
                  <pic:spPr>
                    <a:xfrm flipH="1">
                      <a:off x="0" y="0"/>
                      <a:ext cx="1879878" cy="2164229"/>
                    </a:xfrm>
                    <a:prstGeom prst="rect">
                      <a:avLst/>
                    </a:prstGeom>
                    <a:noFill/>
                    <a:ln>
                      <a:noFill/>
                      <a:prstDash/>
                    </a:ln>
                  </pic:spPr>
                </pic:pic>
              </a:graphicData>
            </a:graphic>
          </wp:inline>
        </w:drawing>
      </w:r>
      <w:r w:rsidRPr="00300F17">
        <w:rPr>
          <w:rFonts w:eastAsia="Calibri"/>
          <w:noProof/>
          <w:kern w:val="3"/>
        </w:rPr>
        <mc:AlternateContent>
          <mc:Choice Requires="wps">
            <w:drawing>
              <wp:inline distT="0" distB="0" distL="0" distR="0" wp14:anchorId="25E35FDA" wp14:editId="1EE101AB">
                <wp:extent cx="304166" cy="304166"/>
                <wp:effectExtent l="0" t="0" r="634" b="634"/>
                <wp:docPr id="1059713987" name="Ristkülik 4"/>
                <wp:cNvGraphicFramePr/>
                <a:graphic xmlns:a="http://schemas.openxmlformats.org/drawingml/2006/main">
                  <a:graphicData uri="http://schemas.microsoft.com/office/word/2010/wordprocessingShape">
                    <wps:wsp>
                      <wps:cNvSpPr/>
                      <wps:spPr>
                        <a:xfrm>
                          <a:off x="0" y="0"/>
                          <a:ext cx="304166" cy="304166"/>
                        </a:xfrm>
                        <a:prstGeom prst="rect">
                          <a:avLst/>
                        </a:prstGeom>
                        <a:noFill/>
                        <a:ln cap="flat">
                          <a:noFill/>
                          <a:prstDash val="solid"/>
                        </a:ln>
                      </wps:spPr>
                      <wps:bodyPr lIns="0" tIns="0" rIns="0" bIns="0"/>
                    </wps:wsp>
                  </a:graphicData>
                </a:graphic>
              </wp:inline>
            </w:drawing>
          </mc:Choice>
          <mc:Fallback xmlns:arto="http://schemas.microsoft.com/office/word/2006/arto" xmlns:pic="http://schemas.openxmlformats.org/drawingml/2006/picture" xmlns:a="http://schemas.openxmlformats.org/drawingml/2006/main">
            <w:pict w14:anchorId="6C471B8F">
              <v:rect id="Ristkülik 4" style="width:23.95pt;height:23.9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37080B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">
                <v:textbox inset="0,0,0,0"/>
                <w10:anchorlock/>
              </v:rect>
            </w:pict>
          </mc:Fallback>
        </mc:AlternateContent>
      </w:r>
      <w:r w:rsidRPr="00300F17">
        <w:rPr>
          <w:rFonts w:eastAsia="Calibri"/>
          <w:noProof/>
          <w:kern w:val="3"/>
        </w:rPr>
        <w:drawing>
          <wp:inline distT="0" distB="0" distL="0" distR="0" wp14:anchorId="3909BDEF" wp14:editId="45C8583C">
            <wp:extent cx="1688540" cy="2253328"/>
            <wp:effectExtent l="0" t="0" r="6910" b="0"/>
            <wp:docPr id="1625538323" name="Pilt 1" descr="Pilt, millel on kujutatud taim, õues, puu, talv&#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1688540" cy="2253328"/>
                    </a:xfrm>
                    <a:prstGeom prst="rect">
                      <a:avLst/>
                    </a:prstGeom>
                    <a:noFill/>
                    <a:ln>
                      <a:noFill/>
                      <a:prstDash/>
                    </a:ln>
                  </pic:spPr>
                </pic:pic>
              </a:graphicData>
            </a:graphic>
          </wp:inline>
        </w:drawing>
      </w:r>
      <w:r w:rsidRPr="00300F17">
        <w:rPr>
          <w:rFonts w:eastAsia="Calibri"/>
          <w:noProof/>
          <w:kern w:val="3"/>
        </w:rPr>
        <w:drawing>
          <wp:inline distT="0" distB="0" distL="0" distR="0" wp14:anchorId="31EDCA8B" wp14:editId="0A7FFAAF">
            <wp:extent cx="1586721" cy="2236284"/>
            <wp:effectExtent l="0" t="0" r="0" b="0"/>
            <wp:docPr id="524540380" name="Pilt 2" descr="Pilt, millel on kujutatud taim, õues, puu, okaspuud&#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1586721" cy="2236284"/>
                    </a:xfrm>
                    <a:prstGeom prst="rect">
                      <a:avLst/>
                    </a:prstGeom>
                    <a:noFill/>
                    <a:ln>
                      <a:noFill/>
                      <a:prstDash/>
                    </a:ln>
                  </pic:spPr>
                </pic:pic>
              </a:graphicData>
            </a:graphic>
          </wp:inline>
        </w:drawing>
      </w:r>
    </w:p>
    <w:p w14:paraId="6634CAE3" w14:textId="77777777" w:rsidR="00A408D2" w:rsidRPr="00300F17" w:rsidRDefault="00A408D2" w:rsidP="00A408D2">
      <w:pPr>
        <w:suppressAutoHyphens/>
        <w:autoSpaceDN w:val="0"/>
        <w:spacing w:after="160" w:line="249" w:lineRule="auto"/>
        <w:jc w:val="both"/>
        <w:rPr>
          <w:rFonts w:eastAsia="Calibri"/>
          <w:kern w:val="3"/>
          <w:u w:val="single"/>
        </w:rPr>
      </w:pPr>
    </w:p>
    <w:p w14:paraId="1258621A"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lastRenderedPageBreak/>
        <w:t>Töötlemisel kasutatakse kahe erinvat võtet- ülepinnaline töötlemine või osapinnaline töötlemine. Töötlemise võtte otsustab piirkondlik metsakasvataja.  Ülepinnalise töötlemise korral tuleb pritsida kõik tööobjektil kasvavad eesmärgipuuliigi taimed. Osapinnalise töötlemise korral pritsitakse kõik tööobjekti välispiiril kasvavad  eesmärgi puuliigitaimed ja kogu tööobjekti osas hajali vähemalt 50% eesmärgipuuliigi taimedest.</w:t>
      </w:r>
    </w:p>
    <w:p w14:paraId="63B827AE" w14:textId="77777777" w:rsidR="00A408D2" w:rsidRPr="00300F17" w:rsidRDefault="00A408D2" w:rsidP="00A408D2">
      <w:pPr>
        <w:suppressAutoHyphens/>
        <w:autoSpaceDN w:val="0"/>
        <w:spacing w:after="160" w:line="249" w:lineRule="auto"/>
        <w:jc w:val="both"/>
        <w:rPr>
          <w:rFonts w:eastAsia="Calibri"/>
          <w:kern w:val="3"/>
        </w:rPr>
      </w:pPr>
    </w:p>
    <w:p w14:paraId="2AD72CCF"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u w:val="single"/>
        </w:rPr>
        <w:t>Vältimaks ohtu inimestele ja keskkonnale tuleb järgida kasutusjuhendi nõudeid.</w:t>
      </w:r>
      <w:r w:rsidRPr="00300F17">
        <w:rPr>
          <w:rFonts w:eastAsia="Calibri"/>
          <w:kern w:val="3"/>
        </w:rPr>
        <w:t xml:space="preserve"> Hoida lastele kättesaamatus kohas. Hoida eemal toiduainest, joogist ja loomasöödast. Käitlemise ajal söömine, joomine ja suitsetamine keelatud. Vältida kemikaali sattumist nahale ja silma. Mitte valada kanalisatsiooni, kemikaal ja pakend tuleb hävitada ohutult. Kanda sobivaid kaitsekindaid. Vältida vahendi või selle pakendi vette sattumist (Seadmeid pinnavee lähedal mitte puhastada/Vältida saastamist läbi lauda ja teede drenaažide). Kahjutustamine: Ärge visake ära jääke koos olmeprügiga või ärge valage kraanikaussi ega tualetti. Jäägid anda üle ohtlike jäätmete käitlejale.</w:t>
      </w:r>
    </w:p>
    <w:p w14:paraId="1BDEB893"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Esmaabi:</w:t>
      </w:r>
    </w:p>
    <w:p w14:paraId="4A5B9BCB"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Kui kasutada vastavalt juhendile, tervisekahjustusi ei teki. Mürgitussümptomite tekkimisel lõpetada koheselt töö ning pöörduda arsti poole. Sissehingamisel: viibida värskes õhus ning kaebuste tekkimisel konsulteerida arstiga. Kontakt nahaga: eemaldada kõik määrdunud riided ning jalanõud; pesta vee ja seebiga ning loputada rohke veega. Kontakt silmadega: loputada avatud silmi rohke veega vähemalt 10 minutit, püsiva ärrituse korral konsulteerida silmaarstiga. Pärast allaneelamist: viivitamatult pöörduda arsti poole ning näidata pakendit ja/või etiketti.</w:t>
      </w:r>
    </w:p>
    <w:p w14:paraId="3774A405"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Ladustamine:</w:t>
      </w:r>
    </w:p>
    <w:p w14:paraId="10C53587"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 xml:space="preserve">Ladusta ainult originaalpakendis. Temperatuur ladustamisel </w:t>
      </w:r>
      <w:bookmarkStart w:id="3" w:name="_Hlk158379576"/>
      <w:r w:rsidRPr="00300F17">
        <w:rPr>
          <w:rFonts w:eastAsia="Calibri"/>
          <w:kern w:val="3"/>
        </w:rPr>
        <w:t>0ºC kuni +30ºC</w:t>
      </w:r>
      <w:bookmarkEnd w:id="3"/>
      <w:r w:rsidRPr="00300F17">
        <w:rPr>
          <w:rFonts w:eastAsia="Calibri"/>
          <w:kern w:val="3"/>
        </w:rPr>
        <w:t>. Originaalpakendi vastupidavusaeg vähemalt 2 aastat. Avatud pakendid tuleks realiseerida niipea kui võimalik. Mitte mingil tingimusel lisada originaalpakendile juba kord välja kallatud ning kasutatud ainet. Puhastamine: Peale iga töötsükli lõppu on vajalik puhastada pritsimisvahendid. Selleks võib kasutada vett või puhastusvahendeid. Pakendi korduvkasutamine on keelatud. Tühjad pakendid loputada 3 korda puhta veega ja viia ohtlike jäätmete kogumiskohta.</w:t>
      </w:r>
    </w:p>
    <w:p w14:paraId="61009FEC" w14:textId="77777777" w:rsidR="00A408D2" w:rsidRPr="00300F17" w:rsidRDefault="00A408D2" w:rsidP="00DB49E6">
      <w:pPr>
        <w:jc w:val="right"/>
      </w:pPr>
    </w:p>
    <w:p w14:paraId="6798FE11" w14:textId="77777777" w:rsidR="00A408D2" w:rsidRPr="00300F17" w:rsidRDefault="00A408D2" w:rsidP="00DB49E6">
      <w:pPr>
        <w:jc w:val="right"/>
      </w:pPr>
    </w:p>
    <w:p w14:paraId="08EFBEC7" w14:textId="77777777" w:rsidR="00A408D2" w:rsidRPr="00300F17" w:rsidRDefault="00A408D2" w:rsidP="00DB49E6">
      <w:pPr>
        <w:jc w:val="right"/>
      </w:pPr>
    </w:p>
    <w:p w14:paraId="119A36B0" w14:textId="77777777" w:rsidR="00A408D2" w:rsidRPr="00300F17" w:rsidRDefault="00A408D2" w:rsidP="00DB49E6">
      <w:pPr>
        <w:jc w:val="right"/>
      </w:pPr>
    </w:p>
    <w:tbl>
      <w:tblPr>
        <w:tblStyle w:val="TableGrid"/>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24E11DA8" w14:textId="77777777" w:rsidTr="002A0E08">
        <w:trPr>
          <w:trHeight w:val="565"/>
        </w:trPr>
        <w:tc>
          <w:tcPr>
            <w:tcW w:w="4395" w:type="dxa"/>
            <w:tcBorders>
              <w:top w:val="nil"/>
              <w:left w:val="nil"/>
              <w:bottom w:val="nil"/>
              <w:right w:val="nil"/>
            </w:tcBorders>
            <w:vAlign w:val="bottom"/>
          </w:tcPr>
          <w:p w14:paraId="5AC75D57" w14:textId="77777777" w:rsidR="00A408D2" w:rsidRPr="00300F17" w:rsidRDefault="00FD6D15" w:rsidP="002A0E08">
            <w:pPr>
              <w:pStyle w:val="Heading4"/>
              <w:jc w:val="both"/>
              <w:rPr>
                <w:b w:val="0"/>
                <w:sz w:val="24"/>
                <w:szCs w:val="24"/>
                <w:lang w:eastAsia="en-US"/>
              </w:rPr>
            </w:pPr>
            <w:sdt>
              <w:sdtPr>
                <w:rPr>
                  <w:b w:val="0"/>
                  <w:sz w:val="24"/>
                  <w:szCs w:val="24"/>
                  <w:highlight w:val="lightGray"/>
                  <w:lang w:eastAsia="en-US"/>
                </w:rPr>
                <w:id w:val="990749791"/>
                <w:placeholder>
                  <w:docPart w:val="250DBD09011045B09E7AFBB1210EA931"/>
                </w:placeholder>
                <w:comboBox>
                  <w:listItem w:displayText=" " w:value=" "/>
                  <w:listItem w:displayText="(allkirjastatud digitaalselt)" w:value="(allkirjastatud digitaalselt)"/>
                </w:comboBox>
              </w:sdtPr>
              <w:sdtEndPr/>
              <w:sdtContent>
                <w:r w:rsidR="00A408D2"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2D54AF98" w14:textId="77777777" w:rsidR="00A408D2" w:rsidRPr="00302C0E" w:rsidRDefault="00FD6D15" w:rsidP="002A0E08">
            <w:pPr>
              <w:pStyle w:val="Heading4"/>
              <w:jc w:val="both"/>
              <w:rPr>
                <w:b w:val="0"/>
                <w:sz w:val="24"/>
                <w:szCs w:val="24"/>
                <w:highlight w:val="lightGray"/>
                <w:lang w:eastAsia="en-US"/>
              </w:rPr>
            </w:pPr>
            <w:sdt>
              <w:sdtPr>
                <w:rPr>
                  <w:b w:val="0"/>
                  <w:sz w:val="24"/>
                  <w:szCs w:val="24"/>
                  <w:highlight w:val="lightGray"/>
                  <w:lang w:eastAsia="en-US"/>
                </w:rPr>
                <w:id w:val="1095214212"/>
                <w:placeholder>
                  <w:docPart w:val="B89B9FFA15EC4F35AA765F9DDC10B606"/>
                </w:placeholder>
                <w:comboBox>
                  <w:listItem w:displayText=" " w:value=" "/>
                  <w:listItem w:displayText="(allkirjastatud digitaalselt)" w:value="(allkirjastatud digitaalselt)"/>
                </w:comboBox>
              </w:sdtPr>
              <w:sdtEndPr/>
              <w:sdtContent>
                <w:r w:rsidR="00A408D2"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A408D2" w:rsidRPr="00300F17" w14:paraId="417A4B6B" w14:textId="77777777" w:rsidTr="002A0E08">
        <w:trPr>
          <w:trHeight w:val="838"/>
        </w:trPr>
        <w:tc>
          <w:tcPr>
            <w:tcW w:w="4320" w:type="dxa"/>
            <w:vAlign w:val="bottom"/>
          </w:tcPr>
          <w:p w14:paraId="6B3B7BCA"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6408D257"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39D10FAA" w14:textId="77777777" w:rsidR="00A408D2" w:rsidRPr="00300F17" w:rsidRDefault="00A408D2" w:rsidP="00DB49E6">
      <w:pPr>
        <w:jc w:val="right"/>
      </w:pPr>
    </w:p>
    <w:p w14:paraId="16B66BF7" w14:textId="77777777" w:rsidR="00A408D2" w:rsidRPr="00300F17" w:rsidRDefault="00A408D2" w:rsidP="00DB49E6">
      <w:pPr>
        <w:jc w:val="right"/>
      </w:pPr>
    </w:p>
    <w:p w14:paraId="3408C69E" w14:textId="77777777" w:rsidR="00A408D2" w:rsidRPr="00300F17" w:rsidRDefault="00A408D2" w:rsidP="00DB49E6">
      <w:pPr>
        <w:jc w:val="right"/>
      </w:pPr>
    </w:p>
    <w:p w14:paraId="70D88974" w14:textId="77777777" w:rsidR="00A408D2" w:rsidRPr="00300F17" w:rsidRDefault="00A408D2" w:rsidP="00DB49E6">
      <w:pPr>
        <w:jc w:val="right"/>
      </w:pPr>
    </w:p>
    <w:p w14:paraId="22B910AC" w14:textId="77777777" w:rsidR="00A408D2" w:rsidRPr="00300F17" w:rsidRDefault="00A408D2" w:rsidP="00DB49E6">
      <w:pPr>
        <w:jc w:val="right"/>
      </w:pPr>
    </w:p>
    <w:p w14:paraId="03A1A8C0" w14:textId="77777777" w:rsidR="00632E4A" w:rsidRPr="00300F17" w:rsidRDefault="00632E4A" w:rsidP="00DB49E6">
      <w:pPr>
        <w:jc w:val="right"/>
      </w:pPr>
    </w:p>
    <w:p w14:paraId="2CB25880" w14:textId="77777777" w:rsidR="00632E4A" w:rsidRPr="00300F17" w:rsidRDefault="00632E4A" w:rsidP="00DB49E6">
      <w:pPr>
        <w:jc w:val="right"/>
      </w:pPr>
    </w:p>
    <w:p w14:paraId="21C95CD5" w14:textId="77777777" w:rsidR="00632E4A" w:rsidRPr="00300F17" w:rsidRDefault="00632E4A" w:rsidP="00DB49E6">
      <w:pPr>
        <w:jc w:val="right"/>
      </w:pPr>
    </w:p>
    <w:p w14:paraId="6F7472DD" w14:textId="77777777" w:rsidR="00632E4A" w:rsidRPr="00300F17" w:rsidRDefault="00632E4A" w:rsidP="00DB49E6">
      <w:pPr>
        <w:jc w:val="right"/>
      </w:pPr>
    </w:p>
    <w:p w14:paraId="027011D8" w14:textId="77777777" w:rsidR="00A408D2" w:rsidRPr="00300F17" w:rsidRDefault="00A408D2" w:rsidP="00DB49E6">
      <w:pPr>
        <w:jc w:val="right"/>
      </w:pPr>
    </w:p>
    <w:p w14:paraId="6D031E46" w14:textId="71E09C74" w:rsidR="00DB49E6" w:rsidRPr="00300F17" w:rsidRDefault="00DB49E6" w:rsidP="00DB49E6">
      <w:pPr>
        <w:jc w:val="right"/>
      </w:pPr>
      <w:r w:rsidRPr="00300F17">
        <w:lastRenderedPageBreak/>
        <w:t xml:space="preserve">Lisa </w:t>
      </w:r>
      <w:r w:rsidR="007A7F15" w:rsidRPr="00300F17">
        <w:t>4</w:t>
      </w:r>
    </w:p>
    <w:p w14:paraId="2BAD5878" w14:textId="48A27B56" w:rsidR="00DB49E6" w:rsidRPr="00300F17" w:rsidRDefault="00DB49E6" w:rsidP="00632E4A">
      <w:pPr>
        <w:ind w:left="4536"/>
        <w:jc w:val="both"/>
        <w:outlineLvl w:val="0"/>
      </w:pPr>
      <w:r w:rsidRPr="00300F17">
        <w:t>RMK</w:t>
      </w:r>
      <w:r w:rsidR="00632E4A" w:rsidRPr="00300F17">
        <w:t xml:space="preserve"> </w:t>
      </w:r>
      <w:r w:rsidRPr="00300F17">
        <w:t xml:space="preserve">ja </w:t>
      </w:r>
      <w:r w:rsidRPr="00302C0E">
        <w:rPr>
          <w:bCs/>
          <w:highlight w:val="lightGray"/>
        </w:rPr>
        <w:fldChar w:fldCharType="begin"/>
      </w:r>
      <w:r w:rsidRPr="00302C0E">
        <w:rPr>
          <w:bCs/>
          <w:highlight w:val="lightGray"/>
        </w:rPr>
        <w:instrText xml:space="preserve"> MACROBUTTON  AcceptAllChangesInDocAndStopTracking [Sisesta juriidilise isiku või FIE nimi] </w:instrText>
      </w:r>
      <w:r w:rsidRPr="00302C0E">
        <w:rPr>
          <w:bCs/>
          <w:highlight w:val="lightGray"/>
        </w:rPr>
        <w:fldChar w:fldCharType="end"/>
      </w:r>
      <w:r w:rsidRPr="00300F17">
        <w:t xml:space="preserve">vahelise </w:t>
      </w:r>
      <w:sdt>
        <w:sdtPr>
          <w:rPr>
            <w:highlight w:val="lightGray"/>
          </w:rPr>
          <w:id w:val="-1783561395"/>
          <w:placeholder>
            <w:docPart w:val="E5BF77F697C443EC836313D6C1EAD570"/>
          </w:placeholder>
          <w:date>
            <w:dateFormat w:val="d.MM.yyyy"/>
            <w:lid w:val="et-EE"/>
            <w:storeMappedDataAs w:val="dateTime"/>
            <w:calendar w:val="gregorian"/>
          </w:date>
        </w:sdtPr>
        <w:sdtEndPr/>
        <w:sdtContent>
          <w:r w:rsidRPr="00302C0E">
            <w:rPr>
              <w:highlight w:val="lightGray"/>
            </w:rPr>
            <w:t>[Vali kuupäev]</w:t>
          </w:r>
        </w:sdtContent>
      </w:sdt>
      <w:r w:rsidRPr="00300F17">
        <w:t xml:space="preserve"> </w:t>
      </w:r>
      <w:r w:rsidR="007F650A" w:rsidRPr="00300F17">
        <w:t>ulukitõrjetööde raam</w:t>
      </w:r>
      <w:r w:rsidRPr="00300F17">
        <w:t xml:space="preserve">lepingu nr </w:t>
      </w:r>
      <w:r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bookmarkEnd w:id="2"/>
    <w:p w14:paraId="748508A3" w14:textId="77777777" w:rsidR="005406A4" w:rsidRPr="00300F17" w:rsidRDefault="005406A4" w:rsidP="005406A4">
      <w:pPr>
        <w:autoSpaceDE w:val="0"/>
        <w:autoSpaceDN w:val="0"/>
        <w:adjustRightInd w:val="0"/>
        <w:rPr>
          <w:rFonts w:eastAsiaTheme="minorHAnsi"/>
          <w:b/>
          <w:bCs/>
        </w:rPr>
      </w:pPr>
    </w:p>
    <w:p w14:paraId="35F5504A" w14:textId="46CAFE27" w:rsidR="005406A4" w:rsidRPr="00300F17" w:rsidRDefault="005406A4" w:rsidP="009E1AE3">
      <w:pPr>
        <w:autoSpaceDE w:val="0"/>
        <w:autoSpaceDN w:val="0"/>
        <w:adjustRightInd w:val="0"/>
        <w:jc w:val="center"/>
        <w:rPr>
          <w:rFonts w:eastAsiaTheme="minorHAnsi"/>
          <w:b/>
          <w:bCs/>
        </w:rPr>
      </w:pPr>
      <w:r w:rsidRPr="00300F17">
        <w:rPr>
          <w:rFonts w:eastAsiaTheme="minorHAnsi"/>
          <w:b/>
          <w:bCs/>
        </w:rPr>
        <w:t>RMK keskkonnanõuded mootorsõidukitega ja saagidega töötamisel</w:t>
      </w:r>
    </w:p>
    <w:p w14:paraId="53DC558E" w14:textId="77777777" w:rsidR="005406A4" w:rsidRPr="00300F17" w:rsidRDefault="005406A4" w:rsidP="005406A4">
      <w:pPr>
        <w:autoSpaceDE w:val="0"/>
        <w:autoSpaceDN w:val="0"/>
        <w:adjustRightInd w:val="0"/>
        <w:rPr>
          <w:rFonts w:eastAsiaTheme="minorHAnsi"/>
          <w:b/>
          <w:bCs/>
        </w:rPr>
      </w:pPr>
    </w:p>
    <w:p w14:paraId="1F15E78C" w14:textId="31BA51AE" w:rsidR="005406A4" w:rsidRPr="00300F17" w:rsidRDefault="005406A4" w:rsidP="005406A4">
      <w:pPr>
        <w:autoSpaceDE w:val="0"/>
        <w:autoSpaceDN w:val="0"/>
        <w:adjustRightInd w:val="0"/>
        <w:jc w:val="both"/>
        <w:rPr>
          <w:rFonts w:eastAsiaTheme="minorHAnsi"/>
          <w:b/>
          <w:bCs/>
        </w:rPr>
      </w:pPr>
      <w:r w:rsidRPr="00300F17">
        <w:rPr>
          <w:rFonts w:eastAsiaTheme="minorHAnsi"/>
          <w:b/>
          <w:bCs/>
        </w:rPr>
        <w:t>1. Üldsätted</w:t>
      </w:r>
    </w:p>
    <w:p w14:paraId="127D8316" w14:textId="67834AE3" w:rsidR="005406A4" w:rsidRPr="00300F17" w:rsidRDefault="005406A4" w:rsidP="000A2929">
      <w:pPr>
        <w:autoSpaceDE w:val="0"/>
        <w:autoSpaceDN w:val="0"/>
        <w:adjustRightInd w:val="0"/>
        <w:jc w:val="both"/>
        <w:rPr>
          <w:rFonts w:eastAsiaTheme="minorHAnsi"/>
        </w:rPr>
      </w:pPr>
      <w:r w:rsidRPr="00300F17">
        <w:rPr>
          <w:rFonts w:eastAsiaTheme="minorHAnsi"/>
        </w:rPr>
        <w:t>1.1. Juhend sätestab keskkonnaalased nõuded tööobjektil kütuste ja määrdeainete</w:t>
      </w:r>
      <w:r w:rsidR="000A2929" w:rsidRPr="00300F17">
        <w:rPr>
          <w:rFonts w:eastAsiaTheme="minorHAnsi"/>
        </w:rPr>
        <w:t xml:space="preserve"> </w:t>
      </w:r>
      <w:r w:rsidRPr="00300F17">
        <w:rPr>
          <w:rFonts w:eastAsiaTheme="minorHAnsi"/>
        </w:rPr>
        <w:t>hoidmisele, tankimisele ja jäätmete käitlemisele ning hädaolukordades</w:t>
      </w:r>
      <w:r w:rsidR="000A2929" w:rsidRPr="00300F17">
        <w:rPr>
          <w:rFonts w:eastAsiaTheme="minorHAnsi"/>
        </w:rPr>
        <w:t xml:space="preserve"> </w:t>
      </w:r>
      <w:r w:rsidRPr="00300F17">
        <w:rPr>
          <w:rFonts w:eastAsiaTheme="minorHAnsi"/>
        </w:rPr>
        <w:t>tegutsemisele.</w:t>
      </w:r>
    </w:p>
    <w:p w14:paraId="3DC8ABB6" w14:textId="5BE98990" w:rsidR="005406A4" w:rsidRPr="00300F17" w:rsidRDefault="005406A4" w:rsidP="000A2929">
      <w:pPr>
        <w:autoSpaceDE w:val="0"/>
        <w:autoSpaceDN w:val="0"/>
        <w:adjustRightInd w:val="0"/>
        <w:jc w:val="both"/>
        <w:rPr>
          <w:rFonts w:eastAsiaTheme="minorHAnsi"/>
        </w:rPr>
      </w:pPr>
      <w:r w:rsidRPr="00300F17">
        <w:rPr>
          <w:rFonts w:eastAsiaTheme="minorHAnsi"/>
        </w:rPr>
        <w:t>1.2. Juhendi nõuded kehtivad sisepõlemismootori jõul liikuva sõidukiga (edaspidi</w:t>
      </w:r>
      <w:r w:rsidR="000A2929" w:rsidRPr="00300F17">
        <w:rPr>
          <w:rFonts w:eastAsiaTheme="minorHAnsi"/>
        </w:rPr>
        <w:t xml:space="preserve"> </w:t>
      </w:r>
      <w:r w:rsidRPr="00300F17">
        <w:rPr>
          <w:rFonts w:eastAsiaTheme="minorHAnsi"/>
        </w:rPr>
        <w:t>masin) ning kettsaega, võsasaega ja trimmeriga (edaspidi saag) töötamisel.</w:t>
      </w:r>
    </w:p>
    <w:p w14:paraId="156D887C" w14:textId="0776AA89" w:rsidR="005406A4" w:rsidRPr="00300F17" w:rsidRDefault="005406A4" w:rsidP="000A2929">
      <w:pPr>
        <w:autoSpaceDE w:val="0"/>
        <w:autoSpaceDN w:val="0"/>
        <w:adjustRightInd w:val="0"/>
        <w:jc w:val="both"/>
        <w:rPr>
          <w:rFonts w:eastAsiaTheme="minorHAnsi"/>
        </w:rPr>
      </w:pPr>
      <w:r w:rsidRPr="00300F17">
        <w:rPr>
          <w:rFonts w:eastAsiaTheme="minorHAnsi"/>
        </w:rPr>
        <w:t>1.3. Juhendi koostamisel on lähtutud kehtivatest õigusaktidest, FSC ja PEFC</w:t>
      </w:r>
      <w:r w:rsidR="000A2929" w:rsidRPr="00300F17">
        <w:rPr>
          <w:rFonts w:eastAsiaTheme="minorHAnsi"/>
        </w:rPr>
        <w:t xml:space="preserve"> </w:t>
      </w:r>
      <w:r w:rsidRPr="00300F17">
        <w:rPr>
          <w:rFonts w:eastAsiaTheme="minorHAnsi"/>
        </w:rPr>
        <w:t>säästliku metsamajandamise standardi ning ISO 14001 keskkonnajuhtimise ja</w:t>
      </w:r>
      <w:r w:rsidR="000A2929" w:rsidRPr="00300F17">
        <w:rPr>
          <w:rFonts w:eastAsiaTheme="minorHAnsi"/>
        </w:rPr>
        <w:t xml:space="preserve"> </w:t>
      </w:r>
      <w:r w:rsidRPr="00300F17">
        <w:rPr>
          <w:rFonts w:eastAsiaTheme="minorHAnsi"/>
        </w:rPr>
        <w:t>ISO 9001 kvaliteedijuhtimise standardi nõuetest.</w:t>
      </w:r>
    </w:p>
    <w:p w14:paraId="31E2942C" w14:textId="77777777" w:rsidR="005406A4" w:rsidRPr="00300F17" w:rsidRDefault="005406A4" w:rsidP="000A2929">
      <w:pPr>
        <w:autoSpaceDE w:val="0"/>
        <w:autoSpaceDN w:val="0"/>
        <w:adjustRightInd w:val="0"/>
        <w:jc w:val="both"/>
        <w:rPr>
          <w:rFonts w:eastAsiaTheme="minorHAnsi"/>
          <w:b/>
          <w:bCs/>
        </w:rPr>
      </w:pPr>
    </w:p>
    <w:p w14:paraId="2619C7AD" w14:textId="2EA959B0" w:rsidR="005406A4" w:rsidRPr="00300F17" w:rsidRDefault="005406A4" w:rsidP="000A2929">
      <w:pPr>
        <w:autoSpaceDE w:val="0"/>
        <w:autoSpaceDN w:val="0"/>
        <w:adjustRightInd w:val="0"/>
        <w:jc w:val="both"/>
        <w:rPr>
          <w:rFonts w:eastAsiaTheme="minorHAnsi"/>
          <w:b/>
          <w:bCs/>
        </w:rPr>
      </w:pPr>
      <w:r w:rsidRPr="00300F17">
        <w:rPr>
          <w:rFonts w:eastAsiaTheme="minorHAnsi"/>
          <w:b/>
          <w:bCs/>
        </w:rPr>
        <w:t>2. Üldised nõuded</w:t>
      </w:r>
    </w:p>
    <w:p w14:paraId="244AE44D" w14:textId="34F6B046" w:rsidR="005406A4" w:rsidRPr="00300F17" w:rsidRDefault="005406A4" w:rsidP="000A2929">
      <w:pPr>
        <w:autoSpaceDE w:val="0"/>
        <w:autoSpaceDN w:val="0"/>
        <w:adjustRightInd w:val="0"/>
        <w:jc w:val="both"/>
        <w:rPr>
          <w:rFonts w:eastAsiaTheme="minorHAnsi"/>
        </w:rPr>
      </w:pPr>
      <w:r w:rsidRPr="00300F17">
        <w:rPr>
          <w:rFonts w:eastAsiaTheme="minorHAnsi"/>
        </w:rPr>
        <w:t>2.1. Kui töö käigus võib tekkida keskkonnareostus või ohtu sattuda tööobjektil</w:t>
      </w:r>
      <w:r w:rsidR="000A2929" w:rsidRPr="00300F17">
        <w:rPr>
          <w:rFonts w:eastAsiaTheme="minorHAnsi"/>
        </w:rPr>
        <w:t xml:space="preserve"> </w:t>
      </w:r>
      <w:r w:rsidRPr="00300F17">
        <w:rPr>
          <w:rFonts w:eastAsiaTheme="minorHAnsi"/>
        </w:rPr>
        <w:t>viibivate isikute elu või tervis tuleb tööd koheselt peatada.</w:t>
      </w:r>
    </w:p>
    <w:p w14:paraId="65498B26" w14:textId="4CC021DD" w:rsidR="005406A4" w:rsidRPr="00300F17" w:rsidRDefault="005406A4" w:rsidP="000A2929">
      <w:pPr>
        <w:autoSpaceDE w:val="0"/>
        <w:autoSpaceDN w:val="0"/>
        <w:adjustRightInd w:val="0"/>
        <w:jc w:val="both"/>
        <w:rPr>
          <w:rFonts w:eastAsiaTheme="minorHAnsi"/>
        </w:rPr>
      </w:pPr>
      <w:r w:rsidRPr="00300F17">
        <w:rPr>
          <w:rFonts w:eastAsiaTheme="minorHAnsi"/>
        </w:rPr>
        <w:t>2.2. Metsas on keelatud teha lõket selleks mitte ettevalmistatud kohas. Tuleohtlikul</w:t>
      </w:r>
      <w:r w:rsidR="000A2929" w:rsidRPr="00300F17">
        <w:rPr>
          <w:rFonts w:eastAsiaTheme="minorHAnsi"/>
        </w:rPr>
        <w:t xml:space="preserve"> </w:t>
      </w:r>
      <w:r w:rsidRPr="00300F17">
        <w:rPr>
          <w:rFonts w:eastAsiaTheme="minorHAnsi"/>
        </w:rPr>
        <w:t>ajal on keelatud metsas suitsetamine, lõkketegemine ning lahtise tule</w:t>
      </w:r>
      <w:r w:rsidR="000A2929" w:rsidRPr="00300F17">
        <w:rPr>
          <w:rFonts w:eastAsiaTheme="minorHAnsi"/>
        </w:rPr>
        <w:t xml:space="preserve"> </w:t>
      </w:r>
      <w:r w:rsidRPr="00300F17">
        <w:rPr>
          <w:rFonts w:eastAsiaTheme="minorHAnsi"/>
        </w:rPr>
        <w:t>kasutamine.</w:t>
      </w:r>
    </w:p>
    <w:p w14:paraId="3A739B82" w14:textId="0B1B9826" w:rsidR="005406A4" w:rsidRPr="00300F17" w:rsidRDefault="005406A4" w:rsidP="000A2929">
      <w:pPr>
        <w:autoSpaceDE w:val="0"/>
        <w:autoSpaceDN w:val="0"/>
        <w:adjustRightInd w:val="0"/>
        <w:jc w:val="both"/>
        <w:rPr>
          <w:rFonts w:eastAsiaTheme="minorHAnsi"/>
        </w:rPr>
      </w:pPr>
      <w:r w:rsidRPr="00300F17">
        <w:rPr>
          <w:rFonts w:eastAsiaTheme="minorHAnsi"/>
        </w:rPr>
        <w:t>2.3. Turbapinnasel töötav masin peab olema komplekteeritud seadmetega, mis</w:t>
      </w:r>
      <w:r w:rsidR="000A2929" w:rsidRPr="00300F17">
        <w:rPr>
          <w:rFonts w:eastAsiaTheme="minorHAnsi"/>
        </w:rPr>
        <w:t xml:space="preserve"> </w:t>
      </w:r>
      <w:r w:rsidRPr="00300F17">
        <w:rPr>
          <w:rFonts w:eastAsiaTheme="minorHAnsi"/>
        </w:rPr>
        <w:t>välistavad väljalaskegaasis sädemete olemasolu.</w:t>
      </w:r>
    </w:p>
    <w:p w14:paraId="50E72A11" w14:textId="6BF39846" w:rsidR="005406A4" w:rsidRPr="00300F17" w:rsidRDefault="005406A4" w:rsidP="000A2929">
      <w:pPr>
        <w:autoSpaceDE w:val="0"/>
        <w:autoSpaceDN w:val="0"/>
        <w:adjustRightInd w:val="0"/>
        <w:jc w:val="both"/>
        <w:rPr>
          <w:rFonts w:eastAsiaTheme="minorHAnsi"/>
        </w:rPr>
      </w:pPr>
      <w:r w:rsidRPr="00300F17">
        <w:rPr>
          <w:rFonts w:eastAsiaTheme="minorHAnsi"/>
        </w:rPr>
        <w:t>2.4. Töö käigus tuleb vältida kultuurimälestiste (nt kultusekohad, sõjahauad,</w:t>
      </w:r>
      <w:r w:rsidR="000A2929" w:rsidRPr="00300F17">
        <w:rPr>
          <w:rFonts w:eastAsiaTheme="minorHAnsi"/>
        </w:rPr>
        <w:t xml:space="preserve"> </w:t>
      </w:r>
      <w:r w:rsidRPr="00300F17">
        <w:rPr>
          <w:rFonts w:eastAsiaTheme="minorHAnsi"/>
        </w:rPr>
        <w:t>kääpad, ehitismälestised, mälestusmärgid) ning ristipuude ja pärandkultuuriobjektide</w:t>
      </w:r>
      <w:r w:rsidR="000A2929" w:rsidRPr="00300F17">
        <w:rPr>
          <w:rFonts w:eastAsiaTheme="minorHAnsi"/>
        </w:rPr>
        <w:t xml:space="preserve"> </w:t>
      </w:r>
      <w:r w:rsidRPr="00300F17">
        <w:rPr>
          <w:rFonts w:eastAsiaTheme="minorHAnsi"/>
        </w:rPr>
        <w:t>kahjustamist ning risustamist okste jms.</w:t>
      </w:r>
    </w:p>
    <w:p w14:paraId="3D401F27" w14:textId="6DD5FAB4" w:rsidR="005406A4" w:rsidRPr="00300F17" w:rsidRDefault="005406A4" w:rsidP="000A2929">
      <w:pPr>
        <w:autoSpaceDE w:val="0"/>
        <w:autoSpaceDN w:val="0"/>
        <w:adjustRightInd w:val="0"/>
        <w:jc w:val="both"/>
        <w:rPr>
          <w:rFonts w:eastAsiaTheme="minorHAnsi"/>
        </w:rPr>
      </w:pPr>
      <w:r w:rsidRPr="00300F17">
        <w:rPr>
          <w:rFonts w:eastAsiaTheme="minorHAnsi"/>
        </w:rPr>
        <w:t>2.5. Suure linnupesa, diameetriga üle 40 cm, leidmisel peatada koheselt raietööd,</w:t>
      </w:r>
      <w:r w:rsidR="000A2929" w:rsidRPr="00300F17">
        <w:rPr>
          <w:rFonts w:eastAsiaTheme="minorHAnsi"/>
        </w:rPr>
        <w:t xml:space="preserve"> </w:t>
      </w:r>
      <w:r w:rsidRPr="00300F17">
        <w:rPr>
          <w:rFonts w:eastAsiaTheme="minorHAnsi"/>
        </w:rPr>
        <w:t>teavitada leiust RMK poolset tööde juhti ja oodata edasisi tema korraldusi.</w:t>
      </w:r>
    </w:p>
    <w:p w14:paraId="58DDD8A5" w14:textId="38B4BD65" w:rsidR="005406A4" w:rsidRPr="00300F17" w:rsidRDefault="005406A4" w:rsidP="000A2929">
      <w:pPr>
        <w:autoSpaceDE w:val="0"/>
        <w:autoSpaceDN w:val="0"/>
        <w:adjustRightInd w:val="0"/>
        <w:jc w:val="both"/>
        <w:rPr>
          <w:rFonts w:eastAsiaTheme="minorHAnsi"/>
        </w:rPr>
      </w:pPr>
      <w:r w:rsidRPr="00300F17">
        <w:rPr>
          <w:rFonts w:eastAsiaTheme="minorHAnsi"/>
        </w:rPr>
        <w:t>2.6. Raielangil, v.a valgustusraiel, tuleb vegetatsiooniperioodil juurepessu ohtlikel</w:t>
      </w:r>
      <w:r w:rsidR="000A2929" w:rsidRPr="00300F17">
        <w:rPr>
          <w:rFonts w:eastAsiaTheme="minorHAnsi"/>
        </w:rPr>
        <w:t xml:space="preserve"> </w:t>
      </w:r>
      <w:r w:rsidRPr="00300F17">
        <w:rPr>
          <w:rFonts w:eastAsiaTheme="minorHAnsi"/>
        </w:rPr>
        <w:t>aladel kuuse ja männi kännud töödelda juurepessu leviku tõkestamiseks</w:t>
      </w:r>
      <w:r w:rsidR="000A2929" w:rsidRPr="00300F17">
        <w:rPr>
          <w:rFonts w:eastAsiaTheme="minorHAnsi"/>
        </w:rPr>
        <w:t xml:space="preserve"> </w:t>
      </w:r>
      <w:r w:rsidRPr="00300F17">
        <w:rPr>
          <w:rFonts w:eastAsiaTheme="minorHAnsi"/>
        </w:rPr>
        <w:t>biotõrjepreparaadiga ROTSTOP®.</w:t>
      </w:r>
    </w:p>
    <w:p w14:paraId="77DD56CD" w14:textId="77777777" w:rsidR="005406A4" w:rsidRPr="00300F17" w:rsidRDefault="005406A4" w:rsidP="000A2929">
      <w:pPr>
        <w:autoSpaceDE w:val="0"/>
        <w:autoSpaceDN w:val="0"/>
        <w:adjustRightInd w:val="0"/>
        <w:jc w:val="both"/>
        <w:rPr>
          <w:rFonts w:eastAsiaTheme="minorHAnsi"/>
          <w:b/>
          <w:bCs/>
        </w:rPr>
      </w:pPr>
    </w:p>
    <w:p w14:paraId="51CD2268" w14:textId="583B594A" w:rsidR="005406A4" w:rsidRPr="00300F17" w:rsidRDefault="005406A4" w:rsidP="000A2929">
      <w:pPr>
        <w:autoSpaceDE w:val="0"/>
        <w:autoSpaceDN w:val="0"/>
        <w:adjustRightInd w:val="0"/>
        <w:jc w:val="both"/>
        <w:rPr>
          <w:rFonts w:eastAsiaTheme="minorHAnsi"/>
          <w:b/>
          <w:bCs/>
        </w:rPr>
      </w:pPr>
      <w:r w:rsidRPr="00300F17">
        <w:rPr>
          <w:rFonts w:eastAsiaTheme="minorHAnsi"/>
          <w:b/>
          <w:bCs/>
        </w:rPr>
        <w:t>3. Kütused ja tankimine</w:t>
      </w:r>
    </w:p>
    <w:p w14:paraId="3ACE5FE3" w14:textId="60CF01D8" w:rsidR="005406A4" w:rsidRPr="00300F17" w:rsidRDefault="005406A4" w:rsidP="000A2929">
      <w:pPr>
        <w:autoSpaceDE w:val="0"/>
        <w:autoSpaceDN w:val="0"/>
        <w:adjustRightInd w:val="0"/>
        <w:jc w:val="both"/>
        <w:rPr>
          <w:rFonts w:eastAsiaTheme="minorHAnsi"/>
        </w:rPr>
      </w:pPr>
      <w:r w:rsidRPr="00300F17">
        <w:rPr>
          <w:rFonts w:eastAsiaTheme="minorHAnsi"/>
        </w:rPr>
        <w:t>3.1. Sae tankimisel tuleb kasutada spetsiaalset kanistri otsikut, mis välistab üle- ja</w:t>
      </w:r>
      <w:r w:rsidR="000A2929" w:rsidRPr="00300F17">
        <w:rPr>
          <w:rFonts w:eastAsiaTheme="minorHAnsi"/>
        </w:rPr>
        <w:t xml:space="preserve"> </w:t>
      </w:r>
      <w:r w:rsidRPr="00300F17">
        <w:rPr>
          <w:rFonts w:eastAsiaTheme="minorHAnsi"/>
        </w:rPr>
        <w:t>möödavalamist.</w:t>
      </w:r>
    </w:p>
    <w:p w14:paraId="5736766A" w14:textId="4A5F183A" w:rsidR="005406A4" w:rsidRPr="00300F17" w:rsidRDefault="005406A4" w:rsidP="000A2929">
      <w:pPr>
        <w:autoSpaceDE w:val="0"/>
        <w:autoSpaceDN w:val="0"/>
        <w:adjustRightInd w:val="0"/>
        <w:jc w:val="both"/>
        <w:rPr>
          <w:rFonts w:eastAsiaTheme="minorHAnsi"/>
        </w:rPr>
      </w:pPr>
      <w:r w:rsidRPr="00300F17">
        <w:rPr>
          <w:rFonts w:eastAsiaTheme="minorHAnsi"/>
        </w:rPr>
        <w:t>3.2. Sae käivitamisel tuleb see viia vähemalt 3 meetri kaugusele kütuse tankimise</w:t>
      </w:r>
      <w:r w:rsidR="000A2929" w:rsidRPr="00300F17">
        <w:rPr>
          <w:rFonts w:eastAsiaTheme="minorHAnsi"/>
        </w:rPr>
        <w:t xml:space="preserve"> </w:t>
      </w:r>
      <w:r w:rsidRPr="00300F17">
        <w:rPr>
          <w:rFonts w:eastAsiaTheme="minorHAnsi"/>
        </w:rPr>
        <w:t>paigast.</w:t>
      </w:r>
    </w:p>
    <w:p w14:paraId="73CE5D6C" w14:textId="26D7F6A9" w:rsidR="005406A4" w:rsidRPr="00300F17" w:rsidRDefault="005406A4" w:rsidP="000A2929">
      <w:pPr>
        <w:autoSpaceDE w:val="0"/>
        <w:autoSpaceDN w:val="0"/>
        <w:adjustRightInd w:val="0"/>
        <w:jc w:val="both"/>
        <w:rPr>
          <w:rFonts w:eastAsiaTheme="minorHAnsi"/>
        </w:rPr>
      </w:pPr>
      <w:r w:rsidRPr="00300F17">
        <w:rPr>
          <w:rFonts w:eastAsiaTheme="minorHAnsi"/>
        </w:rPr>
        <w:t>3.3. Kütusemahutid peavad olema ette nähtud kütuste hoidmiseks ja veoks, olema</w:t>
      </w:r>
      <w:r w:rsidR="000A2929" w:rsidRPr="00300F17">
        <w:rPr>
          <w:rFonts w:eastAsiaTheme="minorHAnsi"/>
        </w:rPr>
        <w:t xml:space="preserve"> </w:t>
      </w:r>
      <w:r w:rsidRPr="00300F17">
        <w:rPr>
          <w:rFonts w:eastAsiaTheme="minorHAnsi"/>
        </w:rPr>
        <w:t>nõuetele vastavalt märgistatud ning omama vastavat sertifikaati.</w:t>
      </w:r>
    </w:p>
    <w:p w14:paraId="4EE2DB97" w14:textId="77777777" w:rsidR="005406A4" w:rsidRPr="00300F17" w:rsidRDefault="005406A4" w:rsidP="000A2929">
      <w:pPr>
        <w:autoSpaceDE w:val="0"/>
        <w:autoSpaceDN w:val="0"/>
        <w:adjustRightInd w:val="0"/>
        <w:jc w:val="both"/>
        <w:rPr>
          <w:rFonts w:eastAsiaTheme="minorHAnsi"/>
        </w:rPr>
      </w:pPr>
      <w:r w:rsidRPr="00300F17">
        <w:rPr>
          <w:rFonts w:eastAsiaTheme="minorHAnsi"/>
        </w:rPr>
        <w:t>3.4. Kütusemahuteid tuleb tööobjektil hoida varjulises kohas.</w:t>
      </w:r>
    </w:p>
    <w:p w14:paraId="0B24CCA7" w14:textId="1A2CCCDD" w:rsidR="005406A4" w:rsidRPr="00300F17" w:rsidRDefault="005406A4" w:rsidP="000A2929">
      <w:pPr>
        <w:autoSpaceDE w:val="0"/>
        <w:autoSpaceDN w:val="0"/>
        <w:adjustRightInd w:val="0"/>
        <w:jc w:val="both"/>
        <w:rPr>
          <w:rFonts w:eastAsiaTheme="minorHAnsi"/>
        </w:rPr>
      </w:pPr>
      <w:r w:rsidRPr="00300F17">
        <w:rPr>
          <w:rFonts w:eastAsiaTheme="minorHAnsi"/>
        </w:rPr>
        <w:t>3.5. Kütust ja määrdeaineid ei tohi hoiustada looduslikele veekogudele lähemal kui</w:t>
      </w:r>
      <w:r w:rsidR="000A2929" w:rsidRPr="00300F17">
        <w:rPr>
          <w:rFonts w:eastAsiaTheme="minorHAnsi"/>
        </w:rPr>
        <w:t xml:space="preserve"> </w:t>
      </w:r>
      <w:r w:rsidRPr="00300F17">
        <w:rPr>
          <w:rFonts w:eastAsiaTheme="minorHAnsi"/>
        </w:rPr>
        <w:t>10 m.</w:t>
      </w:r>
    </w:p>
    <w:p w14:paraId="2E50AD38" w14:textId="1483FFD0" w:rsidR="005406A4" w:rsidRPr="00300F17" w:rsidRDefault="005406A4" w:rsidP="000A2929">
      <w:pPr>
        <w:autoSpaceDE w:val="0"/>
        <w:autoSpaceDN w:val="0"/>
        <w:adjustRightInd w:val="0"/>
        <w:jc w:val="both"/>
        <w:rPr>
          <w:rFonts w:eastAsiaTheme="minorHAnsi"/>
        </w:rPr>
      </w:pPr>
      <w:r w:rsidRPr="00300F17">
        <w:rPr>
          <w:rFonts w:eastAsiaTheme="minorHAnsi"/>
        </w:rPr>
        <w:t>3.6. Tööobjektil masina, mille kütusepaak on suurem kui 100 l, tankimisel tuleb</w:t>
      </w:r>
      <w:r w:rsidR="000A2929" w:rsidRPr="00300F17">
        <w:rPr>
          <w:rFonts w:eastAsiaTheme="minorHAnsi"/>
        </w:rPr>
        <w:t xml:space="preserve"> </w:t>
      </w:r>
      <w:r w:rsidRPr="00300F17">
        <w:rPr>
          <w:rFonts w:eastAsiaTheme="minorHAnsi"/>
        </w:rPr>
        <w:t>kasutada spetsiaalset kütusepumpa, mis välistab kütuse keskkonda sattumist.</w:t>
      </w:r>
    </w:p>
    <w:p w14:paraId="193875F0" w14:textId="1CF33420" w:rsidR="005406A4" w:rsidRPr="00300F17" w:rsidRDefault="005406A4" w:rsidP="000A2929">
      <w:pPr>
        <w:autoSpaceDE w:val="0"/>
        <w:autoSpaceDN w:val="0"/>
        <w:adjustRightInd w:val="0"/>
        <w:jc w:val="both"/>
        <w:rPr>
          <w:rFonts w:eastAsiaTheme="minorHAnsi"/>
        </w:rPr>
      </w:pPr>
      <w:r w:rsidRPr="00300F17">
        <w:rPr>
          <w:rFonts w:eastAsiaTheme="minorHAnsi"/>
        </w:rPr>
        <w:t>3.7. Lekkinud kütus või määrdeained tuleb kokku koguda ja kuni äraveoni</w:t>
      </w:r>
      <w:r w:rsidR="000A2929" w:rsidRPr="00300F17">
        <w:rPr>
          <w:rFonts w:eastAsiaTheme="minorHAnsi"/>
        </w:rPr>
        <w:t xml:space="preserve"> </w:t>
      </w:r>
      <w:r w:rsidRPr="00300F17">
        <w:rPr>
          <w:rFonts w:eastAsiaTheme="minorHAnsi"/>
        </w:rPr>
        <w:t>ladustada keskkonnaohutult.</w:t>
      </w:r>
    </w:p>
    <w:p w14:paraId="56A8E3FC" w14:textId="77777777" w:rsidR="006023BB" w:rsidRPr="00300F17" w:rsidRDefault="006023BB" w:rsidP="000A2929">
      <w:pPr>
        <w:autoSpaceDE w:val="0"/>
        <w:autoSpaceDN w:val="0"/>
        <w:adjustRightInd w:val="0"/>
        <w:jc w:val="both"/>
        <w:rPr>
          <w:rFonts w:eastAsiaTheme="minorHAnsi"/>
        </w:rPr>
      </w:pPr>
    </w:p>
    <w:p w14:paraId="26113E3F" w14:textId="77777777" w:rsidR="005406A4" w:rsidRPr="00300F17" w:rsidRDefault="005406A4" w:rsidP="000A2929">
      <w:pPr>
        <w:autoSpaceDE w:val="0"/>
        <w:autoSpaceDN w:val="0"/>
        <w:adjustRightInd w:val="0"/>
        <w:jc w:val="both"/>
        <w:rPr>
          <w:rFonts w:eastAsiaTheme="minorHAnsi"/>
          <w:b/>
          <w:bCs/>
        </w:rPr>
      </w:pPr>
      <w:r w:rsidRPr="00300F17">
        <w:rPr>
          <w:rFonts w:eastAsiaTheme="minorHAnsi"/>
          <w:b/>
          <w:bCs/>
        </w:rPr>
        <w:t>4. Tavajäätmed ja ohtlikud jäätmed</w:t>
      </w:r>
    </w:p>
    <w:p w14:paraId="2098EC3D" w14:textId="1ECB808A" w:rsidR="005406A4" w:rsidRPr="00300F17" w:rsidRDefault="005406A4" w:rsidP="000A2929">
      <w:pPr>
        <w:autoSpaceDE w:val="0"/>
        <w:autoSpaceDN w:val="0"/>
        <w:adjustRightInd w:val="0"/>
        <w:jc w:val="both"/>
        <w:rPr>
          <w:rFonts w:eastAsiaTheme="minorHAnsi"/>
        </w:rPr>
      </w:pPr>
      <w:r w:rsidRPr="00300F17">
        <w:rPr>
          <w:rFonts w:eastAsiaTheme="minorHAnsi"/>
        </w:rPr>
        <w:t>4.1. Kõik töö käigus tekkinud tavajäätmed ja ohtlikud jäätmed tuleb peale tööobjekti</w:t>
      </w:r>
      <w:r w:rsidR="000A2929" w:rsidRPr="00300F17">
        <w:rPr>
          <w:rFonts w:eastAsiaTheme="minorHAnsi"/>
        </w:rPr>
        <w:t xml:space="preserve"> </w:t>
      </w:r>
      <w:r w:rsidRPr="00300F17">
        <w:rPr>
          <w:rFonts w:eastAsiaTheme="minorHAnsi"/>
        </w:rPr>
        <w:t>lõpetamist ära viia. Ohtlikeks jäätmeteks loetakse:</w:t>
      </w:r>
    </w:p>
    <w:p w14:paraId="42FDDDDE"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4.1.1. kütuse ja määrdeainete taara;</w:t>
      </w:r>
    </w:p>
    <w:p w14:paraId="20357414"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4.1.2. markeerimisvärvi purgid;</w:t>
      </w:r>
    </w:p>
    <w:p w14:paraId="3DB2E25B"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4.1.3. kütuse või määrdeaine lekke tõrjumisel kasutatud absorbent;</w:t>
      </w:r>
    </w:p>
    <w:p w14:paraId="12A294A7"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4.1.4. kütuse või määrdeainega kokku puutunud paberid jms;</w:t>
      </w:r>
    </w:p>
    <w:p w14:paraId="022D8B1C"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4.1.5. akud, hüdrovoolikud, kütuse- või õlifiltrid.</w:t>
      </w:r>
    </w:p>
    <w:p w14:paraId="283E6CBE" w14:textId="77777777" w:rsidR="005406A4" w:rsidRPr="00300F17" w:rsidRDefault="005406A4" w:rsidP="000A2929">
      <w:pPr>
        <w:autoSpaceDE w:val="0"/>
        <w:autoSpaceDN w:val="0"/>
        <w:adjustRightInd w:val="0"/>
        <w:jc w:val="both"/>
        <w:rPr>
          <w:rFonts w:eastAsiaTheme="minorHAnsi"/>
        </w:rPr>
      </w:pPr>
      <w:r w:rsidRPr="00300F17">
        <w:rPr>
          <w:rFonts w:eastAsiaTheme="minorHAnsi"/>
        </w:rPr>
        <w:lastRenderedPageBreak/>
        <w:t>4.2. Tööobjektil peab jäätmete olemasolul olema koht nende hoidmiseks.</w:t>
      </w:r>
    </w:p>
    <w:p w14:paraId="7DDE7802"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4.3. Tavajäätmed ja ohtlikud jäätmed tuleb hoida tööobjektil eraldi.</w:t>
      </w:r>
    </w:p>
    <w:p w14:paraId="027D310B" w14:textId="35728B50" w:rsidR="005406A4" w:rsidRPr="00300F17" w:rsidRDefault="005406A4" w:rsidP="000A2929">
      <w:pPr>
        <w:autoSpaceDE w:val="0"/>
        <w:autoSpaceDN w:val="0"/>
        <w:adjustRightInd w:val="0"/>
        <w:jc w:val="both"/>
        <w:rPr>
          <w:rFonts w:eastAsiaTheme="minorHAnsi"/>
        </w:rPr>
      </w:pPr>
      <w:r w:rsidRPr="00300F17">
        <w:rPr>
          <w:rFonts w:eastAsiaTheme="minorHAnsi"/>
        </w:rPr>
        <w:t>4.4. Ohtlikke jäätmeid peab hoidma ilmastiku- ning lekkekindlates anumates või</w:t>
      </w:r>
      <w:r w:rsidR="000A2929" w:rsidRPr="00300F17">
        <w:rPr>
          <w:rFonts w:eastAsiaTheme="minorHAnsi"/>
        </w:rPr>
        <w:t xml:space="preserve"> </w:t>
      </w:r>
      <w:r w:rsidRPr="00300F17">
        <w:rPr>
          <w:rFonts w:eastAsiaTheme="minorHAnsi"/>
        </w:rPr>
        <w:t>pakendites.</w:t>
      </w:r>
    </w:p>
    <w:p w14:paraId="2D70422B" w14:textId="77777777" w:rsidR="006023BB" w:rsidRPr="00300F17" w:rsidRDefault="006023BB" w:rsidP="000A2929">
      <w:pPr>
        <w:autoSpaceDE w:val="0"/>
        <w:autoSpaceDN w:val="0"/>
        <w:adjustRightInd w:val="0"/>
        <w:jc w:val="both"/>
        <w:rPr>
          <w:rFonts w:eastAsiaTheme="minorHAnsi"/>
        </w:rPr>
      </w:pPr>
    </w:p>
    <w:p w14:paraId="17CF1C82" w14:textId="77777777" w:rsidR="005406A4" w:rsidRPr="00300F17" w:rsidRDefault="005406A4" w:rsidP="000A2929">
      <w:pPr>
        <w:autoSpaceDE w:val="0"/>
        <w:autoSpaceDN w:val="0"/>
        <w:adjustRightInd w:val="0"/>
        <w:jc w:val="both"/>
        <w:rPr>
          <w:rFonts w:eastAsiaTheme="minorHAnsi"/>
          <w:b/>
          <w:bCs/>
        </w:rPr>
      </w:pPr>
      <w:r w:rsidRPr="00300F17">
        <w:rPr>
          <w:rFonts w:eastAsiaTheme="minorHAnsi"/>
          <w:b/>
          <w:bCs/>
        </w:rPr>
        <w:t>5. Masinate ja saagide seisund ning komplekteeritus</w:t>
      </w:r>
    </w:p>
    <w:p w14:paraId="3D932A6C" w14:textId="0E47DEE9" w:rsidR="005406A4" w:rsidRPr="00300F17" w:rsidRDefault="005406A4" w:rsidP="000A2929">
      <w:pPr>
        <w:autoSpaceDE w:val="0"/>
        <w:autoSpaceDN w:val="0"/>
        <w:adjustRightInd w:val="0"/>
        <w:jc w:val="both"/>
        <w:rPr>
          <w:rFonts w:eastAsiaTheme="minorHAnsi"/>
        </w:rPr>
      </w:pPr>
      <w:r w:rsidRPr="00300F17">
        <w:rPr>
          <w:rFonts w:eastAsiaTheme="minorHAnsi"/>
        </w:rPr>
        <w:t>5.1. Masinad peavad olema läbinud valmistaja poolt ettenähtud sagedusega</w:t>
      </w:r>
      <w:r w:rsidR="000A2929" w:rsidRPr="00300F17">
        <w:rPr>
          <w:rFonts w:eastAsiaTheme="minorHAnsi"/>
        </w:rPr>
        <w:t xml:space="preserve"> </w:t>
      </w:r>
      <w:r w:rsidRPr="00300F17">
        <w:rPr>
          <w:rFonts w:eastAsiaTheme="minorHAnsi"/>
        </w:rPr>
        <w:t>hooldusi.</w:t>
      </w:r>
    </w:p>
    <w:p w14:paraId="19715EB7" w14:textId="73BDAF96" w:rsidR="005406A4" w:rsidRPr="00300F17" w:rsidRDefault="005406A4" w:rsidP="000A2929">
      <w:pPr>
        <w:autoSpaceDE w:val="0"/>
        <w:autoSpaceDN w:val="0"/>
        <w:adjustRightInd w:val="0"/>
        <w:jc w:val="both"/>
        <w:rPr>
          <w:rFonts w:eastAsiaTheme="minorHAnsi"/>
        </w:rPr>
      </w:pPr>
      <w:r w:rsidRPr="00300F17">
        <w:rPr>
          <w:rFonts w:eastAsiaTheme="minorHAnsi"/>
        </w:rPr>
        <w:t>5.2. Liikluses osalevad masinad peavad olema läbinud õigusaktides ettenähtud</w:t>
      </w:r>
      <w:r w:rsidR="000A2929" w:rsidRPr="00300F17">
        <w:rPr>
          <w:rFonts w:eastAsiaTheme="minorHAnsi"/>
        </w:rPr>
        <w:t xml:space="preserve"> </w:t>
      </w:r>
      <w:r w:rsidRPr="00300F17">
        <w:rPr>
          <w:rFonts w:eastAsiaTheme="minorHAnsi"/>
        </w:rPr>
        <w:t>tehnoülevaatusi.</w:t>
      </w:r>
    </w:p>
    <w:p w14:paraId="2D4B449C"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5.3. Masinas peab olema:</w:t>
      </w:r>
    </w:p>
    <w:p w14:paraId="3B93DC01"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5.3.1. mobiiltelefon;</w:t>
      </w:r>
    </w:p>
    <w:p w14:paraId="70DE5DBC" w14:textId="357940B9" w:rsidR="005406A4" w:rsidRPr="00300F17" w:rsidRDefault="005406A4" w:rsidP="000A2929">
      <w:pPr>
        <w:autoSpaceDE w:val="0"/>
        <w:autoSpaceDN w:val="0"/>
        <w:adjustRightInd w:val="0"/>
        <w:jc w:val="both"/>
        <w:rPr>
          <w:rFonts w:eastAsiaTheme="minorHAnsi"/>
        </w:rPr>
      </w:pPr>
      <w:r w:rsidRPr="00300F17">
        <w:rPr>
          <w:rFonts w:eastAsiaTheme="minorHAnsi"/>
        </w:rPr>
        <w:t>5.3.2. liiklusseaduse või tootja tehase komplektsusega ettenähtud ja kehtiva</w:t>
      </w:r>
      <w:r w:rsidR="000A2929" w:rsidRPr="00300F17">
        <w:rPr>
          <w:rFonts w:eastAsiaTheme="minorHAnsi"/>
        </w:rPr>
        <w:t xml:space="preserve"> </w:t>
      </w:r>
      <w:r w:rsidRPr="00300F17">
        <w:rPr>
          <w:rFonts w:eastAsiaTheme="minorHAnsi"/>
        </w:rPr>
        <w:t>kontrollmärgistusega tulekustuti;</w:t>
      </w:r>
    </w:p>
    <w:p w14:paraId="2A5FC6C8" w14:textId="6D583891" w:rsidR="005406A4" w:rsidRPr="00300F17" w:rsidRDefault="005406A4" w:rsidP="000A2929">
      <w:pPr>
        <w:autoSpaceDE w:val="0"/>
        <w:autoSpaceDN w:val="0"/>
        <w:adjustRightInd w:val="0"/>
        <w:jc w:val="both"/>
        <w:rPr>
          <w:rFonts w:eastAsiaTheme="minorHAnsi"/>
        </w:rPr>
      </w:pPr>
      <w:r w:rsidRPr="00300F17">
        <w:rPr>
          <w:rFonts w:eastAsiaTheme="minorHAnsi"/>
        </w:rPr>
        <w:t>5.3.3. absorbentgraanulid vähemalt 20 kg või absorbentmatt, kui masinaks on</w:t>
      </w:r>
      <w:r w:rsidR="000A2929" w:rsidRPr="00300F17">
        <w:rPr>
          <w:rFonts w:eastAsiaTheme="minorHAnsi"/>
        </w:rPr>
        <w:t xml:space="preserve"> </w:t>
      </w:r>
      <w:r w:rsidRPr="00300F17">
        <w:rPr>
          <w:rFonts w:eastAsiaTheme="minorHAnsi"/>
        </w:rPr>
        <w:t>harvester, forvarder, metsamajanduslikuks tööks kohandatud põllumajanduslik</w:t>
      </w:r>
      <w:r w:rsidR="000A2929" w:rsidRPr="00300F17">
        <w:rPr>
          <w:rFonts w:eastAsiaTheme="minorHAnsi"/>
        </w:rPr>
        <w:t xml:space="preserve"> </w:t>
      </w:r>
      <w:r w:rsidRPr="00300F17">
        <w:rPr>
          <w:rFonts w:eastAsiaTheme="minorHAnsi"/>
        </w:rPr>
        <w:t>traktor, giljotiin, maapinna ettevalmistamise masin, puiduveok,</w:t>
      </w:r>
      <w:r w:rsidR="000A2929" w:rsidRPr="00300F17">
        <w:rPr>
          <w:rFonts w:eastAsiaTheme="minorHAnsi"/>
        </w:rPr>
        <w:t xml:space="preserve"> </w:t>
      </w:r>
      <w:r w:rsidRPr="00300F17">
        <w:rPr>
          <w:rFonts w:eastAsiaTheme="minorHAnsi"/>
        </w:rPr>
        <w:t>hakkur või ekskavaator.</w:t>
      </w:r>
    </w:p>
    <w:p w14:paraId="3759A359"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5.4. Saag peab olema komplektne ja vastama tootja nõuetele.</w:t>
      </w:r>
    </w:p>
    <w:p w14:paraId="04DC6C1F"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5.5. Saega töötaval isikul peab olema kaasas mobiiltelefon.</w:t>
      </w:r>
    </w:p>
    <w:p w14:paraId="23085735" w14:textId="6038282D" w:rsidR="005406A4" w:rsidRPr="00300F17" w:rsidRDefault="005406A4" w:rsidP="000A2929">
      <w:pPr>
        <w:autoSpaceDE w:val="0"/>
        <w:autoSpaceDN w:val="0"/>
        <w:adjustRightInd w:val="0"/>
        <w:jc w:val="both"/>
        <w:rPr>
          <w:rFonts w:eastAsiaTheme="minorHAnsi"/>
        </w:rPr>
      </w:pPr>
      <w:r w:rsidRPr="00300F17">
        <w:rPr>
          <w:rFonts w:eastAsiaTheme="minorHAnsi"/>
        </w:rPr>
        <w:t>5.6. Visuaalsel vaatlusel tuvastatava õli- või kütuselekkega masina või sae</w:t>
      </w:r>
      <w:r w:rsidR="000A2929" w:rsidRPr="00300F17">
        <w:rPr>
          <w:rFonts w:eastAsiaTheme="minorHAnsi"/>
        </w:rPr>
        <w:t xml:space="preserve"> </w:t>
      </w:r>
      <w:r w:rsidRPr="00300F17">
        <w:rPr>
          <w:rFonts w:eastAsiaTheme="minorHAnsi"/>
        </w:rPr>
        <w:t>kasutamine on keelatud.</w:t>
      </w:r>
    </w:p>
    <w:p w14:paraId="12064CD8"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5.7. Kui masinat või saagi ei kasutata, tuleb selle mootor seisata.</w:t>
      </w:r>
    </w:p>
    <w:p w14:paraId="0D792E34" w14:textId="77777777" w:rsidR="0036242F" w:rsidRPr="00300F17" w:rsidRDefault="0036242F" w:rsidP="000A2929">
      <w:pPr>
        <w:autoSpaceDE w:val="0"/>
        <w:autoSpaceDN w:val="0"/>
        <w:adjustRightInd w:val="0"/>
        <w:jc w:val="both"/>
        <w:rPr>
          <w:rFonts w:eastAsiaTheme="minorHAnsi"/>
          <w:b/>
          <w:bCs/>
        </w:rPr>
      </w:pPr>
    </w:p>
    <w:p w14:paraId="16BEC3FA" w14:textId="4B4ABE73" w:rsidR="005406A4" w:rsidRPr="00300F17" w:rsidRDefault="005406A4" w:rsidP="000A2929">
      <w:pPr>
        <w:autoSpaceDE w:val="0"/>
        <w:autoSpaceDN w:val="0"/>
        <w:adjustRightInd w:val="0"/>
        <w:jc w:val="both"/>
        <w:rPr>
          <w:rFonts w:eastAsiaTheme="minorHAnsi"/>
          <w:b/>
          <w:bCs/>
        </w:rPr>
      </w:pPr>
      <w:r w:rsidRPr="00300F17">
        <w:rPr>
          <w:rFonts w:eastAsiaTheme="minorHAnsi"/>
          <w:b/>
          <w:bCs/>
        </w:rPr>
        <w:t>6. Hädaolukorrad</w:t>
      </w:r>
    </w:p>
    <w:p w14:paraId="6DF405C0" w14:textId="3745457E" w:rsidR="005406A4" w:rsidRPr="00300F17" w:rsidRDefault="005406A4" w:rsidP="000A2929">
      <w:pPr>
        <w:autoSpaceDE w:val="0"/>
        <w:autoSpaceDN w:val="0"/>
        <w:adjustRightInd w:val="0"/>
        <w:jc w:val="both"/>
        <w:rPr>
          <w:rFonts w:eastAsiaTheme="minorHAnsi"/>
        </w:rPr>
      </w:pPr>
      <w:r w:rsidRPr="00300F17">
        <w:rPr>
          <w:rFonts w:eastAsiaTheme="minorHAnsi"/>
        </w:rPr>
        <w:t>6.1. Tulekahju korral, mida ei suudeta iseseisvalt kustutada, tuleb helistada 112 ja</w:t>
      </w:r>
      <w:r w:rsidR="000A2929" w:rsidRPr="00300F17">
        <w:rPr>
          <w:rFonts w:eastAsiaTheme="minorHAnsi"/>
        </w:rPr>
        <w:t xml:space="preserve"> </w:t>
      </w:r>
      <w:r w:rsidRPr="00300F17">
        <w:rPr>
          <w:rFonts w:eastAsiaTheme="minorHAnsi"/>
        </w:rPr>
        <w:t>tulekahjust teavitada RMK poolset tööde juhti. Võimalusel asuda olemasolevate</w:t>
      </w:r>
      <w:r w:rsidR="000A2929" w:rsidRPr="00300F17">
        <w:rPr>
          <w:rFonts w:eastAsiaTheme="minorHAnsi"/>
        </w:rPr>
        <w:t xml:space="preserve"> </w:t>
      </w:r>
      <w:r w:rsidRPr="00300F17">
        <w:rPr>
          <w:rFonts w:eastAsiaTheme="minorHAnsi"/>
        </w:rPr>
        <w:t>vahenditega põlemiskollet kustutama, samas kindlustades enese</w:t>
      </w:r>
      <w:r w:rsidR="000A2929" w:rsidRPr="00300F17">
        <w:rPr>
          <w:rFonts w:eastAsiaTheme="minorHAnsi"/>
        </w:rPr>
        <w:t xml:space="preserve"> </w:t>
      </w:r>
      <w:r w:rsidRPr="00300F17">
        <w:rPr>
          <w:rFonts w:eastAsiaTheme="minorHAnsi"/>
        </w:rPr>
        <w:t>ohutuse.</w:t>
      </w:r>
    </w:p>
    <w:p w14:paraId="62555249" w14:textId="3070CCD2" w:rsidR="005406A4" w:rsidRPr="00300F17" w:rsidRDefault="005406A4" w:rsidP="000A2929">
      <w:pPr>
        <w:autoSpaceDE w:val="0"/>
        <w:autoSpaceDN w:val="0"/>
        <w:adjustRightInd w:val="0"/>
        <w:jc w:val="both"/>
        <w:rPr>
          <w:rFonts w:eastAsiaTheme="minorHAnsi"/>
        </w:rPr>
      </w:pPr>
      <w:r w:rsidRPr="00300F17">
        <w:rPr>
          <w:rFonts w:eastAsiaTheme="minorHAnsi"/>
        </w:rPr>
        <w:t>6.2. Tulekahjust teatamisel tuleb öelda rahulikul häälel teataja nimi, sündmuskoha</w:t>
      </w:r>
      <w:r w:rsidR="000A2929" w:rsidRPr="00300F17">
        <w:rPr>
          <w:rFonts w:eastAsiaTheme="minorHAnsi"/>
        </w:rPr>
        <w:t xml:space="preserve"> </w:t>
      </w:r>
      <w:r w:rsidRPr="00300F17">
        <w:rPr>
          <w:rFonts w:eastAsiaTheme="minorHAnsi"/>
        </w:rPr>
        <w:t>võimalik täpne asukoht ja mis põleb.</w:t>
      </w:r>
    </w:p>
    <w:p w14:paraId="7FD3C7AF" w14:textId="5BFE2F39" w:rsidR="005406A4" w:rsidRPr="00300F17" w:rsidRDefault="005406A4" w:rsidP="000A2929">
      <w:pPr>
        <w:autoSpaceDE w:val="0"/>
        <w:autoSpaceDN w:val="0"/>
        <w:adjustRightInd w:val="0"/>
        <w:jc w:val="both"/>
        <w:rPr>
          <w:rFonts w:eastAsiaTheme="minorHAnsi"/>
        </w:rPr>
      </w:pPr>
      <w:r w:rsidRPr="00300F17">
        <w:rPr>
          <w:rFonts w:eastAsiaTheme="minorHAnsi"/>
        </w:rPr>
        <w:t>6.3. Keskkonnareostuse korral, mida ei suudeta olemasolevate tõrjevahenditega</w:t>
      </w:r>
      <w:r w:rsidR="000A2929" w:rsidRPr="00300F17">
        <w:rPr>
          <w:rFonts w:eastAsiaTheme="minorHAnsi"/>
        </w:rPr>
        <w:t xml:space="preserve"> </w:t>
      </w:r>
      <w:r w:rsidRPr="00300F17">
        <w:rPr>
          <w:rFonts w:eastAsiaTheme="minorHAnsi"/>
        </w:rPr>
        <w:t>kõrvaldada, tuleb helistada 112 ja reostusest teavitada RMK poolset tööde</w:t>
      </w:r>
      <w:r w:rsidR="000A2929" w:rsidRPr="00300F17">
        <w:rPr>
          <w:rFonts w:eastAsiaTheme="minorHAnsi"/>
        </w:rPr>
        <w:t xml:space="preserve"> </w:t>
      </w:r>
      <w:r w:rsidRPr="00300F17">
        <w:rPr>
          <w:rFonts w:eastAsiaTheme="minorHAnsi"/>
        </w:rPr>
        <w:t>juhti.</w:t>
      </w:r>
    </w:p>
    <w:p w14:paraId="6490DCA5" w14:textId="4BDAC201" w:rsidR="00680B8E" w:rsidRPr="00300F17" w:rsidRDefault="005406A4" w:rsidP="000A2929">
      <w:pPr>
        <w:autoSpaceDE w:val="0"/>
        <w:autoSpaceDN w:val="0"/>
        <w:adjustRightInd w:val="0"/>
        <w:jc w:val="both"/>
      </w:pPr>
      <w:r w:rsidRPr="00300F17">
        <w:rPr>
          <w:rFonts w:eastAsiaTheme="minorHAnsi"/>
        </w:rPr>
        <w:t>6.4. Lõhkematerjali leidmisel, tuleb helistada 112 ja leidmisest teavitada RMK</w:t>
      </w:r>
      <w:r w:rsidR="000A2929" w:rsidRPr="00300F17">
        <w:rPr>
          <w:rFonts w:eastAsiaTheme="minorHAnsi"/>
        </w:rPr>
        <w:t xml:space="preserve"> </w:t>
      </w:r>
      <w:r w:rsidRPr="00300F17">
        <w:rPr>
          <w:rFonts w:eastAsiaTheme="minorHAnsi"/>
        </w:rPr>
        <w:t>poolset tööde juhti ning peatada töö kuni lõhkematerjali spetsialistide</w:t>
      </w:r>
      <w:r w:rsidR="000A2929" w:rsidRPr="00300F17">
        <w:rPr>
          <w:rFonts w:eastAsiaTheme="minorHAnsi"/>
        </w:rPr>
        <w:t xml:space="preserve"> </w:t>
      </w:r>
      <w:r w:rsidRPr="00300F17">
        <w:rPr>
          <w:rFonts w:eastAsiaTheme="minorHAnsi"/>
        </w:rPr>
        <w:t>saabumiseni ning oodata edasisi RMK poolseid korraldusi. Leitud</w:t>
      </w:r>
      <w:r w:rsidR="000A2929" w:rsidRPr="00300F17">
        <w:rPr>
          <w:rFonts w:eastAsiaTheme="minorHAnsi"/>
        </w:rPr>
        <w:t xml:space="preserve"> </w:t>
      </w:r>
      <w:r w:rsidRPr="00300F17">
        <w:rPr>
          <w:rFonts w:eastAsiaTheme="minorHAnsi"/>
        </w:rPr>
        <w:t>lõhkematerjali ei tohi puudutada.</w:t>
      </w:r>
    </w:p>
    <w:p w14:paraId="246DA360" w14:textId="77777777" w:rsidR="00680B8E" w:rsidRPr="00300F17" w:rsidRDefault="00680B8E" w:rsidP="000A2929">
      <w:pPr>
        <w:jc w:val="both"/>
        <w:outlineLvl w:val="0"/>
      </w:pPr>
      <w:r w:rsidRPr="00300F17">
        <w:t>Poolte allkirjad:</w:t>
      </w:r>
    </w:p>
    <w:p w14:paraId="1D214FE7" w14:textId="77777777" w:rsidR="00680B8E" w:rsidRPr="00300F17" w:rsidRDefault="00680B8E" w:rsidP="00680B8E">
      <w:pPr>
        <w:jc w:val="both"/>
      </w:pPr>
    </w:p>
    <w:p w14:paraId="220302F9" w14:textId="77777777" w:rsidR="00680B8E" w:rsidRPr="00300F17" w:rsidRDefault="00680B8E" w:rsidP="00680B8E">
      <w:pPr>
        <w:jc w:val="both"/>
      </w:pPr>
      <w:r w:rsidRPr="00300F17">
        <w:t>Tellija</w:t>
      </w:r>
      <w:r w:rsidRPr="00300F17">
        <w:tab/>
      </w:r>
      <w:r w:rsidRPr="00300F17">
        <w:tab/>
      </w:r>
      <w:r w:rsidRPr="00300F17">
        <w:tab/>
      </w:r>
      <w:r w:rsidRPr="00300F17">
        <w:tab/>
      </w:r>
      <w:r w:rsidRPr="00300F17">
        <w:tab/>
      </w:r>
      <w:r w:rsidRPr="00300F17">
        <w:tab/>
        <w:t xml:space="preserve">Töövõtja </w:t>
      </w:r>
    </w:p>
    <w:p w14:paraId="6895CAD1" w14:textId="77777777" w:rsidR="00680B8E" w:rsidRPr="00300F17" w:rsidRDefault="00680B8E" w:rsidP="00680B8E">
      <w:pPr>
        <w:jc w:val="both"/>
      </w:pPr>
    </w:p>
    <w:tbl>
      <w:tblPr>
        <w:tblW w:w="0" w:type="auto"/>
        <w:tblInd w:w="-70" w:type="dxa"/>
        <w:tblCellMar>
          <w:left w:w="70" w:type="dxa"/>
          <w:right w:w="70" w:type="dxa"/>
        </w:tblCellMar>
        <w:tblLook w:val="0000" w:firstRow="0" w:lastRow="0" w:firstColumn="0" w:lastColumn="0" w:noHBand="0" w:noVBand="0"/>
      </w:tblPr>
      <w:tblGrid>
        <w:gridCol w:w="140"/>
        <w:gridCol w:w="4183"/>
        <w:gridCol w:w="137"/>
        <w:gridCol w:w="4063"/>
      </w:tblGrid>
      <w:tr w:rsidR="009E1AE3" w:rsidRPr="00300F17" w14:paraId="54BF8C25" w14:textId="77777777" w:rsidTr="00A408D2">
        <w:trPr>
          <w:gridBefore w:val="1"/>
          <w:wBefore w:w="140" w:type="dxa"/>
          <w:trHeight w:val="660"/>
        </w:trPr>
        <w:tc>
          <w:tcPr>
            <w:tcW w:w="4183" w:type="dxa"/>
          </w:tcPr>
          <w:p w14:paraId="5592B540" w14:textId="77777777" w:rsidR="00680B8E" w:rsidRPr="00300F17" w:rsidRDefault="00FD6D15" w:rsidP="009233F7">
            <w:pPr>
              <w:jc w:val="both"/>
            </w:pPr>
            <w:sdt>
              <w:sdtPr>
                <w:rPr>
                  <w:highlight w:val="lightGray"/>
                </w:rPr>
                <w:id w:val="-1578443402"/>
                <w:placeholder>
                  <w:docPart w:val="4CAD0EEE824548398396602CEEFCDD9C"/>
                </w:placeholder>
                <w:comboBox>
                  <w:listItem w:displayText=" " w:value=" "/>
                  <w:listItem w:displayText="(allkirjastatud digitaalselt)" w:value="(allkirjastatud digitaalselt)"/>
                </w:comboBox>
              </w:sdtPr>
              <w:sdtEndPr/>
              <w:sdtContent>
                <w:r w:rsidR="00A408D2" w:rsidRPr="00302C0E">
                  <w:rPr>
                    <w:highlight w:val="lightGray"/>
                  </w:rPr>
                  <w:t>[Vali sobiv]</w:t>
                </w:r>
              </w:sdtContent>
            </w:sdt>
          </w:p>
        </w:tc>
        <w:tc>
          <w:tcPr>
            <w:tcW w:w="4200" w:type="dxa"/>
            <w:gridSpan w:val="2"/>
          </w:tcPr>
          <w:p w14:paraId="784045B8" w14:textId="77777777" w:rsidR="00680B8E" w:rsidRPr="00300F17" w:rsidRDefault="00FD6D15" w:rsidP="009233F7">
            <w:pPr>
              <w:jc w:val="both"/>
            </w:pPr>
            <w:sdt>
              <w:sdtPr>
                <w:rPr>
                  <w:highlight w:val="lightGray"/>
                </w:rPr>
                <w:id w:val="1400180483"/>
                <w:placeholder>
                  <w:docPart w:val="B2462104B2B14CF3B2240A62E1183A78"/>
                </w:placeholder>
                <w:comboBox>
                  <w:listItem w:displayText=" " w:value=" "/>
                  <w:listItem w:displayText="(allkirjastatud digitaalselt)" w:value="(allkirjastatud digitaalselt)"/>
                </w:comboBox>
              </w:sdtPr>
              <w:sdtEndPr/>
              <w:sdtContent>
                <w:r w:rsidR="00680B8E" w:rsidRPr="00302C0E">
                  <w:rPr>
                    <w:highlight w:val="lightGray"/>
                  </w:rPr>
                  <w:t>[Vali sobiv]</w:t>
                </w:r>
              </w:sdtContent>
            </w:sdt>
          </w:p>
        </w:tc>
      </w:tr>
      <w:tr w:rsidR="009E1AE3" w:rsidRPr="00300F17" w14:paraId="6FB3732E" w14:textId="77777777" w:rsidTr="00A408D2">
        <w:trPr>
          <w:trHeight w:val="838"/>
        </w:trPr>
        <w:tc>
          <w:tcPr>
            <w:tcW w:w="4460" w:type="dxa"/>
            <w:gridSpan w:val="3"/>
            <w:vAlign w:val="bottom"/>
          </w:tcPr>
          <w:p w14:paraId="694EE17C"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122D521A"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63FA44F5" w14:textId="77777777" w:rsidR="00680B8E" w:rsidRPr="00300F17" w:rsidRDefault="00680B8E" w:rsidP="00680B8E">
      <w:pPr>
        <w:jc w:val="both"/>
        <w:sectPr w:rsidR="00680B8E" w:rsidRPr="00300F17" w:rsidSect="0059255D">
          <w:pgSz w:w="11906" w:h="16838"/>
          <w:pgMar w:top="1134" w:right="1418" w:bottom="1134" w:left="1418" w:header="709" w:footer="709" w:gutter="0"/>
          <w:cols w:space="708"/>
          <w:formProt w:val="0"/>
          <w:titlePg/>
          <w:docGrid w:linePitch="360"/>
        </w:sectPr>
      </w:pPr>
    </w:p>
    <w:p w14:paraId="13345C26" w14:textId="27F94E99" w:rsidR="00D26B3F" w:rsidRPr="00300F17" w:rsidRDefault="005F7E64" w:rsidP="00632E4A">
      <w:pPr>
        <w:ind w:left="6946"/>
        <w:jc w:val="right"/>
        <w:outlineLvl w:val="0"/>
      </w:pPr>
      <w:r w:rsidRPr="00300F17">
        <w:lastRenderedPageBreak/>
        <w:t xml:space="preserve">Lisa </w:t>
      </w:r>
      <w:r w:rsidR="007A7F15" w:rsidRPr="00300F17">
        <w:t>5</w:t>
      </w:r>
    </w:p>
    <w:p w14:paraId="0D64B678" w14:textId="15BE0D81" w:rsidR="00D26B3F" w:rsidRPr="00300F17" w:rsidRDefault="00D26B3F" w:rsidP="00632E4A">
      <w:pPr>
        <w:ind w:left="9356"/>
        <w:outlineLvl w:val="0"/>
      </w:pPr>
      <w:r w:rsidRPr="00300F17">
        <w:t>RMK ja</w:t>
      </w:r>
      <w:r w:rsidR="00632E4A" w:rsidRPr="00300F17">
        <w:t xml:space="preserve"> </w:t>
      </w:r>
      <w:r w:rsidRPr="00302C0E">
        <w:rPr>
          <w:highlight w:val="lightGray"/>
        </w:rPr>
        <w:fldChar w:fldCharType="begin"/>
      </w:r>
      <w:r w:rsidRPr="00302C0E">
        <w:rPr>
          <w:highlight w:val="lightGray"/>
        </w:rPr>
        <w:instrText xml:space="preserve"> MACROBUTTON  AcceptAllChangesInDoc [Sisesta juriidilise isiku või FIE nimi] </w:instrText>
      </w:r>
      <w:r w:rsidRPr="00302C0E">
        <w:rPr>
          <w:highlight w:val="lightGray"/>
        </w:rPr>
        <w:fldChar w:fldCharType="end"/>
      </w:r>
      <w:r w:rsidRPr="00300F17">
        <w:t xml:space="preserve">vahelise </w:t>
      </w:r>
      <w:sdt>
        <w:sdtPr>
          <w:rPr>
            <w:highlight w:val="lightGray"/>
          </w:rPr>
          <w:id w:val="1882434366"/>
          <w:placeholder>
            <w:docPart w:val="8B3E9B0C2D6B4CC8A2F09E3D2703F85B"/>
          </w:placeholder>
          <w:date>
            <w:dateFormat w:val="d.MM.yyyy"/>
            <w:lid w:val="et-EE"/>
            <w:storeMappedDataAs w:val="dateTime"/>
            <w:calendar w:val="gregorian"/>
          </w:date>
        </w:sdtPr>
        <w:sdtEndPr/>
        <w:sdtContent>
          <w:r w:rsidRPr="00302C0E">
            <w:rPr>
              <w:highlight w:val="lightGray"/>
            </w:rPr>
            <w:t>[Vali kuupäev]</w:t>
          </w:r>
        </w:sdtContent>
      </w:sdt>
      <w:r w:rsidRPr="00300F17">
        <w:t xml:space="preserve"> </w:t>
      </w:r>
      <w:r w:rsidR="007F650A" w:rsidRPr="00300F17">
        <w:t xml:space="preserve">ulukitõrjetööde </w:t>
      </w:r>
      <w:r w:rsidRPr="00300F17">
        <w:t xml:space="preserve">töövõtu raamlepingu nr </w:t>
      </w:r>
      <w:r w:rsidRPr="00300F17">
        <w:rPr>
          <w:rStyle w:val="normal1"/>
          <w:rFonts w:eastAsia="Lucida Sans Unicode"/>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69FA54F9" w14:textId="77777777" w:rsidR="00632E4A" w:rsidRPr="00300F17" w:rsidRDefault="00632E4A" w:rsidP="00632E4A">
      <w:pPr>
        <w:ind w:left="9356"/>
        <w:rPr>
          <w:b/>
          <w:bCs/>
        </w:rPr>
      </w:pPr>
    </w:p>
    <w:p w14:paraId="57E1618C" w14:textId="77777777" w:rsidR="008804F9" w:rsidRPr="00300F17" w:rsidRDefault="008804F9" w:rsidP="00632E4A">
      <w:pPr>
        <w:jc w:val="center"/>
        <w:rPr>
          <w:b/>
          <w:bCs/>
        </w:rPr>
      </w:pPr>
    </w:p>
    <w:p w14:paraId="6BB8C2E0" w14:textId="272BD6EF" w:rsidR="00D26B3F" w:rsidRPr="00300F17" w:rsidRDefault="00D26B3F" w:rsidP="00632E4A">
      <w:pPr>
        <w:jc w:val="center"/>
        <w:rPr>
          <w:b/>
          <w:bCs/>
        </w:rPr>
      </w:pPr>
      <w:r w:rsidRPr="00300F17">
        <w:rPr>
          <w:b/>
          <w:bCs/>
        </w:rPr>
        <w:t>RMK nõuded isikukaitsevahendite kasutamiseks</w:t>
      </w:r>
    </w:p>
    <w:p w14:paraId="1E599907" w14:textId="77777777" w:rsidR="00D26B3F" w:rsidRPr="00300F17" w:rsidRDefault="00D26B3F" w:rsidP="00D26B3F">
      <w:pPr>
        <w:ind w:left="9204" w:firstLine="708"/>
      </w:pPr>
    </w:p>
    <w:p w14:paraId="00891D0B" w14:textId="77777777" w:rsidR="008804F9" w:rsidRPr="00300F17" w:rsidRDefault="008804F9" w:rsidP="00D26B3F">
      <w:pPr>
        <w:ind w:left="9204" w:firstLine="708"/>
      </w:pPr>
    </w:p>
    <w:p w14:paraId="0B04B8EF" w14:textId="77777777" w:rsidR="00E82EE7" w:rsidRPr="00300F17" w:rsidRDefault="00E82EE7" w:rsidP="00E82EE7">
      <w:pPr>
        <w:numPr>
          <w:ilvl w:val="0"/>
          <w:numId w:val="25"/>
        </w:numPr>
        <w:ind w:left="709" w:hanging="709"/>
        <w:jc w:val="both"/>
        <w:rPr>
          <w:b/>
        </w:rPr>
      </w:pPr>
      <w:r w:rsidRPr="00300F17">
        <w:rPr>
          <w:b/>
        </w:rPr>
        <w:t>Üldsätted</w:t>
      </w:r>
    </w:p>
    <w:p w14:paraId="4F375E2C" w14:textId="77777777" w:rsidR="00E82EE7" w:rsidRPr="00300F17" w:rsidRDefault="00E82EE7" w:rsidP="00E82EE7">
      <w:pPr>
        <w:pStyle w:val="ListParagraph"/>
        <w:jc w:val="both"/>
      </w:pPr>
      <w:r w:rsidRPr="00300F17">
        <w:t>Juhend sätestab miinimumnõuded isikukaitsevahendite kasutamiseks RMK lepingupartneritele.</w:t>
      </w:r>
    </w:p>
    <w:p w14:paraId="1A24A46A" w14:textId="77777777" w:rsidR="00E82EE7" w:rsidRPr="00300F17" w:rsidRDefault="00E82EE7" w:rsidP="00E82EE7">
      <w:pPr>
        <w:jc w:val="both"/>
      </w:pPr>
    </w:p>
    <w:p w14:paraId="0AC4359A" w14:textId="77777777" w:rsidR="00E82EE7" w:rsidRPr="00300F17" w:rsidRDefault="00E82EE7" w:rsidP="00E82EE7">
      <w:pPr>
        <w:pStyle w:val="ListParagraph"/>
        <w:numPr>
          <w:ilvl w:val="0"/>
          <w:numId w:val="25"/>
        </w:numPr>
        <w:ind w:hanging="720"/>
        <w:jc w:val="both"/>
        <w:rPr>
          <w:b/>
        </w:rPr>
      </w:pPr>
      <w:r w:rsidRPr="00300F17">
        <w:rPr>
          <w:b/>
        </w:rPr>
        <w:t>Üldised nõuded</w:t>
      </w:r>
    </w:p>
    <w:p w14:paraId="2449062D" w14:textId="77777777" w:rsidR="00E82EE7" w:rsidRPr="00300F17" w:rsidRDefault="00E82EE7" w:rsidP="00E82EE7">
      <w:pPr>
        <w:numPr>
          <w:ilvl w:val="1"/>
          <w:numId w:val="25"/>
        </w:numPr>
        <w:ind w:left="709" w:hanging="709"/>
        <w:jc w:val="both"/>
      </w:pPr>
      <w:r w:rsidRPr="00300F17">
        <w:t xml:space="preserve">Kui töötamisel võib ohtu sattuda tööobjektil viibivate isikute elu või tervis tuleb tööd koheselt peatada. </w:t>
      </w:r>
    </w:p>
    <w:p w14:paraId="207EACCA" w14:textId="77777777" w:rsidR="00E82EE7" w:rsidRPr="00300F17" w:rsidRDefault="00E82EE7" w:rsidP="00E82EE7">
      <w:pPr>
        <w:pStyle w:val="ListParagraph"/>
        <w:numPr>
          <w:ilvl w:val="1"/>
          <w:numId w:val="25"/>
        </w:numPr>
        <w:ind w:left="709" w:hanging="709"/>
        <w:jc w:val="both"/>
      </w:pPr>
      <w:r w:rsidRPr="00300F17">
        <w:t>Masinaga töötamisel peab masinas olema mobiiltelefon ja tähtaegne esmaabipakk.</w:t>
      </w:r>
    </w:p>
    <w:p w14:paraId="36B77CF4" w14:textId="77777777" w:rsidR="00E82EE7" w:rsidRPr="00300F17" w:rsidRDefault="00E82EE7" w:rsidP="00E82EE7">
      <w:pPr>
        <w:pStyle w:val="ListParagraph"/>
        <w:numPr>
          <w:ilvl w:val="1"/>
          <w:numId w:val="25"/>
        </w:numPr>
        <w:ind w:left="709" w:hanging="709"/>
        <w:jc w:val="both"/>
      </w:pPr>
      <w:r w:rsidRPr="00300F17">
        <w:t>Kettsaega, võsasaega ja trimmeriga töötamisel peab tööobjektil kaasas olema mobiiltelefon ja tähtaegne esmaabipakk.</w:t>
      </w:r>
    </w:p>
    <w:p w14:paraId="38415FA1" w14:textId="77777777" w:rsidR="00E82EE7" w:rsidRPr="00300F17" w:rsidRDefault="00E82EE7" w:rsidP="00E82EE7">
      <w:pPr>
        <w:jc w:val="both"/>
      </w:pPr>
    </w:p>
    <w:p w14:paraId="3EFE65CD" w14:textId="77777777" w:rsidR="00E82EE7" w:rsidRPr="00300F17" w:rsidRDefault="00E82EE7" w:rsidP="00E82EE7">
      <w:pPr>
        <w:pStyle w:val="ListParagraph"/>
        <w:numPr>
          <w:ilvl w:val="0"/>
          <w:numId w:val="25"/>
        </w:numPr>
        <w:ind w:hanging="720"/>
        <w:jc w:val="both"/>
        <w:rPr>
          <w:b/>
        </w:rPr>
      </w:pPr>
      <w:r w:rsidRPr="00300F17">
        <w:rPr>
          <w:b/>
        </w:rPr>
        <w:t xml:space="preserve">Nõutavad isikukaitsevahendid </w:t>
      </w:r>
    </w:p>
    <w:p w14:paraId="409439CC" w14:textId="77777777" w:rsidR="00E82EE7" w:rsidRPr="00300F17" w:rsidRDefault="00E82EE7" w:rsidP="00E82EE7">
      <w:pPr>
        <w:numPr>
          <w:ilvl w:val="1"/>
          <w:numId w:val="25"/>
        </w:numPr>
        <w:ind w:hanging="720"/>
        <w:jc w:val="both"/>
      </w:pPr>
      <w:r w:rsidRPr="00300F17">
        <w:t>Raielangil ja raadamisobjektil töötamise ajal töökohustusi täitvad isikud peavad masinast väljas olles kandma tähtaegset tööstuslikku kaitsekiivrit (EN 397) ja demaskeerivat värvi riietust (nt ohutusvest, helkurvest).</w:t>
      </w:r>
    </w:p>
    <w:p w14:paraId="117A1629" w14:textId="77777777" w:rsidR="00E82EE7" w:rsidRPr="00300F17" w:rsidRDefault="00E82EE7" w:rsidP="00E82EE7">
      <w:pPr>
        <w:pStyle w:val="ListParagraph"/>
        <w:numPr>
          <w:ilvl w:val="1"/>
          <w:numId w:val="25"/>
        </w:numPr>
        <w:ind w:hanging="720"/>
        <w:jc w:val="both"/>
      </w:pPr>
      <w:r w:rsidRPr="00300F17">
        <w:t xml:space="preserve">Nõutavad isikukaitsevahendid on loetletud järgnevalt:  </w:t>
      </w:r>
    </w:p>
    <w:p w14:paraId="13B0EE93" w14:textId="77777777" w:rsidR="00E82EE7" w:rsidRPr="00300F17" w:rsidRDefault="00E82EE7" w:rsidP="00E82EE7">
      <w:pPr>
        <w:rPr>
          <w:b/>
        </w:rPr>
      </w:pPr>
      <w:r w:rsidRPr="00300F17">
        <w:rPr>
          <w:b/>
        </w:rPr>
        <w:t xml:space="preserve"> </w:t>
      </w:r>
    </w:p>
    <w:tbl>
      <w:tblPr>
        <w:tblStyle w:val="TableGrid"/>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9E1AE3" w:rsidRPr="00300F17" w14:paraId="72D8B1C8" w14:textId="77777777" w:rsidTr="002A0E08">
        <w:trPr>
          <w:trHeight w:val="593"/>
        </w:trPr>
        <w:tc>
          <w:tcPr>
            <w:tcW w:w="1838" w:type="dxa"/>
            <w:vAlign w:val="center"/>
          </w:tcPr>
          <w:p w14:paraId="05BD426A" w14:textId="77777777" w:rsidR="00E82EE7" w:rsidRPr="00300F17" w:rsidRDefault="00E82EE7" w:rsidP="002A0E08">
            <w:pPr>
              <w:jc w:val="center"/>
              <w:rPr>
                <w:b/>
              </w:rPr>
            </w:pPr>
            <w:r w:rsidRPr="00300F17">
              <w:rPr>
                <w:b/>
              </w:rPr>
              <w:t>Kaitstav kehaosa /Tegevus</w:t>
            </w:r>
          </w:p>
        </w:tc>
        <w:tc>
          <w:tcPr>
            <w:tcW w:w="2126" w:type="dxa"/>
            <w:vAlign w:val="center"/>
          </w:tcPr>
          <w:p w14:paraId="48A99B26" w14:textId="77777777" w:rsidR="00E82EE7" w:rsidRPr="00300F17" w:rsidRDefault="00E82EE7" w:rsidP="002A0E08">
            <w:pPr>
              <w:jc w:val="center"/>
              <w:rPr>
                <w:b/>
              </w:rPr>
            </w:pPr>
            <w:r w:rsidRPr="00300F17">
              <w:rPr>
                <w:b/>
              </w:rPr>
              <w:t>Labajalg</w:t>
            </w:r>
          </w:p>
        </w:tc>
        <w:tc>
          <w:tcPr>
            <w:tcW w:w="2410" w:type="dxa"/>
            <w:vAlign w:val="center"/>
          </w:tcPr>
          <w:p w14:paraId="2DB1D4F3" w14:textId="77777777" w:rsidR="00E82EE7" w:rsidRPr="00300F17" w:rsidRDefault="00E82EE7" w:rsidP="002A0E08">
            <w:pPr>
              <w:jc w:val="center"/>
              <w:rPr>
                <w:b/>
              </w:rPr>
            </w:pPr>
            <w:r w:rsidRPr="00300F17">
              <w:rPr>
                <w:b/>
              </w:rPr>
              <w:t>Jalad</w:t>
            </w:r>
          </w:p>
        </w:tc>
        <w:tc>
          <w:tcPr>
            <w:tcW w:w="1701" w:type="dxa"/>
            <w:vAlign w:val="center"/>
          </w:tcPr>
          <w:p w14:paraId="1A434772" w14:textId="77777777" w:rsidR="00E82EE7" w:rsidRPr="00300F17" w:rsidRDefault="00E82EE7" w:rsidP="002A0E08">
            <w:pPr>
              <w:jc w:val="center"/>
              <w:rPr>
                <w:b/>
              </w:rPr>
            </w:pPr>
            <w:r w:rsidRPr="00300F17">
              <w:rPr>
                <w:b/>
              </w:rPr>
              <w:t>Torso, käed, jalad</w:t>
            </w:r>
          </w:p>
        </w:tc>
        <w:tc>
          <w:tcPr>
            <w:tcW w:w="1276" w:type="dxa"/>
            <w:vAlign w:val="center"/>
          </w:tcPr>
          <w:p w14:paraId="221899BD" w14:textId="77777777" w:rsidR="00E82EE7" w:rsidRPr="00300F17" w:rsidRDefault="00E82EE7" w:rsidP="002A0E08">
            <w:pPr>
              <w:jc w:val="center"/>
              <w:rPr>
                <w:b/>
              </w:rPr>
            </w:pPr>
            <w:r w:rsidRPr="00300F17">
              <w:rPr>
                <w:b/>
              </w:rPr>
              <w:t>Käelaba</w:t>
            </w:r>
          </w:p>
        </w:tc>
        <w:tc>
          <w:tcPr>
            <w:tcW w:w="1417" w:type="dxa"/>
            <w:vAlign w:val="center"/>
          </w:tcPr>
          <w:p w14:paraId="24CE996A" w14:textId="77777777" w:rsidR="00E82EE7" w:rsidRPr="00300F17" w:rsidRDefault="00E82EE7" w:rsidP="002A0E08">
            <w:pPr>
              <w:jc w:val="center"/>
              <w:rPr>
                <w:b/>
              </w:rPr>
            </w:pPr>
            <w:r w:rsidRPr="00300F17">
              <w:rPr>
                <w:b/>
              </w:rPr>
              <w:t>Pea</w:t>
            </w:r>
          </w:p>
        </w:tc>
        <w:tc>
          <w:tcPr>
            <w:tcW w:w="1418" w:type="dxa"/>
            <w:vAlign w:val="center"/>
          </w:tcPr>
          <w:p w14:paraId="24E0425D" w14:textId="77777777" w:rsidR="00E82EE7" w:rsidRPr="00300F17" w:rsidRDefault="00E82EE7" w:rsidP="002A0E08">
            <w:pPr>
              <w:jc w:val="center"/>
              <w:rPr>
                <w:b/>
              </w:rPr>
            </w:pPr>
            <w:r w:rsidRPr="00300F17">
              <w:rPr>
                <w:b/>
              </w:rPr>
              <w:t>Silmad ja</w:t>
            </w:r>
          </w:p>
          <w:p w14:paraId="4A5EAEDE" w14:textId="77777777" w:rsidR="00E82EE7" w:rsidRPr="00300F17" w:rsidRDefault="00E82EE7" w:rsidP="002A0E08">
            <w:pPr>
              <w:jc w:val="center"/>
              <w:rPr>
                <w:b/>
              </w:rPr>
            </w:pPr>
            <w:r w:rsidRPr="00300F17">
              <w:rPr>
                <w:b/>
              </w:rPr>
              <w:t>nägu</w:t>
            </w:r>
          </w:p>
        </w:tc>
        <w:tc>
          <w:tcPr>
            <w:tcW w:w="1417" w:type="dxa"/>
            <w:vAlign w:val="center"/>
          </w:tcPr>
          <w:p w14:paraId="2D67669F" w14:textId="77777777" w:rsidR="00E82EE7" w:rsidRPr="00300F17" w:rsidRDefault="00E82EE7" w:rsidP="002A0E08">
            <w:pPr>
              <w:jc w:val="center"/>
              <w:rPr>
                <w:b/>
              </w:rPr>
            </w:pPr>
            <w:r w:rsidRPr="00300F17">
              <w:rPr>
                <w:b/>
              </w:rPr>
              <w:t>Kõrvad</w:t>
            </w:r>
          </w:p>
        </w:tc>
      </w:tr>
      <w:tr w:rsidR="009E1AE3" w:rsidRPr="00300F17" w14:paraId="049DB464" w14:textId="77777777" w:rsidTr="002A0E08">
        <w:trPr>
          <w:trHeight w:val="152"/>
        </w:trPr>
        <w:tc>
          <w:tcPr>
            <w:tcW w:w="1838" w:type="dxa"/>
            <w:vAlign w:val="center"/>
          </w:tcPr>
          <w:p w14:paraId="7E29458E" w14:textId="77777777" w:rsidR="00E82EE7" w:rsidRPr="00300F17" w:rsidRDefault="00E82EE7" w:rsidP="002A0E08">
            <w:pPr>
              <w:jc w:val="center"/>
              <w:rPr>
                <w:b/>
              </w:rPr>
            </w:pPr>
            <w:r w:rsidRPr="00300F17">
              <w:rPr>
                <w:b/>
              </w:rPr>
              <w:t>Töö kettsaega</w:t>
            </w:r>
          </w:p>
        </w:tc>
        <w:tc>
          <w:tcPr>
            <w:tcW w:w="2126" w:type="dxa"/>
            <w:vAlign w:val="center"/>
          </w:tcPr>
          <w:p w14:paraId="105E5B30" w14:textId="77777777" w:rsidR="00E82EE7" w:rsidRPr="00300F17" w:rsidRDefault="00E82EE7" w:rsidP="002A0E08">
            <w:pPr>
              <w:jc w:val="center"/>
              <w:rPr>
                <w:shd w:val="clear" w:color="auto" w:fill="FFFFFF"/>
              </w:rPr>
            </w:pPr>
            <w:r w:rsidRPr="00300F17">
              <w:rPr>
                <w:shd w:val="clear" w:color="auto" w:fill="FFFFFF"/>
              </w:rPr>
              <w:t>Saeketi lõikevastase ja tugevdatud ninaga töökummikud või saapad</w:t>
            </w:r>
          </w:p>
        </w:tc>
        <w:tc>
          <w:tcPr>
            <w:tcW w:w="2410" w:type="dxa"/>
            <w:vAlign w:val="center"/>
          </w:tcPr>
          <w:p w14:paraId="0EDD0AFF" w14:textId="77777777" w:rsidR="00E82EE7" w:rsidRPr="00300F17" w:rsidRDefault="00E82EE7" w:rsidP="002A0E08">
            <w:pPr>
              <w:jc w:val="center"/>
            </w:pPr>
            <w:r w:rsidRPr="00300F17">
              <w:t>Saeketi lõikevastase elemendiga tööpüksid, mis peavad vastama vähemalt kaitse klassile 1</w:t>
            </w:r>
          </w:p>
        </w:tc>
        <w:tc>
          <w:tcPr>
            <w:tcW w:w="1701" w:type="dxa"/>
            <w:vAlign w:val="center"/>
          </w:tcPr>
          <w:p w14:paraId="50FB81D9" w14:textId="77777777" w:rsidR="00E82EE7" w:rsidRPr="00300F17" w:rsidRDefault="00E82EE7" w:rsidP="002A0E08">
            <w:pPr>
              <w:jc w:val="center"/>
            </w:pPr>
            <w:r w:rsidRPr="00300F17">
              <w:t>Demaskeerivat värvi tööriietus</w:t>
            </w:r>
          </w:p>
        </w:tc>
        <w:tc>
          <w:tcPr>
            <w:tcW w:w="1276" w:type="dxa"/>
            <w:vAlign w:val="center"/>
          </w:tcPr>
          <w:p w14:paraId="5BB137EC" w14:textId="77777777" w:rsidR="00E82EE7" w:rsidRPr="00300F17" w:rsidRDefault="00E82EE7" w:rsidP="002A0E08">
            <w:pPr>
              <w:jc w:val="center"/>
            </w:pPr>
            <w:r w:rsidRPr="00300F17">
              <w:t>Töökindad</w:t>
            </w:r>
          </w:p>
        </w:tc>
        <w:tc>
          <w:tcPr>
            <w:tcW w:w="4252" w:type="dxa"/>
            <w:gridSpan w:val="3"/>
            <w:vAlign w:val="center"/>
          </w:tcPr>
          <w:p w14:paraId="38BB4DA0" w14:textId="77777777" w:rsidR="00E82EE7" w:rsidRPr="00300F17" w:rsidRDefault="00E82EE7" w:rsidP="002A0E08">
            <w:pPr>
              <w:jc w:val="center"/>
            </w:pPr>
            <w:r w:rsidRPr="00300F17">
              <w:t>Tähtaegne tööstuslik kaitsekiiver (EN 397) koos kaitsemaski ja kuulmiskaitsevahendiga</w:t>
            </w:r>
          </w:p>
        </w:tc>
      </w:tr>
      <w:tr w:rsidR="009E1AE3" w:rsidRPr="00300F17" w14:paraId="39D311C8" w14:textId="77777777" w:rsidTr="002A0E08">
        <w:trPr>
          <w:trHeight w:val="557"/>
        </w:trPr>
        <w:tc>
          <w:tcPr>
            <w:tcW w:w="1838" w:type="dxa"/>
            <w:vAlign w:val="center"/>
          </w:tcPr>
          <w:p w14:paraId="311E1BD3" w14:textId="77777777" w:rsidR="00E82EE7" w:rsidRPr="00300F17" w:rsidRDefault="00E82EE7" w:rsidP="002A0E08">
            <w:pPr>
              <w:jc w:val="center"/>
              <w:rPr>
                <w:b/>
              </w:rPr>
            </w:pPr>
            <w:r w:rsidRPr="00300F17">
              <w:rPr>
                <w:b/>
              </w:rPr>
              <w:lastRenderedPageBreak/>
              <w:t>Töö võsasaega  üle 3 meetrises taimestikus</w:t>
            </w:r>
          </w:p>
        </w:tc>
        <w:tc>
          <w:tcPr>
            <w:tcW w:w="2126" w:type="dxa"/>
          </w:tcPr>
          <w:p w14:paraId="6B1E29AB" w14:textId="77777777" w:rsidR="00E82EE7" w:rsidRPr="00300F17" w:rsidRDefault="00E82EE7" w:rsidP="002A0E08">
            <w:pPr>
              <w:jc w:val="center"/>
            </w:pPr>
            <w:r w:rsidRPr="00300F17">
              <w:t>Kinnised tugeva konstruktsiooniga ja libisemist takistava tallaga jalanõud</w:t>
            </w:r>
          </w:p>
        </w:tc>
        <w:tc>
          <w:tcPr>
            <w:tcW w:w="2410" w:type="dxa"/>
          </w:tcPr>
          <w:p w14:paraId="7F3171EA" w14:textId="77777777" w:rsidR="00E82EE7" w:rsidRPr="00300F17" w:rsidRDefault="00E82EE7" w:rsidP="002A0E08">
            <w:pPr>
              <w:jc w:val="center"/>
            </w:pPr>
            <w:r w:rsidRPr="00300F17">
              <w:t>Tugevast riidest pika säärega püksid</w:t>
            </w:r>
          </w:p>
        </w:tc>
        <w:tc>
          <w:tcPr>
            <w:tcW w:w="1701" w:type="dxa"/>
            <w:vAlign w:val="center"/>
          </w:tcPr>
          <w:p w14:paraId="26EC1452" w14:textId="77777777" w:rsidR="00E82EE7" w:rsidRPr="00300F17" w:rsidRDefault="00E82EE7" w:rsidP="002A0E08">
            <w:pPr>
              <w:jc w:val="center"/>
            </w:pPr>
            <w:r w:rsidRPr="00300F17">
              <w:t>Demaskeerivat värvi tööriietus</w:t>
            </w:r>
          </w:p>
        </w:tc>
        <w:tc>
          <w:tcPr>
            <w:tcW w:w="1276" w:type="dxa"/>
            <w:vAlign w:val="center"/>
          </w:tcPr>
          <w:p w14:paraId="49D4606F" w14:textId="77777777" w:rsidR="00E82EE7" w:rsidRPr="00300F17" w:rsidRDefault="00E82EE7" w:rsidP="002A0E08">
            <w:pPr>
              <w:jc w:val="center"/>
            </w:pPr>
            <w:r w:rsidRPr="00300F17">
              <w:t>Töökindad</w:t>
            </w:r>
          </w:p>
        </w:tc>
        <w:tc>
          <w:tcPr>
            <w:tcW w:w="4252" w:type="dxa"/>
            <w:gridSpan w:val="3"/>
            <w:vAlign w:val="center"/>
          </w:tcPr>
          <w:p w14:paraId="73846993" w14:textId="77777777" w:rsidR="00E82EE7" w:rsidRPr="00300F17" w:rsidRDefault="00E82EE7" w:rsidP="002A0E08">
            <w:pPr>
              <w:jc w:val="center"/>
            </w:pPr>
            <w:r w:rsidRPr="00300F17">
              <w:t>Tähtaegne tööstuslik kaitsekiiver (EN 397) koos kaitsemaski ja kuulmiskaitsevahendiga</w:t>
            </w:r>
          </w:p>
        </w:tc>
      </w:tr>
      <w:tr w:rsidR="009E1AE3" w:rsidRPr="00300F17" w14:paraId="132FD20F" w14:textId="77777777" w:rsidTr="002A0E08">
        <w:trPr>
          <w:trHeight w:val="152"/>
        </w:trPr>
        <w:tc>
          <w:tcPr>
            <w:tcW w:w="1838" w:type="dxa"/>
            <w:vAlign w:val="center"/>
          </w:tcPr>
          <w:p w14:paraId="715DF65A" w14:textId="77777777" w:rsidR="00E82EE7" w:rsidRPr="00300F17" w:rsidRDefault="00E82EE7" w:rsidP="002A0E08">
            <w:pPr>
              <w:jc w:val="center"/>
              <w:rPr>
                <w:b/>
              </w:rPr>
            </w:pPr>
            <w:r w:rsidRPr="00300F17">
              <w:rPr>
                <w:b/>
              </w:rPr>
              <w:t>Töö võsasaega  alla 3 meetrises taimestikus</w:t>
            </w:r>
          </w:p>
        </w:tc>
        <w:tc>
          <w:tcPr>
            <w:tcW w:w="2126" w:type="dxa"/>
            <w:vAlign w:val="center"/>
          </w:tcPr>
          <w:p w14:paraId="3CC0CC96" w14:textId="77777777" w:rsidR="00E82EE7" w:rsidRPr="00300F17" w:rsidRDefault="00E82EE7" w:rsidP="002A0E08">
            <w:pPr>
              <w:jc w:val="center"/>
            </w:pPr>
            <w:r w:rsidRPr="00300F17">
              <w:t>Kinnised tugeva konstruktsiooniga ja libisemist takistava tallaga jalanõud</w:t>
            </w:r>
          </w:p>
        </w:tc>
        <w:tc>
          <w:tcPr>
            <w:tcW w:w="2410" w:type="dxa"/>
            <w:vAlign w:val="center"/>
          </w:tcPr>
          <w:p w14:paraId="4B7573ED" w14:textId="77777777" w:rsidR="00E82EE7" w:rsidRPr="00300F17" w:rsidRDefault="00E82EE7" w:rsidP="002A0E08">
            <w:pPr>
              <w:jc w:val="center"/>
            </w:pPr>
            <w:bookmarkStart w:id="4" w:name="_Hlk97211364"/>
            <w:r w:rsidRPr="00300F17">
              <w:t>Tugevast riidest pika säärega püksid</w:t>
            </w:r>
            <w:bookmarkEnd w:id="4"/>
          </w:p>
        </w:tc>
        <w:tc>
          <w:tcPr>
            <w:tcW w:w="1701" w:type="dxa"/>
            <w:vAlign w:val="center"/>
          </w:tcPr>
          <w:p w14:paraId="73ED3857" w14:textId="77777777" w:rsidR="00E82EE7" w:rsidRPr="00300F17" w:rsidRDefault="00E82EE7" w:rsidP="002A0E08">
            <w:pPr>
              <w:jc w:val="center"/>
            </w:pPr>
            <w:r w:rsidRPr="00300F17">
              <w:t>Demaskeerivat värvi tööriietus</w:t>
            </w:r>
          </w:p>
        </w:tc>
        <w:tc>
          <w:tcPr>
            <w:tcW w:w="1276" w:type="dxa"/>
            <w:vAlign w:val="center"/>
          </w:tcPr>
          <w:p w14:paraId="6E975B5D" w14:textId="77777777" w:rsidR="00E82EE7" w:rsidRPr="00300F17" w:rsidRDefault="00E82EE7" w:rsidP="002A0E08">
            <w:pPr>
              <w:jc w:val="center"/>
            </w:pPr>
            <w:r w:rsidRPr="00300F17">
              <w:t>Töökindad</w:t>
            </w:r>
          </w:p>
        </w:tc>
        <w:tc>
          <w:tcPr>
            <w:tcW w:w="1417" w:type="dxa"/>
            <w:vAlign w:val="center"/>
          </w:tcPr>
          <w:p w14:paraId="3F98DF12" w14:textId="77777777" w:rsidR="00E82EE7" w:rsidRPr="00300F17" w:rsidRDefault="00E82EE7" w:rsidP="002A0E08">
            <w:pPr>
              <w:jc w:val="center"/>
            </w:pPr>
            <w:r w:rsidRPr="00300F17">
              <w:t>-</w:t>
            </w:r>
          </w:p>
        </w:tc>
        <w:tc>
          <w:tcPr>
            <w:tcW w:w="1418" w:type="dxa"/>
            <w:vAlign w:val="center"/>
          </w:tcPr>
          <w:p w14:paraId="66B278BF" w14:textId="77777777" w:rsidR="00E82EE7" w:rsidRPr="00300F17" w:rsidRDefault="00E82EE7" w:rsidP="002A0E08">
            <w:pPr>
              <w:jc w:val="center"/>
            </w:pPr>
            <w:r w:rsidRPr="00300F17">
              <w:t>Kaitsemask või kaitseprillid</w:t>
            </w:r>
          </w:p>
        </w:tc>
        <w:tc>
          <w:tcPr>
            <w:tcW w:w="1417" w:type="dxa"/>
            <w:vAlign w:val="center"/>
          </w:tcPr>
          <w:p w14:paraId="67CF34F7" w14:textId="77777777" w:rsidR="00E82EE7" w:rsidRPr="00300F17" w:rsidRDefault="00E82EE7" w:rsidP="002A0E08">
            <w:pPr>
              <w:jc w:val="center"/>
            </w:pPr>
            <w:r w:rsidRPr="00300F17">
              <w:t>Kuulmiskaitsevahend</w:t>
            </w:r>
          </w:p>
        </w:tc>
      </w:tr>
      <w:tr w:rsidR="009E1AE3" w:rsidRPr="00300F17" w14:paraId="3908418E" w14:textId="77777777" w:rsidTr="002A0E08">
        <w:trPr>
          <w:trHeight w:val="699"/>
        </w:trPr>
        <w:tc>
          <w:tcPr>
            <w:tcW w:w="1838" w:type="dxa"/>
            <w:vAlign w:val="center"/>
          </w:tcPr>
          <w:p w14:paraId="2C9A3343" w14:textId="77777777" w:rsidR="00E82EE7" w:rsidRPr="00300F17" w:rsidRDefault="00E82EE7" w:rsidP="002A0E08">
            <w:pPr>
              <w:jc w:val="center"/>
              <w:rPr>
                <w:b/>
              </w:rPr>
            </w:pPr>
            <w:r w:rsidRPr="00300F17">
              <w:rPr>
                <w:b/>
              </w:rPr>
              <w:t>Töö trimmeriga</w:t>
            </w:r>
          </w:p>
        </w:tc>
        <w:tc>
          <w:tcPr>
            <w:tcW w:w="2126" w:type="dxa"/>
            <w:vAlign w:val="center"/>
          </w:tcPr>
          <w:p w14:paraId="32AD5274" w14:textId="77777777" w:rsidR="00E82EE7" w:rsidRPr="00300F17" w:rsidRDefault="00E82EE7" w:rsidP="002A0E08">
            <w:pPr>
              <w:jc w:val="center"/>
            </w:pPr>
            <w:r w:rsidRPr="00300F17">
              <w:t>Kinnised jalanõud</w:t>
            </w:r>
          </w:p>
        </w:tc>
        <w:tc>
          <w:tcPr>
            <w:tcW w:w="2410" w:type="dxa"/>
          </w:tcPr>
          <w:p w14:paraId="3E410010" w14:textId="77777777" w:rsidR="00E82EE7" w:rsidRPr="00300F17" w:rsidRDefault="00E82EE7" w:rsidP="002A0E08">
            <w:pPr>
              <w:jc w:val="center"/>
            </w:pPr>
            <w:r w:rsidRPr="00300F17">
              <w:t>Tugevast riidest pika säärega püksid</w:t>
            </w:r>
          </w:p>
        </w:tc>
        <w:tc>
          <w:tcPr>
            <w:tcW w:w="1701" w:type="dxa"/>
            <w:vAlign w:val="center"/>
          </w:tcPr>
          <w:p w14:paraId="5EAC2A12" w14:textId="77777777" w:rsidR="00E82EE7" w:rsidRPr="00300F17" w:rsidRDefault="00E82EE7" w:rsidP="002A0E08">
            <w:pPr>
              <w:jc w:val="center"/>
            </w:pPr>
            <w:r w:rsidRPr="00300F17">
              <w:t>-</w:t>
            </w:r>
          </w:p>
        </w:tc>
        <w:tc>
          <w:tcPr>
            <w:tcW w:w="1276" w:type="dxa"/>
            <w:vAlign w:val="center"/>
          </w:tcPr>
          <w:p w14:paraId="0DD6E097" w14:textId="77777777" w:rsidR="00E82EE7" w:rsidRPr="00300F17" w:rsidRDefault="00E82EE7" w:rsidP="002A0E08">
            <w:pPr>
              <w:jc w:val="center"/>
            </w:pPr>
            <w:r w:rsidRPr="00300F17">
              <w:t>Töökindad</w:t>
            </w:r>
          </w:p>
        </w:tc>
        <w:tc>
          <w:tcPr>
            <w:tcW w:w="1417" w:type="dxa"/>
            <w:vAlign w:val="center"/>
          </w:tcPr>
          <w:p w14:paraId="0772B17D" w14:textId="77777777" w:rsidR="00E82EE7" w:rsidRPr="00300F17" w:rsidRDefault="00E82EE7" w:rsidP="002A0E08">
            <w:pPr>
              <w:jc w:val="center"/>
            </w:pPr>
            <w:r w:rsidRPr="00300F17">
              <w:t>-</w:t>
            </w:r>
          </w:p>
        </w:tc>
        <w:tc>
          <w:tcPr>
            <w:tcW w:w="1418" w:type="dxa"/>
            <w:vAlign w:val="center"/>
          </w:tcPr>
          <w:p w14:paraId="560FB777" w14:textId="77777777" w:rsidR="00E82EE7" w:rsidRPr="00300F17" w:rsidRDefault="00E82EE7" w:rsidP="002A0E08">
            <w:pPr>
              <w:jc w:val="center"/>
            </w:pPr>
            <w:r w:rsidRPr="00300F17">
              <w:t>Kaitsemask või kaitseprillid</w:t>
            </w:r>
          </w:p>
        </w:tc>
        <w:tc>
          <w:tcPr>
            <w:tcW w:w="1417" w:type="dxa"/>
            <w:vAlign w:val="center"/>
          </w:tcPr>
          <w:p w14:paraId="33FE2CC5" w14:textId="77777777" w:rsidR="00E82EE7" w:rsidRPr="00300F17" w:rsidRDefault="00E82EE7" w:rsidP="002A0E08">
            <w:pPr>
              <w:jc w:val="center"/>
            </w:pPr>
            <w:r w:rsidRPr="00300F17">
              <w:t>Kuulmiskaitsevahend</w:t>
            </w:r>
          </w:p>
        </w:tc>
      </w:tr>
      <w:tr w:rsidR="009E1AE3" w:rsidRPr="00300F17" w14:paraId="510676A4" w14:textId="77777777" w:rsidTr="002A0E08">
        <w:trPr>
          <w:trHeight w:val="152"/>
        </w:trPr>
        <w:tc>
          <w:tcPr>
            <w:tcW w:w="1838" w:type="dxa"/>
            <w:vAlign w:val="center"/>
          </w:tcPr>
          <w:p w14:paraId="0CC7C313" w14:textId="77777777" w:rsidR="00E82EE7" w:rsidRPr="00300F17" w:rsidRDefault="00E82EE7" w:rsidP="002A0E08">
            <w:pPr>
              <w:jc w:val="center"/>
              <w:rPr>
                <w:b/>
              </w:rPr>
            </w:pPr>
            <w:r w:rsidRPr="00300F17">
              <w:rPr>
                <w:b/>
              </w:rPr>
              <w:t>Harvesteri, forvarderi, giljotiini, metsa</w:t>
            </w:r>
            <w:r w:rsidRPr="00300F17">
              <w:rPr>
                <w:b/>
              </w:rPr>
              <w:softHyphen/>
              <w:t>majanduslikuks tööks kohandatud põllu</w:t>
            </w:r>
            <w:r w:rsidRPr="00300F17">
              <w:rPr>
                <w:b/>
              </w:rPr>
              <w:softHyphen/>
              <w:t>majandusliku traktori, maapinnamasina operaatoril tööobjektil väljas olles</w:t>
            </w:r>
          </w:p>
        </w:tc>
        <w:tc>
          <w:tcPr>
            <w:tcW w:w="2126" w:type="dxa"/>
            <w:vAlign w:val="center"/>
          </w:tcPr>
          <w:p w14:paraId="66936540" w14:textId="77777777" w:rsidR="00E82EE7" w:rsidRPr="00300F17" w:rsidRDefault="00E82EE7" w:rsidP="002A0E08">
            <w:pPr>
              <w:jc w:val="center"/>
            </w:pPr>
            <w:r w:rsidRPr="00300F17">
              <w:t>Kinnised tugeva konstruktsiooniga ja libisemist takistava tallaga jalanõud</w:t>
            </w:r>
          </w:p>
        </w:tc>
        <w:tc>
          <w:tcPr>
            <w:tcW w:w="2410" w:type="dxa"/>
            <w:vAlign w:val="center"/>
          </w:tcPr>
          <w:p w14:paraId="3FA02EAD" w14:textId="77777777" w:rsidR="00E82EE7" w:rsidRPr="00300F17" w:rsidRDefault="00E82EE7" w:rsidP="002A0E08">
            <w:pPr>
              <w:jc w:val="center"/>
            </w:pPr>
            <w:r w:rsidRPr="00300F17">
              <w:t>-</w:t>
            </w:r>
          </w:p>
        </w:tc>
        <w:tc>
          <w:tcPr>
            <w:tcW w:w="1701" w:type="dxa"/>
            <w:vAlign w:val="center"/>
          </w:tcPr>
          <w:p w14:paraId="7F2B884C" w14:textId="77777777" w:rsidR="00E82EE7" w:rsidRPr="00300F17" w:rsidRDefault="00E82EE7" w:rsidP="002A0E08">
            <w:pPr>
              <w:jc w:val="center"/>
            </w:pPr>
            <w:r w:rsidRPr="00300F17">
              <w:t>Demaskeerivat värvi riietus (nt ohutusvest,</w:t>
            </w:r>
            <w:r w:rsidRPr="00300F17">
              <w:rPr>
                <w:rFonts w:eastAsiaTheme="minorHAnsi"/>
                <w:lang w:eastAsia="en-US"/>
              </w:rPr>
              <w:t xml:space="preserve"> </w:t>
            </w:r>
            <w:r w:rsidRPr="00300F17">
              <w:t xml:space="preserve">helkurvest) </w:t>
            </w:r>
          </w:p>
        </w:tc>
        <w:tc>
          <w:tcPr>
            <w:tcW w:w="1276" w:type="dxa"/>
            <w:vAlign w:val="center"/>
          </w:tcPr>
          <w:p w14:paraId="4418C990" w14:textId="77777777" w:rsidR="00E82EE7" w:rsidRPr="00300F17" w:rsidRDefault="00E82EE7" w:rsidP="002A0E08">
            <w:pPr>
              <w:jc w:val="center"/>
            </w:pPr>
            <w:r w:rsidRPr="00300F17">
              <w:t>-</w:t>
            </w:r>
          </w:p>
        </w:tc>
        <w:tc>
          <w:tcPr>
            <w:tcW w:w="1417" w:type="dxa"/>
            <w:vAlign w:val="center"/>
          </w:tcPr>
          <w:p w14:paraId="05F98031" w14:textId="77777777" w:rsidR="00E82EE7" w:rsidRPr="00300F17" w:rsidRDefault="00E82EE7" w:rsidP="002A0E08">
            <w:pPr>
              <w:jc w:val="center"/>
            </w:pPr>
            <w:r w:rsidRPr="00300F17">
              <w:t>Tähtaegne tööstuslik kaitsekiiver (EN 397)</w:t>
            </w:r>
          </w:p>
        </w:tc>
        <w:tc>
          <w:tcPr>
            <w:tcW w:w="1418" w:type="dxa"/>
            <w:vAlign w:val="center"/>
          </w:tcPr>
          <w:p w14:paraId="4FB79A56" w14:textId="77777777" w:rsidR="00E82EE7" w:rsidRPr="00300F17" w:rsidRDefault="00E82EE7" w:rsidP="002A0E08">
            <w:pPr>
              <w:jc w:val="center"/>
            </w:pPr>
            <w:r w:rsidRPr="00300F17">
              <w:t>-</w:t>
            </w:r>
          </w:p>
        </w:tc>
        <w:tc>
          <w:tcPr>
            <w:tcW w:w="1417" w:type="dxa"/>
            <w:vAlign w:val="center"/>
          </w:tcPr>
          <w:p w14:paraId="51A8BA78" w14:textId="77777777" w:rsidR="00E82EE7" w:rsidRPr="00300F17" w:rsidRDefault="00E82EE7" w:rsidP="002A0E08">
            <w:pPr>
              <w:jc w:val="center"/>
            </w:pPr>
            <w:r w:rsidRPr="00300F17">
              <w:t>-</w:t>
            </w:r>
          </w:p>
        </w:tc>
      </w:tr>
      <w:tr w:rsidR="009E1AE3" w:rsidRPr="00300F17" w14:paraId="6C0CE739" w14:textId="77777777" w:rsidTr="002A0E08">
        <w:trPr>
          <w:trHeight w:val="152"/>
        </w:trPr>
        <w:tc>
          <w:tcPr>
            <w:tcW w:w="1838" w:type="dxa"/>
            <w:vAlign w:val="center"/>
          </w:tcPr>
          <w:p w14:paraId="000264BF" w14:textId="77777777" w:rsidR="00E82EE7" w:rsidRPr="00300F17" w:rsidRDefault="00E82EE7" w:rsidP="002A0E08">
            <w:pPr>
              <w:jc w:val="center"/>
              <w:rPr>
                <w:b/>
              </w:rPr>
            </w:pPr>
            <w:r w:rsidRPr="00300F17">
              <w:rPr>
                <w:b/>
              </w:rPr>
              <w:t xml:space="preserve">Puiduveoki, hakkuri, hakkpuidu konteinerveoki juhil </w:t>
            </w:r>
            <w:r w:rsidRPr="00300F17">
              <w:rPr>
                <w:b/>
              </w:rPr>
              <w:lastRenderedPageBreak/>
              <w:t>tööobjektil väljas olles</w:t>
            </w:r>
          </w:p>
        </w:tc>
        <w:tc>
          <w:tcPr>
            <w:tcW w:w="2126" w:type="dxa"/>
            <w:vAlign w:val="center"/>
          </w:tcPr>
          <w:p w14:paraId="76DFADD4" w14:textId="77777777" w:rsidR="00E82EE7" w:rsidRPr="00300F17" w:rsidRDefault="00E82EE7" w:rsidP="002A0E08">
            <w:pPr>
              <w:jc w:val="center"/>
            </w:pPr>
            <w:r w:rsidRPr="00300F17">
              <w:lastRenderedPageBreak/>
              <w:t>Kinnised tugeva konstruktsiooniga ja libisemist takistava tallaga jalanõud</w:t>
            </w:r>
          </w:p>
        </w:tc>
        <w:tc>
          <w:tcPr>
            <w:tcW w:w="2410" w:type="dxa"/>
            <w:vAlign w:val="center"/>
          </w:tcPr>
          <w:p w14:paraId="7E1C91ED" w14:textId="77777777" w:rsidR="00E82EE7" w:rsidRPr="00300F17" w:rsidRDefault="00E82EE7" w:rsidP="002A0E08">
            <w:pPr>
              <w:jc w:val="center"/>
            </w:pPr>
            <w:r w:rsidRPr="00300F17">
              <w:t>-</w:t>
            </w:r>
          </w:p>
        </w:tc>
        <w:tc>
          <w:tcPr>
            <w:tcW w:w="1701" w:type="dxa"/>
            <w:vAlign w:val="center"/>
          </w:tcPr>
          <w:p w14:paraId="29173F17" w14:textId="77777777" w:rsidR="00E82EE7" w:rsidRPr="00300F17" w:rsidRDefault="00E82EE7" w:rsidP="002A0E08">
            <w:pPr>
              <w:jc w:val="center"/>
            </w:pPr>
            <w:r w:rsidRPr="00300F17">
              <w:t>Demaskeerivat värvi riietus (nt ohutusvest, helkurvest)</w:t>
            </w:r>
          </w:p>
        </w:tc>
        <w:tc>
          <w:tcPr>
            <w:tcW w:w="1276" w:type="dxa"/>
            <w:vAlign w:val="center"/>
          </w:tcPr>
          <w:p w14:paraId="7BDC10EC" w14:textId="77777777" w:rsidR="00E82EE7" w:rsidRPr="00300F17" w:rsidRDefault="00E82EE7" w:rsidP="002A0E08">
            <w:pPr>
              <w:jc w:val="center"/>
            </w:pPr>
            <w:r w:rsidRPr="00300F17">
              <w:t>-</w:t>
            </w:r>
          </w:p>
        </w:tc>
        <w:tc>
          <w:tcPr>
            <w:tcW w:w="1417" w:type="dxa"/>
            <w:vAlign w:val="center"/>
          </w:tcPr>
          <w:p w14:paraId="44821715" w14:textId="77777777" w:rsidR="00E82EE7" w:rsidRPr="00300F17" w:rsidRDefault="00E82EE7" w:rsidP="002A0E08">
            <w:pPr>
              <w:jc w:val="center"/>
            </w:pPr>
            <w:r w:rsidRPr="00300F17">
              <w:t>Tähtaegne tööstuslik kaitsekiiver (EN 397)</w:t>
            </w:r>
          </w:p>
        </w:tc>
        <w:tc>
          <w:tcPr>
            <w:tcW w:w="1418" w:type="dxa"/>
            <w:vAlign w:val="center"/>
          </w:tcPr>
          <w:p w14:paraId="4DBC6974" w14:textId="77777777" w:rsidR="00E82EE7" w:rsidRPr="00300F17" w:rsidRDefault="00E82EE7" w:rsidP="002A0E08">
            <w:pPr>
              <w:jc w:val="center"/>
            </w:pPr>
            <w:r w:rsidRPr="00300F17">
              <w:t>-</w:t>
            </w:r>
          </w:p>
        </w:tc>
        <w:tc>
          <w:tcPr>
            <w:tcW w:w="1417" w:type="dxa"/>
            <w:vAlign w:val="center"/>
          </w:tcPr>
          <w:p w14:paraId="50266566" w14:textId="77777777" w:rsidR="00E82EE7" w:rsidRPr="00300F17" w:rsidRDefault="00E82EE7" w:rsidP="002A0E08">
            <w:pPr>
              <w:jc w:val="center"/>
            </w:pPr>
            <w:r w:rsidRPr="00300F17">
              <w:t>-</w:t>
            </w:r>
          </w:p>
        </w:tc>
      </w:tr>
    </w:tbl>
    <w:p w14:paraId="3F19B4E4" w14:textId="77777777" w:rsidR="00302C0E" w:rsidRDefault="00302C0E" w:rsidP="00D26B3F">
      <w:pPr>
        <w:jc w:val="both"/>
        <w:outlineLvl w:val="0"/>
      </w:pPr>
    </w:p>
    <w:p w14:paraId="4707B83E" w14:textId="77777777" w:rsidR="00302C0E" w:rsidRDefault="00302C0E" w:rsidP="00D26B3F">
      <w:pPr>
        <w:jc w:val="both"/>
        <w:outlineLvl w:val="0"/>
      </w:pPr>
    </w:p>
    <w:p w14:paraId="79AAA15F" w14:textId="77777777" w:rsidR="00302C0E" w:rsidRDefault="00302C0E" w:rsidP="00D26B3F">
      <w:pPr>
        <w:jc w:val="both"/>
        <w:outlineLvl w:val="0"/>
      </w:pPr>
    </w:p>
    <w:p w14:paraId="74BEAA71" w14:textId="0E33F0D4" w:rsidR="00D26B3F" w:rsidRPr="00300F17" w:rsidRDefault="00D26B3F" w:rsidP="00D26B3F">
      <w:pPr>
        <w:jc w:val="both"/>
        <w:outlineLvl w:val="0"/>
      </w:pPr>
      <w:r w:rsidRPr="00300F17">
        <w:t>Poolte allkirjad:</w:t>
      </w:r>
    </w:p>
    <w:p w14:paraId="1B189245" w14:textId="77777777" w:rsidR="00302C0E" w:rsidRDefault="00302C0E" w:rsidP="00D26B3F">
      <w:pPr>
        <w:jc w:val="both"/>
      </w:pPr>
    </w:p>
    <w:p w14:paraId="35C90D67" w14:textId="77777777" w:rsidR="00302C0E" w:rsidRDefault="00302C0E" w:rsidP="00D26B3F">
      <w:pPr>
        <w:jc w:val="both"/>
      </w:pPr>
    </w:p>
    <w:p w14:paraId="519DB1ED" w14:textId="18B012AC" w:rsidR="00D26B3F" w:rsidRPr="00300F17" w:rsidRDefault="00D26B3F" w:rsidP="00D26B3F">
      <w:pPr>
        <w:jc w:val="both"/>
      </w:pPr>
      <w:r w:rsidRPr="00300F17">
        <w:t>Tellija</w:t>
      </w:r>
      <w:r w:rsidRPr="00300F17">
        <w:tab/>
      </w:r>
      <w:r w:rsidR="008804F9" w:rsidRPr="00300F17">
        <w:tab/>
      </w:r>
      <w:r w:rsidRPr="00300F17">
        <w:tab/>
      </w:r>
      <w:r w:rsidRPr="00300F17">
        <w:tab/>
      </w:r>
      <w:r w:rsidRPr="00300F17">
        <w:tab/>
      </w:r>
      <w:r w:rsidRPr="00300F17">
        <w:tab/>
        <w:t xml:space="preserve">      Töövõtja </w:t>
      </w:r>
    </w:p>
    <w:tbl>
      <w:tblPr>
        <w:tblStyle w:val="TableGrid"/>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50AABE16" w14:textId="77777777" w:rsidTr="009233F7">
        <w:trPr>
          <w:trHeight w:val="565"/>
        </w:trPr>
        <w:tc>
          <w:tcPr>
            <w:tcW w:w="4395" w:type="dxa"/>
            <w:tcBorders>
              <w:top w:val="nil"/>
              <w:left w:val="nil"/>
              <w:bottom w:val="nil"/>
              <w:right w:val="nil"/>
            </w:tcBorders>
            <w:vAlign w:val="bottom"/>
          </w:tcPr>
          <w:p w14:paraId="3B7A6EED" w14:textId="77777777" w:rsidR="00D26B3F" w:rsidRPr="00300F17" w:rsidRDefault="00FD6D15" w:rsidP="009233F7">
            <w:pPr>
              <w:pStyle w:val="Heading4"/>
              <w:ind w:left="864" w:hanging="864"/>
              <w:rPr>
                <w:b w:val="0"/>
                <w:sz w:val="24"/>
                <w:szCs w:val="24"/>
                <w:lang w:eastAsia="en-US"/>
              </w:rPr>
            </w:pPr>
            <w:sdt>
              <w:sdtPr>
                <w:rPr>
                  <w:b w:val="0"/>
                  <w:sz w:val="24"/>
                  <w:szCs w:val="24"/>
                  <w:highlight w:val="lightGray"/>
                  <w:lang w:eastAsia="en-US"/>
                </w:rPr>
                <w:id w:val="2097055563"/>
                <w:placeholder>
                  <w:docPart w:val="7E4491A076D94CCBA24C1E31D56B4B34"/>
                </w:placeholder>
                <w:comboBox>
                  <w:listItem w:displayText=" " w:value=" "/>
                  <w:listItem w:displayText="(allkirjastatud digitaalselt)" w:value="(allkirjastatud digitaalselt)"/>
                </w:comboBox>
              </w:sdtPr>
              <w:sdtEndPr/>
              <w:sdtContent>
                <w:r w:rsidR="00A408D2"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62FE4BB1" w14:textId="77777777" w:rsidR="00D26B3F" w:rsidRPr="00300F17" w:rsidRDefault="00FD6D15" w:rsidP="009233F7">
            <w:pPr>
              <w:pStyle w:val="Heading4"/>
              <w:ind w:left="864" w:hanging="864"/>
              <w:rPr>
                <w:b w:val="0"/>
                <w:sz w:val="24"/>
                <w:szCs w:val="24"/>
                <w:lang w:eastAsia="en-US"/>
              </w:rPr>
            </w:pPr>
            <w:sdt>
              <w:sdtPr>
                <w:rPr>
                  <w:b w:val="0"/>
                  <w:sz w:val="24"/>
                  <w:szCs w:val="24"/>
                  <w:highlight w:val="lightGray"/>
                  <w:lang w:eastAsia="en-US"/>
                </w:rPr>
                <w:id w:val="-1580598460"/>
                <w:placeholder>
                  <w:docPart w:val="4CDC214CF25D44E5AFE21304F69D997E"/>
                </w:placeholder>
                <w:comboBox>
                  <w:listItem w:displayText=" " w:value=" "/>
                  <w:listItem w:displayText="(allkirjastatud digitaalselt)" w:value="(allkirjastatud digitaalselt)"/>
                </w:comboBox>
              </w:sdtPr>
              <w:sdtEndPr/>
              <w:sdtContent>
                <w:r w:rsidR="00D26B3F"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A408D2" w:rsidRPr="00300F17" w14:paraId="292D1165" w14:textId="77777777" w:rsidTr="002A0E08">
        <w:trPr>
          <w:trHeight w:val="838"/>
        </w:trPr>
        <w:tc>
          <w:tcPr>
            <w:tcW w:w="4320" w:type="dxa"/>
            <w:vAlign w:val="bottom"/>
          </w:tcPr>
          <w:p w14:paraId="565903F8"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2FFA1CBB" w14:textId="77777777" w:rsidR="00A408D2" w:rsidRPr="00300F17" w:rsidRDefault="00A408D2" w:rsidP="002A0E08">
            <w:pPr>
              <w:pStyle w:val="Heading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7ABDE8FB" w14:textId="77777777" w:rsidR="00CA1360" w:rsidRPr="00300F17" w:rsidRDefault="00CA1360" w:rsidP="003443C7">
      <w:pPr>
        <w:suppressAutoHyphens/>
        <w:jc w:val="both"/>
      </w:pPr>
    </w:p>
    <w:sectPr w:rsidR="00CA1360" w:rsidRPr="00300F17" w:rsidSect="0059255D">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C4BCB" w14:textId="77777777" w:rsidR="003A0CE5" w:rsidRDefault="003A0CE5">
      <w:r>
        <w:separator/>
      </w:r>
    </w:p>
  </w:endnote>
  <w:endnote w:type="continuationSeparator" w:id="0">
    <w:p w14:paraId="2BBB2112" w14:textId="77777777" w:rsidR="003A0CE5" w:rsidRDefault="003A0CE5">
      <w:r>
        <w:continuationSeparator/>
      </w:r>
    </w:p>
  </w:endnote>
  <w:endnote w:type="continuationNotice" w:id="1">
    <w:p w14:paraId="5954D11C" w14:textId="77777777" w:rsidR="003A0CE5" w:rsidRDefault="003A0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AD20E" w14:textId="77777777" w:rsidR="003A0CE5" w:rsidRDefault="003A0CE5">
      <w:r>
        <w:separator/>
      </w:r>
    </w:p>
  </w:footnote>
  <w:footnote w:type="continuationSeparator" w:id="0">
    <w:p w14:paraId="6DF43FE2" w14:textId="77777777" w:rsidR="003A0CE5" w:rsidRDefault="003A0CE5">
      <w:r>
        <w:continuationSeparator/>
      </w:r>
    </w:p>
  </w:footnote>
  <w:footnote w:type="continuationNotice" w:id="1">
    <w:p w14:paraId="1775A96E" w14:textId="77777777" w:rsidR="003A0CE5" w:rsidRDefault="003A0C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4"/>
      <w:gridCol w:w="902"/>
      <w:gridCol w:w="4304"/>
    </w:tblGrid>
    <w:sdt>
      <w:sdtPr>
        <w:rPr>
          <w:lang w:eastAsia="en-US"/>
        </w:rPr>
        <w:id w:val="759482581"/>
        <w:docPartObj>
          <w:docPartGallery w:val="Page Numbers (Top of Page)"/>
          <w:docPartUnique/>
        </w:docPartObj>
      </w:sdtPr>
      <w:sdtEndPr/>
      <w:sdtContent>
        <w:tr w:rsidR="001631ED" w14:paraId="7B973424" w14:textId="77777777" w:rsidTr="008E0573">
          <w:tc>
            <w:tcPr>
              <w:tcW w:w="4304" w:type="dxa"/>
            </w:tcPr>
            <w:p w14:paraId="0BFFEB3A" w14:textId="77777777" w:rsidR="001631ED" w:rsidRDefault="001631ED">
              <w:pPr>
                <w:pStyle w:val="Header"/>
                <w:jc w:val="center"/>
              </w:pPr>
            </w:p>
          </w:tc>
          <w:tc>
            <w:tcPr>
              <w:tcW w:w="902" w:type="dxa"/>
              <w:vAlign w:val="center"/>
            </w:tcPr>
            <w:p w14:paraId="73EFD3CD" w14:textId="762BD199" w:rsidR="001631ED" w:rsidRDefault="001631ED" w:rsidP="008E0573">
              <w:pPr>
                <w:pStyle w:val="Header"/>
                <w:jc w:val="center"/>
              </w:pPr>
              <w:r>
                <w:fldChar w:fldCharType="begin"/>
              </w:r>
              <w:r>
                <w:instrText>PAGE   \* MERGEFORMAT</w:instrText>
              </w:r>
              <w:r>
                <w:fldChar w:fldCharType="separate"/>
              </w:r>
              <w:r w:rsidR="000A4249">
                <w:rPr>
                  <w:noProof/>
                </w:rPr>
                <w:t>2</w:t>
              </w:r>
              <w:r>
                <w:fldChar w:fldCharType="end"/>
              </w:r>
            </w:p>
          </w:tc>
          <w:tc>
            <w:tcPr>
              <w:tcW w:w="4304" w:type="dxa"/>
            </w:tcPr>
            <w:p w14:paraId="529D6777" w14:textId="49252A11" w:rsidR="001631ED" w:rsidRDefault="001631ED" w:rsidP="008E0573">
              <w:pPr>
                <w:pStyle w:val="Header"/>
                <w:jc w:val="right"/>
              </w:pPr>
            </w:p>
          </w:tc>
        </w:tr>
      </w:sdtContent>
    </w:sdt>
  </w:tbl>
  <w:p w14:paraId="72B84934" w14:textId="77777777" w:rsidR="001631ED" w:rsidRPr="000501F1" w:rsidRDefault="001631ED" w:rsidP="008E0573">
    <w:pPr>
      <w:pStyle w:val="Header"/>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6B615AB"/>
    <w:multiLevelType w:val="hybridMultilevel"/>
    <w:tmpl w:val="D56E903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B5340"/>
    <w:multiLevelType w:val="multilevel"/>
    <w:tmpl w:val="6DAE298C"/>
    <w:lvl w:ilvl="0">
      <w:start w:val="9"/>
      <w:numFmt w:val="decimal"/>
      <w:lvlText w:val="%1."/>
      <w:lvlJc w:val="left"/>
      <w:pPr>
        <w:ind w:left="480" w:hanging="480"/>
      </w:pPr>
      <w:rPr>
        <w:rFonts w:hint="default"/>
      </w:rPr>
    </w:lvl>
    <w:lvl w:ilvl="1">
      <w:start w:val="27"/>
      <w:numFmt w:val="decimal"/>
      <w:lvlText w:val="%1.%2."/>
      <w:lvlJc w:val="left"/>
      <w:pPr>
        <w:ind w:left="622" w:hanging="48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6404C70"/>
    <w:multiLevelType w:val="hybridMultilevel"/>
    <w:tmpl w:val="DAD80B2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61BA5"/>
    <w:multiLevelType w:val="hybridMultilevel"/>
    <w:tmpl w:val="5D7254C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691FFF"/>
    <w:multiLevelType w:val="hybridMultilevel"/>
    <w:tmpl w:val="82A2F4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707CBF"/>
    <w:multiLevelType w:val="hybridMultilevel"/>
    <w:tmpl w:val="0EBA31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2F211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6B974EC7"/>
    <w:multiLevelType w:val="hybridMultilevel"/>
    <w:tmpl w:val="5D7254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64042"/>
    <w:multiLevelType w:val="multilevel"/>
    <w:tmpl w:val="E45A09FA"/>
    <w:lvl w:ilvl="0">
      <w:start w:val="13"/>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15:restartNumberingAfterBreak="0">
    <w:nsid w:val="7E6238FD"/>
    <w:multiLevelType w:val="multilevel"/>
    <w:tmpl w:val="02A25138"/>
    <w:lvl w:ilvl="0">
      <w:start w:val="1"/>
      <w:numFmt w:val="decimal"/>
      <w:lvlText w:val="%1."/>
      <w:lvlJc w:val="left"/>
      <w:pPr>
        <w:tabs>
          <w:tab w:val="num" w:pos="561"/>
        </w:tabs>
        <w:ind w:left="0" w:firstLine="0"/>
      </w:pPr>
      <w:rPr>
        <w:rFonts w:hint="default"/>
        <w:b/>
      </w:rPr>
    </w:lvl>
    <w:lvl w:ilvl="1">
      <w:start w:val="1"/>
      <w:numFmt w:val="decimal"/>
      <w:lvlText w:val="%1.%2."/>
      <w:lvlJc w:val="left"/>
      <w:pPr>
        <w:tabs>
          <w:tab w:val="num" w:pos="561"/>
        </w:tabs>
        <w:ind w:left="0" w:firstLine="0"/>
      </w:pPr>
      <w:rPr>
        <w:rFonts w:hint="default"/>
        <w:b w:val="0"/>
      </w:rPr>
    </w:lvl>
    <w:lvl w:ilvl="2">
      <w:start w:val="1"/>
      <w:numFmt w:val="decimal"/>
      <w:lvlText w:val="%1.%2.%3."/>
      <w:lvlJc w:val="left"/>
      <w:pPr>
        <w:tabs>
          <w:tab w:val="num" w:pos="561"/>
        </w:tabs>
        <w:ind w:left="0" w:firstLine="0"/>
      </w:pPr>
      <w:rPr>
        <w:rFonts w:hint="default"/>
      </w:rPr>
    </w:lvl>
    <w:lvl w:ilvl="3">
      <w:start w:val="1"/>
      <w:numFmt w:val="decimal"/>
      <w:lvlText w:val="4.%2.%3.%4."/>
      <w:lvlJc w:val="left"/>
      <w:pPr>
        <w:tabs>
          <w:tab w:val="num" w:pos="561"/>
        </w:tabs>
        <w:ind w:left="0" w:firstLine="0"/>
      </w:pPr>
      <w:rPr>
        <w:rFonts w:hint="default"/>
      </w:rPr>
    </w:lvl>
    <w:lvl w:ilvl="4">
      <w:start w:val="1"/>
      <w:numFmt w:val="decimal"/>
      <w:lvlText w:val="%1.%2.%3.%4.%5."/>
      <w:lvlJc w:val="left"/>
      <w:pPr>
        <w:tabs>
          <w:tab w:val="num" w:pos="561"/>
        </w:tabs>
        <w:ind w:left="0" w:firstLine="0"/>
      </w:pPr>
      <w:rPr>
        <w:rFonts w:hint="default"/>
      </w:rPr>
    </w:lvl>
    <w:lvl w:ilvl="5">
      <w:start w:val="1"/>
      <w:numFmt w:val="decimal"/>
      <w:lvlText w:val="%1.%2.%3.%4.%5.%6."/>
      <w:lvlJc w:val="left"/>
      <w:pPr>
        <w:tabs>
          <w:tab w:val="num" w:pos="561"/>
        </w:tabs>
        <w:ind w:left="0" w:firstLine="0"/>
      </w:pPr>
      <w:rPr>
        <w:rFonts w:hint="default"/>
      </w:rPr>
    </w:lvl>
    <w:lvl w:ilvl="6">
      <w:start w:val="1"/>
      <w:numFmt w:val="decimal"/>
      <w:lvlText w:val="%1.%2.%3.%4.%5.%6.%7."/>
      <w:lvlJc w:val="left"/>
      <w:pPr>
        <w:tabs>
          <w:tab w:val="num" w:pos="561"/>
        </w:tabs>
        <w:ind w:left="0" w:firstLine="0"/>
      </w:pPr>
      <w:rPr>
        <w:rFonts w:hint="default"/>
      </w:rPr>
    </w:lvl>
    <w:lvl w:ilvl="7">
      <w:start w:val="1"/>
      <w:numFmt w:val="decimal"/>
      <w:lvlText w:val="%1.%2.%3.%4.%5.%6.%7.%8."/>
      <w:lvlJc w:val="left"/>
      <w:pPr>
        <w:tabs>
          <w:tab w:val="num" w:pos="561"/>
        </w:tabs>
        <w:ind w:left="0" w:firstLine="0"/>
      </w:pPr>
      <w:rPr>
        <w:rFonts w:hint="default"/>
      </w:rPr>
    </w:lvl>
    <w:lvl w:ilvl="8">
      <w:start w:val="1"/>
      <w:numFmt w:val="decimal"/>
      <w:lvlText w:val="%1.%2.%3.%4.%5.%6.%7.%8.%9."/>
      <w:lvlJc w:val="left"/>
      <w:pPr>
        <w:tabs>
          <w:tab w:val="num" w:pos="561"/>
        </w:tabs>
        <w:ind w:left="0" w:firstLine="0"/>
      </w:pPr>
      <w:rPr>
        <w:rFonts w:hint="default"/>
      </w:rPr>
    </w:lvl>
  </w:abstractNum>
  <w:num w:numId="1" w16cid:durableId="609708420">
    <w:abstractNumId w:val="0"/>
  </w:num>
  <w:num w:numId="2" w16cid:durableId="2147119185">
    <w:abstractNumId w:val="2"/>
  </w:num>
  <w:num w:numId="3" w16cid:durableId="2127506002">
    <w:abstractNumId w:val="15"/>
  </w:num>
  <w:num w:numId="4" w16cid:durableId="1647200918">
    <w:abstractNumId w:val="9"/>
  </w:num>
  <w:num w:numId="5" w16cid:durableId="348725148">
    <w:abstractNumId w:val="4"/>
  </w:num>
  <w:num w:numId="6" w16cid:durableId="379061971">
    <w:abstractNumId w:val="17"/>
  </w:num>
  <w:num w:numId="7" w16cid:durableId="1079837239">
    <w:abstractNumId w:val="7"/>
  </w:num>
  <w:num w:numId="8" w16cid:durableId="16204567">
    <w:abstractNumId w:val="5"/>
  </w:num>
  <w:num w:numId="9" w16cid:durableId="1897158941">
    <w:abstractNumId w:val="14"/>
  </w:num>
  <w:num w:numId="10" w16cid:durableId="50429075">
    <w:abstractNumId w:val="6"/>
  </w:num>
  <w:num w:numId="11" w16cid:durableId="694427513">
    <w:abstractNumId w:val="1"/>
  </w:num>
  <w:num w:numId="12" w16cid:durableId="368067180">
    <w:abstractNumId w:val="16"/>
  </w:num>
  <w:num w:numId="13" w16cid:durableId="434599575">
    <w:abstractNumId w:val="12"/>
  </w:num>
  <w:num w:numId="14" w16cid:durableId="1403680019">
    <w:abstractNumId w:val="11"/>
  </w:num>
  <w:num w:numId="15" w16cid:durableId="1360593931">
    <w:abstractNumId w:val="13"/>
  </w:num>
  <w:num w:numId="16" w16cid:durableId="1113936068">
    <w:abstractNumId w:val="3"/>
  </w:num>
  <w:num w:numId="17" w16cid:durableId="30069574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8" w16cid:durableId="1598292447">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703"/>
          </w:tabs>
          <w:ind w:left="142"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9" w16cid:durableId="1810591082">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b w:val="0"/>
          <w:bCs w:val="0"/>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0" w16cid:durableId="196048638">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1" w16cid:durableId="53218483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2" w16cid:durableId="187711044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6653154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4" w16cid:durableId="1226527485">
    <w:abstractNumId w:val="10"/>
  </w:num>
  <w:num w:numId="25" w16cid:durableId="1781414779">
    <w:abstractNumId w:val="8"/>
  </w:num>
  <w:num w:numId="26" w16cid:durableId="1556106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i-FI" w:vendorID="64" w:dllVersion="0" w:nlCheck="1" w:checkStyle="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79C"/>
    <w:rsid w:val="00001BF1"/>
    <w:rsid w:val="00001D02"/>
    <w:rsid w:val="000029C3"/>
    <w:rsid w:val="00015800"/>
    <w:rsid w:val="00017DE1"/>
    <w:rsid w:val="00020749"/>
    <w:rsid w:val="00021460"/>
    <w:rsid w:val="000215E4"/>
    <w:rsid w:val="000240A3"/>
    <w:rsid w:val="000246F1"/>
    <w:rsid w:val="00027105"/>
    <w:rsid w:val="00030613"/>
    <w:rsid w:val="00031AAB"/>
    <w:rsid w:val="000322DB"/>
    <w:rsid w:val="00032BD0"/>
    <w:rsid w:val="00033B91"/>
    <w:rsid w:val="00037B65"/>
    <w:rsid w:val="00045ED3"/>
    <w:rsid w:val="00050CAC"/>
    <w:rsid w:val="0005302B"/>
    <w:rsid w:val="0005787B"/>
    <w:rsid w:val="00061A71"/>
    <w:rsid w:val="00062012"/>
    <w:rsid w:val="0006209C"/>
    <w:rsid w:val="0006463F"/>
    <w:rsid w:val="00066FF2"/>
    <w:rsid w:val="00070741"/>
    <w:rsid w:val="00071993"/>
    <w:rsid w:val="00071A66"/>
    <w:rsid w:val="00072AEA"/>
    <w:rsid w:val="000744D9"/>
    <w:rsid w:val="00077D69"/>
    <w:rsid w:val="00084BF0"/>
    <w:rsid w:val="000854E7"/>
    <w:rsid w:val="00086C79"/>
    <w:rsid w:val="00090535"/>
    <w:rsid w:val="00092FF0"/>
    <w:rsid w:val="000943FC"/>
    <w:rsid w:val="00097873"/>
    <w:rsid w:val="00097B76"/>
    <w:rsid w:val="000A126C"/>
    <w:rsid w:val="000A2659"/>
    <w:rsid w:val="000A2929"/>
    <w:rsid w:val="000A3A7A"/>
    <w:rsid w:val="000A4249"/>
    <w:rsid w:val="000A6AB5"/>
    <w:rsid w:val="000B1EEA"/>
    <w:rsid w:val="000B2A37"/>
    <w:rsid w:val="000B66D4"/>
    <w:rsid w:val="000B7EDF"/>
    <w:rsid w:val="000C269B"/>
    <w:rsid w:val="000C27DE"/>
    <w:rsid w:val="000C3FB6"/>
    <w:rsid w:val="000D05FA"/>
    <w:rsid w:val="000D2853"/>
    <w:rsid w:val="000D2F8A"/>
    <w:rsid w:val="000D3E3B"/>
    <w:rsid w:val="000D4511"/>
    <w:rsid w:val="000E0153"/>
    <w:rsid w:val="000E09F6"/>
    <w:rsid w:val="000E0EE7"/>
    <w:rsid w:val="000E190C"/>
    <w:rsid w:val="000E1EA5"/>
    <w:rsid w:val="000E5D93"/>
    <w:rsid w:val="000F1832"/>
    <w:rsid w:val="000F44E9"/>
    <w:rsid w:val="000F68D4"/>
    <w:rsid w:val="000F72EA"/>
    <w:rsid w:val="00100784"/>
    <w:rsid w:val="001018DB"/>
    <w:rsid w:val="00101A78"/>
    <w:rsid w:val="00104559"/>
    <w:rsid w:val="001056FB"/>
    <w:rsid w:val="00107177"/>
    <w:rsid w:val="00111B8A"/>
    <w:rsid w:val="00111C52"/>
    <w:rsid w:val="0011310D"/>
    <w:rsid w:val="00116A2B"/>
    <w:rsid w:val="00116B77"/>
    <w:rsid w:val="00117108"/>
    <w:rsid w:val="00122748"/>
    <w:rsid w:val="001243AF"/>
    <w:rsid w:val="00124F6F"/>
    <w:rsid w:val="00124FC1"/>
    <w:rsid w:val="00125DBA"/>
    <w:rsid w:val="00126D79"/>
    <w:rsid w:val="00127017"/>
    <w:rsid w:val="00137E8C"/>
    <w:rsid w:val="0014078B"/>
    <w:rsid w:val="001435EC"/>
    <w:rsid w:val="0014693E"/>
    <w:rsid w:val="001506ED"/>
    <w:rsid w:val="00151120"/>
    <w:rsid w:val="001543B2"/>
    <w:rsid w:val="0015790D"/>
    <w:rsid w:val="0016124B"/>
    <w:rsid w:val="00161BC0"/>
    <w:rsid w:val="001631ED"/>
    <w:rsid w:val="00170F05"/>
    <w:rsid w:val="0017206F"/>
    <w:rsid w:val="0017321B"/>
    <w:rsid w:val="00174C1A"/>
    <w:rsid w:val="00180340"/>
    <w:rsid w:val="001812C8"/>
    <w:rsid w:val="00182347"/>
    <w:rsid w:val="00183A67"/>
    <w:rsid w:val="00185BC2"/>
    <w:rsid w:val="0018678E"/>
    <w:rsid w:val="00193388"/>
    <w:rsid w:val="001947E3"/>
    <w:rsid w:val="001950CD"/>
    <w:rsid w:val="00196439"/>
    <w:rsid w:val="00197E25"/>
    <w:rsid w:val="001B25DC"/>
    <w:rsid w:val="001B3930"/>
    <w:rsid w:val="001B47AB"/>
    <w:rsid w:val="001B60B7"/>
    <w:rsid w:val="001B64E5"/>
    <w:rsid w:val="001B7168"/>
    <w:rsid w:val="001C0BE0"/>
    <w:rsid w:val="001C132D"/>
    <w:rsid w:val="001C1E7F"/>
    <w:rsid w:val="001C2AC0"/>
    <w:rsid w:val="001C2AFF"/>
    <w:rsid w:val="001C70DE"/>
    <w:rsid w:val="001D1ED7"/>
    <w:rsid w:val="001E27C0"/>
    <w:rsid w:val="001E3B2E"/>
    <w:rsid w:val="001E432E"/>
    <w:rsid w:val="001E44D3"/>
    <w:rsid w:val="001E6307"/>
    <w:rsid w:val="001F171E"/>
    <w:rsid w:val="001F3AAF"/>
    <w:rsid w:val="001F7D6D"/>
    <w:rsid w:val="00200BCB"/>
    <w:rsid w:val="0020296D"/>
    <w:rsid w:val="002047D3"/>
    <w:rsid w:val="00204DEA"/>
    <w:rsid w:val="00205ECE"/>
    <w:rsid w:val="00207003"/>
    <w:rsid w:val="00207E78"/>
    <w:rsid w:val="002106F3"/>
    <w:rsid w:val="00212093"/>
    <w:rsid w:val="00212AC7"/>
    <w:rsid w:val="00214081"/>
    <w:rsid w:val="002250FB"/>
    <w:rsid w:val="002253CF"/>
    <w:rsid w:val="00226253"/>
    <w:rsid w:val="002269C9"/>
    <w:rsid w:val="00232A57"/>
    <w:rsid w:val="00232CF8"/>
    <w:rsid w:val="00233336"/>
    <w:rsid w:val="00234892"/>
    <w:rsid w:val="00237825"/>
    <w:rsid w:val="0024073C"/>
    <w:rsid w:val="002416C1"/>
    <w:rsid w:val="00242229"/>
    <w:rsid w:val="0024402A"/>
    <w:rsid w:val="00246D78"/>
    <w:rsid w:val="00246FAE"/>
    <w:rsid w:val="00247226"/>
    <w:rsid w:val="00252B04"/>
    <w:rsid w:val="00253324"/>
    <w:rsid w:val="002623CD"/>
    <w:rsid w:val="00264739"/>
    <w:rsid w:val="00265062"/>
    <w:rsid w:val="00271843"/>
    <w:rsid w:val="0027285E"/>
    <w:rsid w:val="00272E25"/>
    <w:rsid w:val="00273CB3"/>
    <w:rsid w:val="00275107"/>
    <w:rsid w:val="002761F8"/>
    <w:rsid w:val="0027632F"/>
    <w:rsid w:val="002774B0"/>
    <w:rsid w:val="00277AC8"/>
    <w:rsid w:val="00280BE0"/>
    <w:rsid w:val="002812B0"/>
    <w:rsid w:val="00285B44"/>
    <w:rsid w:val="00290232"/>
    <w:rsid w:val="0029123C"/>
    <w:rsid w:val="002931DD"/>
    <w:rsid w:val="00297700"/>
    <w:rsid w:val="00297FB0"/>
    <w:rsid w:val="002A0E08"/>
    <w:rsid w:val="002A413E"/>
    <w:rsid w:val="002A5CA5"/>
    <w:rsid w:val="002A7790"/>
    <w:rsid w:val="002B0623"/>
    <w:rsid w:val="002B1A90"/>
    <w:rsid w:val="002B1C69"/>
    <w:rsid w:val="002B3D05"/>
    <w:rsid w:val="002B6ED4"/>
    <w:rsid w:val="002B77B4"/>
    <w:rsid w:val="002B796D"/>
    <w:rsid w:val="002B7B74"/>
    <w:rsid w:val="002C0727"/>
    <w:rsid w:val="002C1440"/>
    <w:rsid w:val="002C205E"/>
    <w:rsid w:val="002C4157"/>
    <w:rsid w:val="002C4D7B"/>
    <w:rsid w:val="002D3F93"/>
    <w:rsid w:val="002D5CC7"/>
    <w:rsid w:val="002D5F6E"/>
    <w:rsid w:val="002E22CE"/>
    <w:rsid w:val="002E23F6"/>
    <w:rsid w:val="002E29CE"/>
    <w:rsid w:val="002E4695"/>
    <w:rsid w:val="002E6FCE"/>
    <w:rsid w:val="002F1FC8"/>
    <w:rsid w:val="002F2FDE"/>
    <w:rsid w:val="002F6727"/>
    <w:rsid w:val="002F6AF7"/>
    <w:rsid w:val="00300F17"/>
    <w:rsid w:val="00302C0E"/>
    <w:rsid w:val="00305B56"/>
    <w:rsid w:val="0030635E"/>
    <w:rsid w:val="00313227"/>
    <w:rsid w:val="003143A9"/>
    <w:rsid w:val="00314CB7"/>
    <w:rsid w:val="00316DE4"/>
    <w:rsid w:val="00320BAE"/>
    <w:rsid w:val="003229BF"/>
    <w:rsid w:val="003254A5"/>
    <w:rsid w:val="003261AD"/>
    <w:rsid w:val="00327C6D"/>
    <w:rsid w:val="00331638"/>
    <w:rsid w:val="0033464D"/>
    <w:rsid w:val="003400F3"/>
    <w:rsid w:val="00341838"/>
    <w:rsid w:val="00341855"/>
    <w:rsid w:val="003443C7"/>
    <w:rsid w:val="00345C47"/>
    <w:rsid w:val="00347118"/>
    <w:rsid w:val="00347386"/>
    <w:rsid w:val="0036242F"/>
    <w:rsid w:val="00363777"/>
    <w:rsid w:val="00364FA3"/>
    <w:rsid w:val="0036659B"/>
    <w:rsid w:val="003745AA"/>
    <w:rsid w:val="003772A2"/>
    <w:rsid w:val="0037740E"/>
    <w:rsid w:val="00377CD6"/>
    <w:rsid w:val="00381A67"/>
    <w:rsid w:val="00382895"/>
    <w:rsid w:val="00382D43"/>
    <w:rsid w:val="00384988"/>
    <w:rsid w:val="00386669"/>
    <w:rsid w:val="00390C47"/>
    <w:rsid w:val="003972AA"/>
    <w:rsid w:val="003A0772"/>
    <w:rsid w:val="003A0CE5"/>
    <w:rsid w:val="003A2FDD"/>
    <w:rsid w:val="003A54F8"/>
    <w:rsid w:val="003A71DB"/>
    <w:rsid w:val="003B024D"/>
    <w:rsid w:val="003B33BA"/>
    <w:rsid w:val="003B4D24"/>
    <w:rsid w:val="003C25C7"/>
    <w:rsid w:val="003C43B8"/>
    <w:rsid w:val="003D38B7"/>
    <w:rsid w:val="003D483E"/>
    <w:rsid w:val="003D54A3"/>
    <w:rsid w:val="003D749E"/>
    <w:rsid w:val="003E274D"/>
    <w:rsid w:val="003F19A0"/>
    <w:rsid w:val="003F1A91"/>
    <w:rsid w:val="003F2874"/>
    <w:rsid w:val="003F2E43"/>
    <w:rsid w:val="003F328D"/>
    <w:rsid w:val="003F67EC"/>
    <w:rsid w:val="004006AF"/>
    <w:rsid w:val="0040177D"/>
    <w:rsid w:val="00406C5D"/>
    <w:rsid w:val="004075B2"/>
    <w:rsid w:val="004124C9"/>
    <w:rsid w:val="00412BBD"/>
    <w:rsid w:val="00423883"/>
    <w:rsid w:val="00425EBC"/>
    <w:rsid w:val="004315BF"/>
    <w:rsid w:val="00437A2A"/>
    <w:rsid w:val="00442D08"/>
    <w:rsid w:val="00443673"/>
    <w:rsid w:val="00443841"/>
    <w:rsid w:val="0044525C"/>
    <w:rsid w:val="00451528"/>
    <w:rsid w:val="00455950"/>
    <w:rsid w:val="0045733A"/>
    <w:rsid w:val="004606B3"/>
    <w:rsid w:val="00460A5F"/>
    <w:rsid w:val="0046391B"/>
    <w:rsid w:val="00465304"/>
    <w:rsid w:val="00466583"/>
    <w:rsid w:val="004667FA"/>
    <w:rsid w:val="00467F33"/>
    <w:rsid w:val="00476F5F"/>
    <w:rsid w:val="00477223"/>
    <w:rsid w:val="00477D81"/>
    <w:rsid w:val="00481793"/>
    <w:rsid w:val="00484A03"/>
    <w:rsid w:val="00485A2D"/>
    <w:rsid w:val="00487C40"/>
    <w:rsid w:val="00487F50"/>
    <w:rsid w:val="0049509F"/>
    <w:rsid w:val="004A03F9"/>
    <w:rsid w:val="004A04F9"/>
    <w:rsid w:val="004A1A6A"/>
    <w:rsid w:val="004A40DE"/>
    <w:rsid w:val="004A4BC8"/>
    <w:rsid w:val="004A76F5"/>
    <w:rsid w:val="004B49EE"/>
    <w:rsid w:val="004B5CC6"/>
    <w:rsid w:val="004B6346"/>
    <w:rsid w:val="004C46DA"/>
    <w:rsid w:val="004C49EE"/>
    <w:rsid w:val="004C5711"/>
    <w:rsid w:val="004D700F"/>
    <w:rsid w:val="004D78ED"/>
    <w:rsid w:val="004D7C55"/>
    <w:rsid w:val="004E30BD"/>
    <w:rsid w:val="004E7F6B"/>
    <w:rsid w:val="004E7F7A"/>
    <w:rsid w:val="00500D83"/>
    <w:rsid w:val="00500E35"/>
    <w:rsid w:val="005015DB"/>
    <w:rsid w:val="00503BBB"/>
    <w:rsid w:val="005074E6"/>
    <w:rsid w:val="0051327D"/>
    <w:rsid w:val="005153F3"/>
    <w:rsid w:val="00515D65"/>
    <w:rsid w:val="005242E7"/>
    <w:rsid w:val="00526A08"/>
    <w:rsid w:val="005271EB"/>
    <w:rsid w:val="005307F9"/>
    <w:rsid w:val="0053120C"/>
    <w:rsid w:val="0053224B"/>
    <w:rsid w:val="00535E26"/>
    <w:rsid w:val="005400D0"/>
    <w:rsid w:val="005406A4"/>
    <w:rsid w:val="0054493B"/>
    <w:rsid w:val="00547363"/>
    <w:rsid w:val="00554FE9"/>
    <w:rsid w:val="00561EBD"/>
    <w:rsid w:val="00561EC8"/>
    <w:rsid w:val="0056223B"/>
    <w:rsid w:val="00563F13"/>
    <w:rsid w:val="00566D4E"/>
    <w:rsid w:val="00567804"/>
    <w:rsid w:val="0057196D"/>
    <w:rsid w:val="0057213F"/>
    <w:rsid w:val="00576436"/>
    <w:rsid w:val="005773AF"/>
    <w:rsid w:val="00580E33"/>
    <w:rsid w:val="00580EDE"/>
    <w:rsid w:val="00585475"/>
    <w:rsid w:val="0059142F"/>
    <w:rsid w:val="00591B80"/>
    <w:rsid w:val="0059255D"/>
    <w:rsid w:val="0059662D"/>
    <w:rsid w:val="005A2FB5"/>
    <w:rsid w:val="005A421F"/>
    <w:rsid w:val="005A69C4"/>
    <w:rsid w:val="005B0AE1"/>
    <w:rsid w:val="005B179C"/>
    <w:rsid w:val="005B344A"/>
    <w:rsid w:val="005B55D6"/>
    <w:rsid w:val="005B5D16"/>
    <w:rsid w:val="005B7A91"/>
    <w:rsid w:val="005B9868"/>
    <w:rsid w:val="005C3E4D"/>
    <w:rsid w:val="005C68FA"/>
    <w:rsid w:val="005C69CA"/>
    <w:rsid w:val="005D0C43"/>
    <w:rsid w:val="005D53BF"/>
    <w:rsid w:val="005E3508"/>
    <w:rsid w:val="005E4E1D"/>
    <w:rsid w:val="005E7102"/>
    <w:rsid w:val="005E768F"/>
    <w:rsid w:val="005F764C"/>
    <w:rsid w:val="005F7E64"/>
    <w:rsid w:val="006023BB"/>
    <w:rsid w:val="006070CC"/>
    <w:rsid w:val="006146D8"/>
    <w:rsid w:val="00616640"/>
    <w:rsid w:val="0061784C"/>
    <w:rsid w:val="0062005D"/>
    <w:rsid w:val="00627210"/>
    <w:rsid w:val="00630137"/>
    <w:rsid w:val="006304C3"/>
    <w:rsid w:val="00632E4A"/>
    <w:rsid w:val="0063356C"/>
    <w:rsid w:val="00640C11"/>
    <w:rsid w:val="006435A7"/>
    <w:rsid w:val="00645E62"/>
    <w:rsid w:val="00646829"/>
    <w:rsid w:val="00647CBC"/>
    <w:rsid w:val="00655928"/>
    <w:rsid w:val="006575F2"/>
    <w:rsid w:val="00660317"/>
    <w:rsid w:val="00662DD5"/>
    <w:rsid w:val="00670E79"/>
    <w:rsid w:val="006754F6"/>
    <w:rsid w:val="00676908"/>
    <w:rsid w:val="00680B8E"/>
    <w:rsid w:val="00685392"/>
    <w:rsid w:val="006868D9"/>
    <w:rsid w:val="006939F3"/>
    <w:rsid w:val="00694722"/>
    <w:rsid w:val="00696B82"/>
    <w:rsid w:val="006A0568"/>
    <w:rsid w:val="006A17AE"/>
    <w:rsid w:val="006A2421"/>
    <w:rsid w:val="006A5A66"/>
    <w:rsid w:val="006A5AF8"/>
    <w:rsid w:val="006A70E5"/>
    <w:rsid w:val="006B0D6A"/>
    <w:rsid w:val="006B1324"/>
    <w:rsid w:val="006B1BAA"/>
    <w:rsid w:val="006B25B4"/>
    <w:rsid w:val="006B4646"/>
    <w:rsid w:val="006B7817"/>
    <w:rsid w:val="006B7AFC"/>
    <w:rsid w:val="006C204C"/>
    <w:rsid w:val="006C3E1F"/>
    <w:rsid w:val="006C6001"/>
    <w:rsid w:val="006C6309"/>
    <w:rsid w:val="006C735A"/>
    <w:rsid w:val="006D0057"/>
    <w:rsid w:val="006D356A"/>
    <w:rsid w:val="006D45F2"/>
    <w:rsid w:val="006D4EA8"/>
    <w:rsid w:val="006E0AAE"/>
    <w:rsid w:val="006E2BF5"/>
    <w:rsid w:val="006E41F9"/>
    <w:rsid w:val="006F0EF0"/>
    <w:rsid w:val="006F19BA"/>
    <w:rsid w:val="006F2CF3"/>
    <w:rsid w:val="006F3666"/>
    <w:rsid w:val="006F5434"/>
    <w:rsid w:val="006F6109"/>
    <w:rsid w:val="00700F4E"/>
    <w:rsid w:val="00701290"/>
    <w:rsid w:val="00711742"/>
    <w:rsid w:val="00715AAE"/>
    <w:rsid w:val="0071684C"/>
    <w:rsid w:val="0071739D"/>
    <w:rsid w:val="00717484"/>
    <w:rsid w:val="00731B52"/>
    <w:rsid w:val="00732EEC"/>
    <w:rsid w:val="007355E7"/>
    <w:rsid w:val="00743B90"/>
    <w:rsid w:val="00746B33"/>
    <w:rsid w:val="00751F7C"/>
    <w:rsid w:val="00753C6A"/>
    <w:rsid w:val="0076437D"/>
    <w:rsid w:val="007663AC"/>
    <w:rsid w:val="007712A2"/>
    <w:rsid w:val="00774548"/>
    <w:rsid w:val="007757DA"/>
    <w:rsid w:val="00781273"/>
    <w:rsid w:val="00791343"/>
    <w:rsid w:val="00792B32"/>
    <w:rsid w:val="00795BA0"/>
    <w:rsid w:val="007A25D9"/>
    <w:rsid w:val="007A5356"/>
    <w:rsid w:val="007A7F15"/>
    <w:rsid w:val="007B158D"/>
    <w:rsid w:val="007B28FB"/>
    <w:rsid w:val="007B45BF"/>
    <w:rsid w:val="007B6AA6"/>
    <w:rsid w:val="007B70C6"/>
    <w:rsid w:val="007C0A91"/>
    <w:rsid w:val="007C1282"/>
    <w:rsid w:val="007C43F4"/>
    <w:rsid w:val="007C4B9F"/>
    <w:rsid w:val="007C58A0"/>
    <w:rsid w:val="007D6392"/>
    <w:rsid w:val="007D72A1"/>
    <w:rsid w:val="007E0DA1"/>
    <w:rsid w:val="007E115D"/>
    <w:rsid w:val="007E1830"/>
    <w:rsid w:val="007E1E05"/>
    <w:rsid w:val="007E3018"/>
    <w:rsid w:val="007F650A"/>
    <w:rsid w:val="007F6905"/>
    <w:rsid w:val="007F70ED"/>
    <w:rsid w:val="00800905"/>
    <w:rsid w:val="00801886"/>
    <w:rsid w:val="00807197"/>
    <w:rsid w:val="0081003F"/>
    <w:rsid w:val="00813E7E"/>
    <w:rsid w:val="008209DD"/>
    <w:rsid w:val="00823967"/>
    <w:rsid w:val="00823AE8"/>
    <w:rsid w:val="00825CEA"/>
    <w:rsid w:val="00827B1C"/>
    <w:rsid w:val="00832CD5"/>
    <w:rsid w:val="00832EA1"/>
    <w:rsid w:val="008346A0"/>
    <w:rsid w:val="00840316"/>
    <w:rsid w:val="00842384"/>
    <w:rsid w:val="00846FA8"/>
    <w:rsid w:val="00851016"/>
    <w:rsid w:val="00863388"/>
    <w:rsid w:val="00863EB8"/>
    <w:rsid w:val="0086462F"/>
    <w:rsid w:val="00867EAB"/>
    <w:rsid w:val="00870854"/>
    <w:rsid w:val="008712EE"/>
    <w:rsid w:val="00872310"/>
    <w:rsid w:val="00872953"/>
    <w:rsid w:val="00873E29"/>
    <w:rsid w:val="008745D2"/>
    <w:rsid w:val="00874D93"/>
    <w:rsid w:val="008804F9"/>
    <w:rsid w:val="0088329D"/>
    <w:rsid w:val="00885C7B"/>
    <w:rsid w:val="00887FCF"/>
    <w:rsid w:val="00895C5D"/>
    <w:rsid w:val="008A06A1"/>
    <w:rsid w:val="008A0D0C"/>
    <w:rsid w:val="008A1108"/>
    <w:rsid w:val="008A42E3"/>
    <w:rsid w:val="008A4ED4"/>
    <w:rsid w:val="008B23E1"/>
    <w:rsid w:val="008B2907"/>
    <w:rsid w:val="008B3AB5"/>
    <w:rsid w:val="008B3D60"/>
    <w:rsid w:val="008B4FBA"/>
    <w:rsid w:val="008B5B79"/>
    <w:rsid w:val="008C0B45"/>
    <w:rsid w:val="008C1120"/>
    <w:rsid w:val="008C2306"/>
    <w:rsid w:val="008C3606"/>
    <w:rsid w:val="008C3925"/>
    <w:rsid w:val="008D1EEF"/>
    <w:rsid w:val="008D6936"/>
    <w:rsid w:val="008D6EF2"/>
    <w:rsid w:val="008D7197"/>
    <w:rsid w:val="008D74C6"/>
    <w:rsid w:val="008E0573"/>
    <w:rsid w:val="008E3D2F"/>
    <w:rsid w:val="008F1C97"/>
    <w:rsid w:val="008F1E11"/>
    <w:rsid w:val="008F3A01"/>
    <w:rsid w:val="008F4EBC"/>
    <w:rsid w:val="008F6551"/>
    <w:rsid w:val="00904606"/>
    <w:rsid w:val="0090622B"/>
    <w:rsid w:val="009105FC"/>
    <w:rsid w:val="00910C83"/>
    <w:rsid w:val="00911D50"/>
    <w:rsid w:val="00912AE5"/>
    <w:rsid w:val="009233F7"/>
    <w:rsid w:val="00924D4D"/>
    <w:rsid w:val="00925B5B"/>
    <w:rsid w:val="009307BA"/>
    <w:rsid w:val="00930828"/>
    <w:rsid w:val="00931CCD"/>
    <w:rsid w:val="00937998"/>
    <w:rsid w:val="00943794"/>
    <w:rsid w:val="00944122"/>
    <w:rsid w:val="00945E19"/>
    <w:rsid w:val="0095323D"/>
    <w:rsid w:val="00954F7C"/>
    <w:rsid w:val="00956195"/>
    <w:rsid w:val="00962707"/>
    <w:rsid w:val="00964915"/>
    <w:rsid w:val="00965B52"/>
    <w:rsid w:val="009707E2"/>
    <w:rsid w:val="00973074"/>
    <w:rsid w:val="00977525"/>
    <w:rsid w:val="00982E65"/>
    <w:rsid w:val="00983CDE"/>
    <w:rsid w:val="00986CE0"/>
    <w:rsid w:val="00986E16"/>
    <w:rsid w:val="00987699"/>
    <w:rsid w:val="009905C8"/>
    <w:rsid w:val="009960AE"/>
    <w:rsid w:val="0099705A"/>
    <w:rsid w:val="009A5213"/>
    <w:rsid w:val="009B2040"/>
    <w:rsid w:val="009B462C"/>
    <w:rsid w:val="009B4B60"/>
    <w:rsid w:val="009B53FF"/>
    <w:rsid w:val="009D143D"/>
    <w:rsid w:val="009D1E2A"/>
    <w:rsid w:val="009D2670"/>
    <w:rsid w:val="009D488C"/>
    <w:rsid w:val="009D5670"/>
    <w:rsid w:val="009D6152"/>
    <w:rsid w:val="009D62D1"/>
    <w:rsid w:val="009D7B08"/>
    <w:rsid w:val="009E1AE3"/>
    <w:rsid w:val="009E2B56"/>
    <w:rsid w:val="009E36CE"/>
    <w:rsid w:val="009F3E7B"/>
    <w:rsid w:val="009F6252"/>
    <w:rsid w:val="00A00893"/>
    <w:rsid w:val="00A024A7"/>
    <w:rsid w:val="00A04FEB"/>
    <w:rsid w:val="00A06F0E"/>
    <w:rsid w:val="00A117E4"/>
    <w:rsid w:val="00A16D91"/>
    <w:rsid w:val="00A23DCB"/>
    <w:rsid w:val="00A3212B"/>
    <w:rsid w:val="00A33265"/>
    <w:rsid w:val="00A34C2E"/>
    <w:rsid w:val="00A408D2"/>
    <w:rsid w:val="00A420C1"/>
    <w:rsid w:val="00A434A6"/>
    <w:rsid w:val="00A43663"/>
    <w:rsid w:val="00A438E0"/>
    <w:rsid w:val="00A462B7"/>
    <w:rsid w:val="00A53391"/>
    <w:rsid w:val="00A53E1E"/>
    <w:rsid w:val="00A60118"/>
    <w:rsid w:val="00A61333"/>
    <w:rsid w:val="00A62419"/>
    <w:rsid w:val="00A62A93"/>
    <w:rsid w:val="00A64A9E"/>
    <w:rsid w:val="00A6513F"/>
    <w:rsid w:val="00A65A44"/>
    <w:rsid w:val="00A65A7A"/>
    <w:rsid w:val="00A6639F"/>
    <w:rsid w:val="00A71F55"/>
    <w:rsid w:val="00A752C0"/>
    <w:rsid w:val="00A769F4"/>
    <w:rsid w:val="00A817B1"/>
    <w:rsid w:val="00A83BD4"/>
    <w:rsid w:val="00A871CC"/>
    <w:rsid w:val="00A9467F"/>
    <w:rsid w:val="00A9542A"/>
    <w:rsid w:val="00AA12DE"/>
    <w:rsid w:val="00AA3B12"/>
    <w:rsid w:val="00AA5027"/>
    <w:rsid w:val="00AB4FAD"/>
    <w:rsid w:val="00AB7873"/>
    <w:rsid w:val="00AC5A70"/>
    <w:rsid w:val="00AC73DE"/>
    <w:rsid w:val="00AC7AF0"/>
    <w:rsid w:val="00AD5F0D"/>
    <w:rsid w:val="00AD76B6"/>
    <w:rsid w:val="00AE2087"/>
    <w:rsid w:val="00AE30C9"/>
    <w:rsid w:val="00AF04D9"/>
    <w:rsid w:val="00AF14A9"/>
    <w:rsid w:val="00AF474F"/>
    <w:rsid w:val="00AF4BA7"/>
    <w:rsid w:val="00AF4C6A"/>
    <w:rsid w:val="00B0373B"/>
    <w:rsid w:val="00B10086"/>
    <w:rsid w:val="00B10CB2"/>
    <w:rsid w:val="00B133F5"/>
    <w:rsid w:val="00B14953"/>
    <w:rsid w:val="00B23973"/>
    <w:rsid w:val="00B26ED7"/>
    <w:rsid w:val="00B277A3"/>
    <w:rsid w:val="00B326EE"/>
    <w:rsid w:val="00B346ED"/>
    <w:rsid w:val="00B347DB"/>
    <w:rsid w:val="00B373A0"/>
    <w:rsid w:val="00B37D12"/>
    <w:rsid w:val="00B40386"/>
    <w:rsid w:val="00B4057E"/>
    <w:rsid w:val="00B4371B"/>
    <w:rsid w:val="00B46B2A"/>
    <w:rsid w:val="00B52D80"/>
    <w:rsid w:val="00B647E2"/>
    <w:rsid w:val="00B71EAD"/>
    <w:rsid w:val="00B75914"/>
    <w:rsid w:val="00B76298"/>
    <w:rsid w:val="00B80B7F"/>
    <w:rsid w:val="00B82AAF"/>
    <w:rsid w:val="00B83961"/>
    <w:rsid w:val="00B83F54"/>
    <w:rsid w:val="00B85B19"/>
    <w:rsid w:val="00B87CE0"/>
    <w:rsid w:val="00B93DA5"/>
    <w:rsid w:val="00B959E1"/>
    <w:rsid w:val="00B96C16"/>
    <w:rsid w:val="00B97DDC"/>
    <w:rsid w:val="00BA1060"/>
    <w:rsid w:val="00BA645C"/>
    <w:rsid w:val="00BB0797"/>
    <w:rsid w:val="00BB2195"/>
    <w:rsid w:val="00BB2512"/>
    <w:rsid w:val="00BC23E3"/>
    <w:rsid w:val="00BC3FB1"/>
    <w:rsid w:val="00BD3041"/>
    <w:rsid w:val="00BD39DE"/>
    <w:rsid w:val="00BD4491"/>
    <w:rsid w:val="00BD490E"/>
    <w:rsid w:val="00BD5826"/>
    <w:rsid w:val="00BD5E51"/>
    <w:rsid w:val="00BE289B"/>
    <w:rsid w:val="00BE53DA"/>
    <w:rsid w:val="00C02722"/>
    <w:rsid w:val="00C04D4D"/>
    <w:rsid w:val="00C05756"/>
    <w:rsid w:val="00C10A80"/>
    <w:rsid w:val="00C129CB"/>
    <w:rsid w:val="00C158C7"/>
    <w:rsid w:val="00C208C0"/>
    <w:rsid w:val="00C21C8E"/>
    <w:rsid w:val="00C233DA"/>
    <w:rsid w:val="00C26A9F"/>
    <w:rsid w:val="00C30374"/>
    <w:rsid w:val="00C3342A"/>
    <w:rsid w:val="00C34C0E"/>
    <w:rsid w:val="00C35B59"/>
    <w:rsid w:val="00C42257"/>
    <w:rsid w:val="00C4384B"/>
    <w:rsid w:val="00C45591"/>
    <w:rsid w:val="00C52EB6"/>
    <w:rsid w:val="00C60B4A"/>
    <w:rsid w:val="00C62C4D"/>
    <w:rsid w:val="00C658FA"/>
    <w:rsid w:val="00C67586"/>
    <w:rsid w:val="00C678FA"/>
    <w:rsid w:val="00C67D96"/>
    <w:rsid w:val="00C70A0F"/>
    <w:rsid w:val="00C725A6"/>
    <w:rsid w:val="00C72FA1"/>
    <w:rsid w:val="00C73D4E"/>
    <w:rsid w:val="00C76AE9"/>
    <w:rsid w:val="00C76D26"/>
    <w:rsid w:val="00C808F4"/>
    <w:rsid w:val="00C822F1"/>
    <w:rsid w:val="00C82A00"/>
    <w:rsid w:val="00C949D3"/>
    <w:rsid w:val="00C94EC1"/>
    <w:rsid w:val="00C9507D"/>
    <w:rsid w:val="00C95CA4"/>
    <w:rsid w:val="00CA02CF"/>
    <w:rsid w:val="00CA1360"/>
    <w:rsid w:val="00CA1D8A"/>
    <w:rsid w:val="00CA3761"/>
    <w:rsid w:val="00CA56A1"/>
    <w:rsid w:val="00CA7770"/>
    <w:rsid w:val="00CB0244"/>
    <w:rsid w:val="00CB17AA"/>
    <w:rsid w:val="00CB2362"/>
    <w:rsid w:val="00CB3A0F"/>
    <w:rsid w:val="00CB3FDE"/>
    <w:rsid w:val="00CB79F7"/>
    <w:rsid w:val="00CC0BA1"/>
    <w:rsid w:val="00CC6D12"/>
    <w:rsid w:val="00CD1D8D"/>
    <w:rsid w:val="00CD2FF6"/>
    <w:rsid w:val="00CD3528"/>
    <w:rsid w:val="00CD6383"/>
    <w:rsid w:val="00CD78D0"/>
    <w:rsid w:val="00CE0025"/>
    <w:rsid w:val="00CE0870"/>
    <w:rsid w:val="00CE0DD5"/>
    <w:rsid w:val="00CE19CA"/>
    <w:rsid w:val="00CE2E61"/>
    <w:rsid w:val="00CE3055"/>
    <w:rsid w:val="00CF0116"/>
    <w:rsid w:val="00CF4FAC"/>
    <w:rsid w:val="00CF7111"/>
    <w:rsid w:val="00D0508F"/>
    <w:rsid w:val="00D06071"/>
    <w:rsid w:val="00D07EB1"/>
    <w:rsid w:val="00D120A8"/>
    <w:rsid w:val="00D12BA4"/>
    <w:rsid w:val="00D1692E"/>
    <w:rsid w:val="00D20E96"/>
    <w:rsid w:val="00D21D5D"/>
    <w:rsid w:val="00D22D13"/>
    <w:rsid w:val="00D26B3F"/>
    <w:rsid w:val="00D3076A"/>
    <w:rsid w:val="00D32530"/>
    <w:rsid w:val="00D32905"/>
    <w:rsid w:val="00D43682"/>
    <w:rsid w:val="00D45B61"/>
    <w:rsid w:val="00D50C3F"/>
    <w:rsid w:val="00D52082"/>
    <w:rsid w:val="00D549F9"/>
    <w:rsid w:val="00D54BA4"/>
    <w:rsid w:val="00D57B40"/>
    <w:rsid w:val="00D73FD8"/>
    <w:rsid w:val="00D747D5"/>
    <w:rsid w:val="00D74CD4"/>
    <w:rsid w:val="00D75122"/>
    <w:rsid w:val="00D76704"/>
    <w:rsid w:val="00D77821"/>
    <w:rsid w:val="00D8314A"/>
    <w:rsid w:val="00D83D75"/>
    <w:rsid w:val="00D847C8"/>
    <w:rsid w:val="00D96A35"/>
    <w:rsid w:val="00DA09A4"/>
    <w:rsid w:val="00DA1BAD"/>
    <w:rsid w:val="00DA28FA"/>
    <w:rsid w:val="00DA422B"/>
    <w:rsid w:val="00DA4293"/>
    <w:rsid w:val="00DA5846"/>
    <w:rsid w:val="00DA607A"/>
    <w:rsid w:val="00DB3099"/>
    <w:rsid w:val="00DB49E6"/>
    <w:rsid w:val="00DB5B01"/>
    <w:rsid w:val="00DB6165"/>
    <w:rsid w:val="00DB7454"/>
    <w:rsid w:val="00DC215B"/>
    <w:rsid w:val="00DC4728"/>
    <w:rsid w:val="00DC5C7B"/>
    <w:rsid w:val="00DC5CB3"/>
    <w:rsid w:val="00DC65AB"/>
    <w:rsid w:val="00DD071F"/>
    <w:rsid w:val="00DD2065"/>
    <w:rsid w:val="00DD2FAB"/>
    <w:rsid w:val="00DD343C"/>
    <w:rsid w:val="00DE2EBC"/>
    <w:rsid w:val="00DE3A38"/>
    <w:rsid w:val="00DE46DB"/>
    <w:rsid w:val="00DE7C0C"/>
    <w:rsid w:val="00DF06A2"/>
    <w:rsid w:val="00DF12BD"/>
    <w:rsid w:val="00DF54BF"/>
    <w:rsid w:val="00DF5E6F"/>
    <w:rsid w:val="00DF7327"/>
    <w:rsid w:val="00E008B1"/>
    <w:rsid w:val="00E116D3"/>
    <w:rsid w:val="00E30356"/>
    <w:rsid w:val="00E338D3"/>
    <w:rsid w:val="00E34115"/>
    <w:rsid w:val="00E3618B"/>
    <w:rsid w:val="00E368FB"/>
    <w:rsid w:val="00E4344B"/>
    <w:rsid w:val="00E4443C"/>
    <w:rsid w:val="00E459FD"/>
    <w:rsid w:val="00E50CE3"/>
    <w:rsid w:val="00E52330"/>
    <w:rsid w:val="00E62294"/>
    <w:rsid w:val="00E63FC1"/>
    <w:rsid w:val="00E66899"/>
    <w:rsid w:val="00E709F2"/>
    <w:rsid w:val="00E7259F"/>
    <w:rsid w:val="00E7332A"/>
    <w:rsid w:val="00E76CC3"/>
    <w:rsid w:val="00E77529"/>
    <w:rsid w:val="00E801CD"/>
    <w:rsid w:val="00E82EE7"/>
    <w:rsid w:val="00E83880"/>
    <w:rsid w:val="00E9312A"/>
    <w:rsid w:val="00E95358"/>
    <w:rsid w:val="00EA4640"/>
    <w:rsid w:val="00EA7295"/>
    <w:rsid w:val="00EB00B1"/>
    <w:rsid w:val="00EB2904"/>
    <w:rsid w:val="00EC012D"/>
    <w:rsid w:val="00EC1FBE"/>
    <w:rsid w:val="00EC312B"/>
    <w:rsid w:val="00EC3384"/>
    <w:rsid w:val="00EC4AD5"/>
    <w:rsid w:val="00EC4ECC"/>
    <w:rsid w:val="00EC55C0"/>
    <w:rsid w:val="00EC5BBA"/>
    <w:rsid w:val="00ED075E"/>
    <w:rsid w:val="00ED1905"/>
    <w:rsid w:val="00ED23CE"/>
    <w:rsid w:val="00ED37FF"/>
    <w:rsid w:val="00ED78FB"/>
    <w:rsid w:val="00EE1F61"/>
    <w:rsid w:val="00EE2CDF"/>
    <w:rsid w:val="00EE3FC2"/>
    <w:rsid w:val="00EE56FD"/>
    <w:rsid w:val="00EF26BE"/>
    <w:rsid w:val="00EF6FDB"/>
    <w:rsid w:val="00EF7419"/>
    <w:rsid w:val="00EF7D2B"/>
    <w:rsid w:val="00F00463"/>
    <w:rsid w:val="00F009C6"/>
    <w:rsid w:val="00F02B66"/>
    <w:rsid w:val="00F04320"/>
    <w:rsid w:val="00F043F6"/>
    <w:rsid w:val="00F04A2A"/>
    <w:rsid w:val="00F062EE"/>
    <w:rsid w:val="00F072D7"/>
    <w:rsid w:val="00F10F69"/>
    <w:rsid w:val="00F144FE"/>
    <w:rsid w:val="00F15211"/>
    <w:rsid w:val="00F178E8"/>
    <w:rsid w:val="00F17F86"/>
    <w:rsid w:val="00F24389"/>
    <w:rsid w:val="00F25935"/>
    <w:rsid w:val="00F32E98"/>
    <w:rsid w:val="00F37DF6"/>
    <w:rsid w:val="00F4066B"/>
    <w:rsid w:val="00F44237"/>
    <w:rsid w:val="00F44575"/>
    <w:rsid w:val="00F471B0"/>
    <w:rsid w:val="00F573DA"/>
    <w:rsid w:val="00F612E1"/>
    <w:rsid w:val="00F6403F"/>
    <w:rsid w:val="00F70A74"/>
    <w:rsid w:val="00F7428D"/>
    <w:rsid w:val="00F76780"/>
    <w:rsid w:val="00F77B87"/>
    <w:rsid w:val="00F8323A"/>
    <w:rsid w:val="00F83838"/>
    <w:rsid w:val="00F83D14"/>
    <w:rsid w:val="00F84859"/>
    <w:rsid w:val="00F87AE4"/>
    <w:rsid w:val="00F87E14"/>
    <w:rsid w:val="00F90BA3"/>
    <w:rsid w:val="00F93EA6"/>
    <w:rsid w:val="00F9523C"/>
    <w:rsid w:val="00F97785"/>
    <w:rsid w:val="00FA20B4"/>
    <w:rsid w:val="00FA6BC2"/>
    <w:rsid w:val="00FA7248"/>
    <w:rsid w:val="00FC36D9"/>
    <w:rsid w:val="00FC3A28"/>
    <w:rsid w:val="00FC6CD2"/>
    <w:rsid w:val="00FD1130"/>
    <w:rsid w:val="00FD6D15"/>
    <w:rsid w:val="00FE4552"/>
    <w:rsid w:val="00FE77F2"/>
    <w:rsid w:val="00FF5BF5"/>
    <w:rsid w:val="00FF60C8"/>
    <w:rsid w:val="00FF7316"/>
    <w:rsid w:val="00FF7F93"/>
    <w:rsid w:val="05A0FDFC"/>
    <w:rsid w:val="088C8A5A"/>
    <w:rsid w:val="08E528F8"/>
    <w:rsid w:val="09D314F1"/>
    <w:rsid w:val="0A18102F"/>
    <w:rsid w:val="0C1CC9BA"/>
    <w:rsid w:val="0DB8CCEC"/>
    <w:rsid w:val="11488187"/>
    <w:rsid w:val="137FAD6E"/>
    <w:rsid w:val="14994AA6"/>
    <w:rsid w:val="17D0EB68"/>
    <w:rsid w:val="18C4AE5B"/>
    <w:rsid w:val="1BD1D72A"/>
    <w:rsid w:val="1C93D1BF"/>
    <w:rsid w:val="1D981F7E"/>
    <w:rsid w:val="1F727BCC"/>
    <w:rsid w:val="249E3399"/>
    <w:rsid w:val="25B34CDE"/>
    <w:rsid w:val="27D5D45B"/>
    <w:rsid w:val="29D34C8E"/>
    <w:rsid w:val="2B554829"/>
    <w:rsid w:val="2C057C20"/>
    <w:rsid w:val="2E308605"/>
    <w:rsid w:val="2ED4A675"/>
    <w:rsid w:val="2F49FDF7"/>
    <w:rsid w:val="2FC37DF0"/>
    <w:rsid w:val="2FCBF1BF"/>
    <w:rsid w:val="318F09FA"/>
    <w:rsid w:val="3194756B"/>
    <w:rsid w:val="32673C18"/>
    <w:rsid w:val="326B6AF8"/>
    <w:rsid w:val="3309FCA4"/>
    <w:rsid w:val="3743EAB7"/>
    <w:rsid w:val="3A0F5884"/>
    <w:rsid w:val="3B803A3C"/>
    <w:rsid w:val="3C175BDA"/>
    <w:rsid w:val="3CB27281"/>
    <w:rsid w:val="3E5458D1"/>
    <w:rsid w:val="4074B444"/>
    <w:rsid w:val="44F51ACF"/>
    <w:rsid w:val="4789B81C"/>
    <w:rsid w:val="488925E6"/>
    <w:rsid w:val="49DAAD75"/>
    <w:rsid w:val="4F4BF809"/>
    <w:rsid w:val="50A30266"/>
    <w:rsid w:val="50D36B61"/>
    <w:rsid w:val="557A0196"/>
    <w:rsid w:val="584ACCE1"/>
    <w:rsid w:val="594057B2"/>
    <w:rsid w:val="5D37175A"/>
    <w:rsid w:val="61C3F6F0"/>
    <w:rsid w:val="6718A154"/>
    <w:rsid w:val="67756DD7"/>
    <w:rsid w:val="68E0FE79"/>
    <w:rsid w:val="6BB95F41"/>
    <w:rsid w:val="6D798BA6"/>
    <w:rsid w:val="6DD765FB"/>
    <w:rsid w:val="6F3BA067"/>
    <w:rsid w:val="70D11918"/>
    <w:rsid w:val="73AFEDA3"/>
    <w:rsid w:val="764A868D"/>
    <w:rsid w:val="76B815E8"/>
    <w:rsid w:val="77E58845"/>
    <w:rsid w:val="7F29E7A1"/>
    <w:rsid w:val="7FC7A2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24D67"/>
  <w15:docId w15:val="{0CBEF210-04CF-4C27-96A2-C639F18BC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3F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D6383"/>
    <w:pPr>
      <w:keepNext/>
      <w:spacing w:before="240" w:after="60"/>
      <w:outlineLvl w:val="0"/>
    </w:pPr>
    <w:rPr>
      <w:rFonts w:ascii="Arial" w:hAnsi="Arial" w:cs="Arial"/>
      <w:b/>
      <w:bCs/>
      <w:kern w:val="32"/>
      <w:sz w:val="32"/>
      <w:szCs w:val="32"/>
      <w:lang w:eastAsia="et-EE"/>
    </w:rPr>
  </w:style>
  <w:style w:type="paragraph" w:styleId="Heading2">
    <w:name w:val="heading 2"/>
    <w:basedOn w:val="Normal"/>
    <w:next w:val="Normal"/>
    <w:link w:val="Heading2Char"/>
    <w:uiPriority w:val="9"/>
    <w:semiHidden/>
    <w:unhideWhenUsed/>
    <w:qFormat/>
    <w:rsid w:val="00116B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CD6383"/>
    <w:pPr>
      <w:keepNext/>
      <w:suppressAutoHyphens/>
      <w:spacing w:before="240" w:after="60"/>
      <w:outlineLvl w:val="3"/>
    </w:pPr>
    <w:rPr>
      <w:b/>
      <w:bCs/>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4A03F9"/>
    <w:rPr>
      <w:rFonts w:ascii="Times New Roman" w:hAnsi="Times New Roman" w:cs="Times New Roman" w:hint="default"/>
      <w:sz w:val="24"/>
      <w:szCs w:val="24"/>
    </w:rPr>
  </w:style>
  <w:style w:type="paragraph" w:styleId="Header">
    <w:name w:val="header"/>
    <w:basedOn w:val="Normal"/>
    <w:link w:val="HeaderChar"/>
    <w:uiPriority w:val="99"/>
    <w:rsid w:val="004A03F9"/>
    <w:pPr>
      <w:tabs>
        <w:tab w:val="center" w:pos="4153"/>
        <w:tab w:val="right" w:pos="8306"/>
      </w:tabs>
    </w:pPr>
  </w:style>
  <w:style w:type="character" w:customStyle="1" w:styleId="HeaderChar">
    <w:name w:val="Header Char"/>
    <w:basedOn w:val="DefaultParagraphFont"/>
    <w:link w:val="Header"/>
    <w:uiPriority w:val="99"/>
    <w:rsid w:val="004A03F9"/>
    <w:rPr>
      <w:rFonts w:ascii="Times New Roman" w:eastAsia="Times New Roman" w:hAnsi="Times New Roman" w:cs="Times New Roman"/>
      <w:sz w:val="24"/>
      <w:szCs w:val="24"/>
    </w:rPr>
  </w:style>
  <w:style w:type="character" w:styleId="Strong">
    <w:name w:val="Strong"/>
    <w:basedOn w:val="DefaultParagraphFont"/>
    <w:qFormat/>
    <w:rsid w:val="004A03F9"/>
    <w:rPr>
      <w:b/>
      <w:bCs/>
    </w:rPr>
  </w:style>
  <w:style w:type="table" w:styleId="TableGrid">
    <w:name w:val="Table Grid"/>
    <w:basedOn w:val="TableNormal"/>
    <w:rsid w:val="004A03F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A54F8"/>
  </w:style>
  <w:style w:type="paragraph" w:styleId="Caption">
    <w:name w:val="caption"/>
    <w:basedOn w:val="Normal"/>
    <w:qFormat/>
    <w:rsid w:val="003A54F8"/>
    <w:pPr>
      <w:suppressLineNumbers/>
      <w:suppressAutoHyphens/>
      <w:spacing w:before="120" w:after="120"/>
    </w:pPr>
    <w:rPr>
      <w:rFonts w:cs="Tahoma"/>
      <w:i/>
      <w:iCs/>
      <w:lang w:eastAsia="ar-SA"/>
    </w:rPr>
  </w:style>
  <w:style w:type="character" w:styleId="Hyperlink">
    <w:name w:val="Hyperlink"/>
    <w:uiPriority w:val="99"/>
    <w:rsid w:val="006F6109"/>
    <w:rPr>
      <w:color w:val="0000FF"/>
      <w:u w:val="single"/>
    </w:rPr>
  </w:style>
  <w:style w:type="character" w:styleId="CommentReference">
    <w:name w:val="annotation reference"/>
    <w:basedOn w:val="DefaultParagraphFont"/>
    <w:uiPriority w:val="99"/>
    <w:unhideWhenUsed/>
    <w:rsid w:val="00037B65"/>
    <w:rPr>
      <w:sz w:val="16"/>
      <w:szCs w:val="16"/>
    </w:rPr>
  </w:style>
  <w:style w:type="paragraph" w:styleId="CommentText">
    <w:name w:val="annotation text"/>
    <w:basedOn w:val="Normal"/>
    <w:link w:val="CommentTextChar"/>
    <w:uiPriority w:val="99"/>
    <w:unhideWhenUsed/>
    <w:rsid w:val="00037B65"/>
    <w:rPr>
      <w:sz w:val="20"/>
      <w:szCs w:val="20"/>
    </w:rPr>
  </w:style>
  <w:style w:type="character" w:customStyle="1" w:styleId="CommentTextChar">
    <w:name w:val="Comment Text Char"/>
    <w:basedOn w:val="DefaultParagraphFont"/>
    <w:link w:val="CommentText"/>
    <w:uiPriority w:val="99"/>
    <w:rsid w:val="00037B6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37B65"/>
    <w:rPr>
      <w:b/>
      <w:bCs/>
    </w:rPr>
  </w:style>
  <w:style w:type="character" w:customStyle="1" w:styleId="CommentSubjectChar">
    <w:name w:val="Comment Subject Char"/>
    <w:basedOn w:val="CommentTextChar"/>
    <w:link w:val="CommentSubject"/>
    <w:uiPriority w:val="99"/>
    <w:semiHidden/>
    <w:rsid w:val="00037B6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37B65"/>
    <w:rPr>
      <w:rFonts w:ascii="Tahoma" w:hAnsi="Tahoma" w:cs="Tahoma"/>
      <w:sz w:val="16"/>
      <w:szCs w:val="16"/>
    </w:rPr>
  </w:style>
  <w:style w:type="character" w:customStyle="1" w:styleId="BalloonTextChar">
    <w:name w:val="Balloon Text Char"/>
    <w:basedOn w:val="DefaultParagraphFont"/>
    <w:link w:val="BalloonText"/>
    <w:uiPriority w:val="99"/>
    <w:semiHidden/>
    <w:rsid w:val="00037B65"/>
    <w:rPr>
      <w:rFonts w:ascii="Tahoma" w:eastAsia="Times New Roman" w:hAnsi="Tahoma" w:cs="Tahoma"/>
      <w:sz w:val="16"/>
      <w:szCs w:val="16"/>
    </w:rPr>
  </w:style>
  <w:style w:type="character" w:customStyle="1" w:styleId="body-0020text-0020indent">
    <w:name w:val="body-0020text-0020indent"/>
    <w:basedOn w:val="DefaultParagraphFont"/>
    <w:rsid w:val="00911D50"/>
  </w:style>
  <w:style w:type="paragraph" w:styleId="ListParagraph">
    <w:name w:val="List Paragraph"/>
    <w:aliases w:val="Mummuga loetelu,Loendi l›ik"/>
    <w:basedOn w:val="Normal"/>
    <w:link w:val="ListParagraphChar"/>
    <w:uiPriority w:val="34"/>
    <w:qFormat/>
    <w:rsid w:val="00B10086"/>
    <w:pPr>
      <w:ind w:left="720"/>
      <w:contextualSpacing/>
    </w:pPr>
  </w:style>
  <w:style w:type="character" w:customStyle="1" w:styleId="Heading1Char">
    <w:name w:val="Heading 1 Char"/>
    <w:basedOn w:val="DefaultParagraphFont"/>
    <w:link w:val="Heading1"/>
    <w:rsid w:val="00CD6383"/>
    <w:rPr>
      <w:rFonts w:ascii="Arial" w:eastAsia="Times New Roman" w:hAnsi="Arial" w:cs="Arial"/>
      <w:b/>
      <w:bCs/>
      <w:kern w:val="32"/>
      <w:sz w:val="32"/>
      <w:szCs w:val="32"/>
      <w:lang w:eastAsia="et-EE"/>
    </w:rPr>
  </w:style>
  <w:style w:type="character" w:customStyle="1" w:styleId="Heading4Char">
    <w:name w:val="Heading 4 Char"/>
    <w:basedOn w:val="DefaultParagraphFont"/>
    <w:link w:val="Heading4"/>
    <w:rsid w:val="00CD6383"/>
    <w:rPr>
      <w:rFonts w:ascii="Times New Roman" w:eastAsia="Times New Roman" w:hAnsi="Times New Roman" w:cs="Times New Roman"/>
      <w:b/>
      <w:bCs/>
      <w:sz w:val="28"/>
      <w:szCs w:val="28"/>
      <w:lang w:eastAsia="ar-SA"/>
    </w:rPr>
  </w:style>
  <w:style w:type="character" w:customStyle="1" w:styleId="Heading2Char">
    <w:name w:val="Heading 2 Char"/>
    <w:basedOn w:val="DefaultParagraphFont"/>
    <w:link w:val="Heading2"/>
    <w:uiPriority w:val="9"/>
    <w:semiHidden/>
    <w:rsid w:val="00116B77"/>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030613"/>
    <w:pPr>
      <w:tabs>
        <w:tab w:val="center" w:pos="4536"/>
        <w:tab w:val="right" w:pos="9072"/>
      </w:tabs>
    </w:pPr>
  </w:style>
  <w:style w:type="character" w:customStyle="1" w:styleId="FooterChar">
    <w:name w:val="Footer Char"/>
    <w:basedOn w:val="DefaultParagraphFont"/>
    <w:link w:val="Footer"/>
    <w:uiPriority w:val="99"/>
    <w:rsid w:val="00030613"/>
    <w:rPr>
      <w:rFonts w:ascii="Times New Roman" w:eastAsia="Times New Roman" w:hAnsi="Times New Roman" w:cs="Times New Roman"/>
      <w:sz w:val="24"/>
      <w:szCs w:val="24"/>
    </w:rPr>
  </w:style>
  <w:style w:type="paragraph" w:styleId="NormalWeb">
    <w:name w:val="Normal (Web)"/>
    <w:basedOn w:val="Normal"/>
    <w:rsid w:val="00F97785"/>
    <w:pPr>
      <w:spacing w:before="100" w:beforeAutospacing="1" w:after="100" w:afterAutospacing="1"/>
    </w:pPr>
    <w:rPr>
      <w:lang w:val="en-GB"/>
    </w:rPr>
  </w:style>
  <w:style w:type="character" w:styleId="PlaceholderText">
    <w:name w:val="Placeholder Text"/>
    <w:basedOn w:val="DefaultParagraphFont"/>
    <w:uiPriority w:val="99"/>
    <w:semiHidden/>
    <w:rsid w:val="00873E29"/>
    <w:rPr>
      <w:color w:val="808080"/>
    </w:rPr>
  </w:style>
  <w:style w:type="paragraph" w:customStyle="1" w:styleId="Pealkiri11">
    <w:name w:val="Pealkiri 11"/>
    <w:basedOn w:val="Normal"/>
    <w:rsid w:val="00327C6D"/>
    <w:pPr>
      <w:numPr>
        <w:numId w:val="11"/>
      </w:numPr>
    </w:pPr>
    <w:rPr>
      <w:spacing w:val="-20"/>
    </w:rPr>
  </w:style>
  <w:style w:type="paragraph" w:customStyle="1" w:styleId="Pealkiri21">
    <w:name w:val="Pealkiri 21"/>
    <w:basedOn w:val="Normal"/>
    <w:rsid w:val="00327C6D"/>
    <w:pPr>
      <w:numPr>
        <w:ilvl w:val="1"/>
        <w:numId w:val="11"/>
      </w:numPr>
    </w:pPr>
    <w:rPr>
      <w:spacing w:val="-20"/>
    </w:rPr>
  </w:style>
  <w:style w:type="paragraph" w:customStyle="1" w:styleId="Pealkiri31">
    <w:name w:val="Pealkiri 31"/>
    <w:basedOn w:val="Normal"/>
    <w:rsid w:val="00327C6D"/>
    <w:pPr>
      <w:numPr>
        <w:ilvl w:val="2"/>
        <w:numId w:val="11"/>
      </w:numPr>
    </w:pPr>
    <w:rPr>
      <w:spacing w:val="-20"/>
    </w:rPr>
  </w:style>
  <w:style w:type="paragraph" w:customStyle="1" w:styleId="Pealkiri41">
    <w:name w:val="Pealkiri 41"/>
    <w:basedOn w:val="Normal"/>
    <w:rsid w:val="00327C6D"/>
    <w:pPr>
      <w:numPr>
        <w:ilvl w:val="3"/>
        <w:numId w:val="11"/>
      </w:numPr>
    </w:pPr>
    <w:rPr>
      <w:spacing w:val="-20"/>
    </w:rPr>
  </w:style>
  <w:style w:type="paragraph" w:customStyle="1" w:styleId="Pealkiri51">
    <w:name w:val="Pealkiri 51"/>
    <w:basedOn w:val="Normal"/>
    <w:rsid w:val="00327C6D"/>
    <w:pPr>
      <w:numPr>
        <w:ilvl w:val="4"/>
        <w:numId w:val="11"/>
      </w:numPr>
    </w:pPr>
    <w:rPr>
      <w:spacing w:val="-20"/>
    </w:rPr>
  </w:style>
  <w:style w:type="paragraph" w:customStyle="1" w:styleId="Pealkiri61">
    <w:name w:val="Pealkiri 61"/>
    <w:basedOn w:val="Normal"/>
    <w:rsid w:val="00327C6D"/>
    <w:pPr>
      <w:numPr>
        <w:ilvl w:val="5"/>
        <w:numId w:val="11"/>
      </w:numPr>
    </w:pPr>
    <w:rPr>
      <w:spacing w:val="-20"/>
    </w:rPr>
  </w:style>
  <w:style w:type="paragraph" w:customStyle="1" w:styleId="Pealkiri71">
    <w:name w:val="Pealkiri 71"/>
    <w:basedOn w:val="Normal"/>
    <w:rsid w:val="00327C6D"/>
    <w:pPr>
      <w:numPr>
        <w:ilvl w:val="6"/>
        <w:numId w:val="11"/>
      </w:numPr>
    </w:pPr>
    <w:rPr>
      <w:spacing w:val="-20"/>
    </w:rPr>
  </w:style>
  <w:style w:type="paragraph" w:customStyle="1" w:styleId="Pealkiri81">
    <w:name w:val="Pealkiri 81"/>
    <w:basedOn w:val="Normal"/>
    <w:rsid w:val="00327C6D"/>
    <w:pPr>
      <w:numPr>
        <w:ilvl w:val="7"/>
        <w:numId w:val="11"/>
      </w:numPr>
    </w:pPr>
    <w:rPr>
      <w:spacing w:val="-20"/>
    </w:rPr>
  </w:style>
  <w:style w:type="paragraph" w:customStyle="1" w:styleId="Pealkiri91">
    <w:name w:val="Pealkiri 91"/>
    <w:basedOn w:val="Normal"/>
    <w:rsid w:val="00327C6D"/>
    <w:pPr>
      <w:numPr>
        <w:ilvl w:val="8"/>
        <w:numId w:val="11"/>
      </w:numPr>
    </w:pPr>
    <w:rPr>
      <w:spacing w:val="-20"/>
    </w:rPr>
  </w:style>
  <w:style w:type="character" w:customStyle="1" w:styleId="ListParagraphChar">
    <w:name w:val="List Paragraph Char"/>
    <w:aliases w:val="Mummuga loetelu Char,Loendi l›ik Char"/>
    <w:link w:val="ListParagraph"/>
    <w:uiPriority w:val="34"/>
    <w:locked/>
    <w:rsid w:val="00D26B3F"/>
    <w:rPr>
      <w:rFonts w:ascii="Times New Roman" w:eastAsia="Times New Roman" w:hAnsi="Times New Roman" w:cs="Times New Roman"/>
      <w:sz w:val="24"/>
      <w:szCs w:val="24"/>
    </w:rPr>
  </w:style>
  <w:style w:type="paragraph" w:customStyle="1" w:styleId="Default">
    <w:name w:val="Default"/>
    <w:rsid w:val="00580E3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Revision">
    <w:name w:val="Revision"/>
    <w:hidden/>
    <w:uiPriority w:val="99"/>
    <w:semiHidden/>
    <w:rsid w:val="00451528"/>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1692E"/>
    <w:rPr>
      <w:color w:val="605E5C"/>
      <w:shd w:val="clear" w:color="auto" w:fill="E1DFDD"/>
    </w:rPr>
  </w:style>
  <w:style w:type="paragraph" w:customStyle="1" w:styleId="Normaallaad1">
    <w:name w:val="Normaallaad1"/>
    <w:rsid w:val="007F650A"/>
    <w:pPr>
      <w:suppressAutoHyphens/>
      <w:autoSpaceDN w:val="0"/>
      <w:spacing w:after="0" w:line="240" w:lineRule="auto"/>
    </w:pPr>
    <w:rPr>
      <w:rFonts w:ascii="Times New Roman" w:eastAsia="Times New Roman" w:hAnsi="Times New Roman" w:cs="Times New Roman"/>
      <w:sz w:val="24"/>
      <w:szCs w:val="24"/>
      <w:lang w:eastAsia="ar-SA"/>
    </w:rPr>
  </w:style>
  <w:style w:type="character" w:styleId="Mention">
    <w:name w:val="Mention"/>
    <w:basedOn w:val="DefaultParagraphFont"/>
    <w:uiPriority w:val="99"/>
    <w:unhideWhenUsed/>
    <w:rsid w:val="002250F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10400">
      <w:bodyDiv w:val="1"/>
      <w:marLeft w:val="0"/>
      <w:marRight w:val="0"/>
      <w:marTop w:val="0"/>
      <w:marBottom w:val="0"/>
      <w:divBdr>
        <w:top w:val="none" w:sz="0" w:space="0" w:color="auto"/>
        <w:left w:val="none" w:sz="0" w:space="0" w:color="auto"/>
        <w:bottom w:val="none" w:sz="0" w:space="0" w:color="auto"/>
        <w:right w:val="none" w:sz="0" w:space="0" w:color="auto"/>
      </w:divBdr>
    </w:div>
    <w:div w:id="272202927">
      <w:bodyDiv w:val="1"/>
      <w:marLeft w:val="0"/>
      <w:marRight w:val="0"/>
      <w:marTop w:val="0"/>
      <w:marBottom w:val="0"/>
      <w:divBdr>
        <w:top w:val="none" w:sz="0" w:space="0" w:color="auto"/>
        <w:left w:val="none" w:sz="0" w:space="0" w:color="auto"/>
        <w:bottom w:val="none" w:sz="0" w:space="0" w:color="auto"/>
        <w:right w:val="none" w:sz="0" w:space="0" w:color="auto"/>
      </w:divBdr>
    </w:div>
    <w:div w:id="584146561">
      <w:bodyDiv w:val="1"/>
      <w:marLeft w:val="0"/>
      <w:marRight w:val="0"/>
      <w:marTop w:val="0"/>
      <w:marBottom w:val="0"/>
      <w:divBdr>
        <w:top w:val="none" w:sz="0" w:space="0" w:color="auto"/>
        <w:left w:val="none" w:sz="0" w:space="0" w:color="auto"/>
        <w:bottom w:val="none" w:sz="0" w:space="0" w:color="auto"/>
        <w:right w:val="none" w:sz="0" w:space="0" w:color="auto"/>
      </w:divBdr>
    </w:div>
    <w:div w:id="586618013">
      <w:bodyDiv w:val="1"/>
      <w:marLeft w:val="0"/>
      <w:marRight w:val="0"/>
      <w:marTop w:val="0"/>
      <w:marBottom w:val="0"/>
      <w:divBdr>
        <w:top w:val="none" w:sz="0" w:space="0" w:color="auto"/>
        <w:left w:val="none" w:sz="0" w:space="0" w:color="auto"/>
        <w:bottom w:val="none" w:sz="0" w:space="0" w:color="auto"/>
        <w:right w:val="none" w:sz="0" w:space="0" w:color="auto"/>
      </w:divBdr>
    </w:div>
    <w:div w:id="686517675">
      <w:bodyDiv w:val="1"/>
      <w:marLeft w:val="0"/>
      <w:marRight w:val="0"/>
      <w:marTop w:val="0"/>
      <w:marBottom w:val="0"/>
      <w:divBdr>
        <w:top w:val="none" w:sz="0" w:space="0" w:color="auto"/>
        <w:left w:val="none" w:sz="0" w:space="0" w:color="auto"/>
        <w:bottom w:val="none" w:sz="0" w:space="0" w:color="auto"/>
        <w:right w:val="none" w:sz="0" w:space="0" w:color="auto"/>
      </w:divBdr>
    </w:div>
    <w:div w:id="772435772">
      <w:bodyDiv w:val="1"/>
      <w:marLeft w:val="0"/>
      <w:marRight w:val="0"/>
      <w:marTop w:val="0"/>
      <w:marBottom w:val="0"/>
      <w:divBdr>
        <w:top w:val="none" w:sz="0" w:space="0" w:color="auto"/>
        <w:left w:val="none" w:sz="0" w:space="0" w:color="auto"/>
        <w:bottom w:val="none" w:sz="0" w:space="0" w:color="auto"/>
        <w:right w:val="none" w:sz="0" w:space="0" w:color="auto"/>
      </w:divBdr>
    </w:div>
    <w:div w:id="1009719301">
      <w:bodyDiv w:val="1"/>
      <w:marLeft w:val="0"/>
      <w:marRight w:val="0"/>
      <w:marTop w:val="0"/>
      <w:marBottom w:val="0"/>
      <w:divBdr>
        <w:top w:val="none" w:sz="0" w:space="0" w:color="auto"/>
        <w:left w:val="none" w:sz="0" w:space="0" w:color="auto"/>
        <w:bottom w:val="none" w:sz="0" w:space="0" w:color="auto"/>
        <w:right w:val="none" w:sz="0" w:space="0" w:color="auto"/>
      </w:divBdr>
    </w:div>
    <w:div w:id="1367833087">
      <w:bodyDiv w:val="1"/>
      <w:marLeft w:val="0"/>
      <w:marRight w:val="0"/>
      <w:marTop w:val="0"/>
      <w:marBottom w:val="0"/>
      <w:divBdr>
        <w:top w:val="none" w:sz="0" w:space="0" w:color="auto"/>
        <w:left w:val="none" w:sz="0" w:space="0" w:color="auto"/>
        <w:bottom w:val="none" w:sz="0" w:space="0" w:color="auto"/>
        <w:right w:val="none" w:sz="0" w:space="0" w:color="auto"/>
      </w:divBdr>
    </w:div>
    <w:div w:id="1429303845">
      <w:bodyDiv w:val="1"/>
      <w:marLeft w:val="0"/>
      <w:marRight w:val="0"/>
      <w:marTop w:val="0"/>
      <w:marBottom w:val="0"/>
      <w:divBdr>
        <w:top w:val="none" w:sz="0" w:space="0" w:color="auto"/>
        <w:left w:val="none" w:sz="0" w:space="0" w:color="auto"/>
        <w:bottom w:val="none" w:sz="0" w:space="0" w:color="auto"/>
        <w:right w:val="none" w:sz="0" w:space="0" w:color="auto"/>
      </w:divBdr>
    </w:div>
    <w:div w:id="1501307737">
      <w:bodyDiv w:val="1"/>
      <w:marLeft w:val="0"/>
      <w:marRight w:val="0"/>
      <w:marTop w:val="0"/>
      <w:marBottom w:val="0"/>
      <w:divBdr>
        <w:top w:val="none" w:sz="0" w:space="0" w:color="auto"/>
        <w:left w:val="none" w:sz="0" w:space="0" w:color="auto"/>
        <w:bottom w:val="none" w:sz="0" w:space="0" w:color="auto"/>
        <w:right w:val="none" w:sz="0" w:space="0" w:color="auto"/>
      </w:divBdr>
    </w:div>
    <w:div w:id="1569027343">
      <w:bodyDiv w:val="1"/>
      <w:marLeft w:val="0"/>
      <w:marRight w:val="0"/>
      <w:marTop w:val="0"/>
      <w:marBottom w:val="0"/>
      <w:divBdr>
        <w:top w:val="none" w:sz="0" w:space="0" w:color="auto"/>
        <w:left w:val="none" w:sz="0" w:space="0" w:color="auto"/>
        <w:bottom w:val="none" w:sz="0" w:space="0" w:color="auto"/>
        <w:right w:val="none" w:sz="0" w:space="0" w:color="auto"/>
      </w:divBdr>
    </w:div>
    <w:div w:id="1578518447">
      <w:bodyDiv w:val="1"/>
      <w:marLeft w:val="0"/>
      <w:marRight w:val="0"/>
      <w:marTop w:val="0"/>
      <w:marBottom w:val="0"/>
      <w:divBdr>
        <w:top w:val="none" w:sz="0" w:space="0" w:color="auto"/>
        <w:left w:val="none" w:sz="0" w:space="0" w:color="auto"/>
        <w:bottom w:val="none" w:sz="0" w:space="0" w:color="auto"/>
        <w:right w:val="none" w:sz="0" w:space="0" w:color="auto"/>
      </w:divBdr>
    </w:div>
    <w:div w:id="1792674358">
      <w:bodyDiv w:val="1"/>
      <w:marLeft w:val="0"/>
      <w:marRight w:val="0"/>
      <w:marTop w:val="0"/>
      <w:marBottom w:val="0"/>
      <w:divBdr>
        <w:top w:val="none" w:sz="0" w:space="0" w:color="auto"/>
        <w:left w:val="none" w:sz="0" w:space="0" w:color="auto"/>
        <w:bottom w:val="none" w:sz="0" w:space="0" w:color="auto"/>
        <w:right w:val="none" w:sz="0" w:space="0" w:color="auto"/>
      </w:divBdr>
    </w:div>
    <w:div w:id="18247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v\AppData\Local\Microsoft\Windows\INetCache\IE\N1OGIA8R\metsakasvatusteenuse%20t&#246;&#246;v&#245;tuleping%20juriidilise%20isikuga%20mur%20ja%20mut.dotx" TargetMode="External"/></Relationships>
</file>

<file path=word/documenttasks/documenttasks1.xml><?xml version="1.0" encoding="utf-8"?>
<t:Tasks xmlns:t="http://schemas.microsoft.com/office/tasks/2019/documenttasks" xmlns:oel="http://schemas.microsoft.com/office/2019/extlst">
  <t:Task id="{95ADD8C5-149E-4ACC-8000-269E5ED0376D}">
    <t:Anchor>
      <t:Comment id="471982403"/>
    </t:Anchor>
    <t:History>
      <t:Event id="{D37A89A7-74B6-4DBE-B0A3-3C7BBC172BA5}" time="2025-05-06T08:38:22.738Z">
        <t:Attribution userId="S::katrin.ametmaa@rmk.ee::fe3038dd-28cb-454b-b0e3-347072783a51" userProvider="AD" userName="Katrin Ametmaa"/>
        <t:Anchor>
          <t:Comment id="471982403"/>
        </t:Anchor>
        <t:Create/>
      </t:Event>
      <t:Event id="{CE806115-1303-4390-ADFB-C8EBE176DB01}" time="2025-05-06T08:38:22.738Z">
        <t:Attribution userId="S::katrin.ametmaa@rmk.ee::fe3038dd-28cb-454b-b0e3-347072783a51" userProvider="AD" userName="Katrin Ametmaa"/>
        <t:Anchor>
          <t:Comment id="471982403"/>
        </t:Anchor>
        <t:Assign userId="S::toomas.vaat@rmk.ee::c29bd7b3-749f-4b92-bcf7-ae8c40ecef90" userProvider="AD" userName="Toomas Väät | RMK"/>
      </t:Event>
      <t:Event id="{3A6398FF-CA08-4AE2-B588-37268C28460F}" time="2025-05-06T08:38:22.738Z">
        <t:Attribution userId="S::katrin.ametmaa@rmk.ee::fe3038dd-28cb-454b-b0e3-347072783a51" userProvider="AD" userName="Katrin Ametmaa"/>
        <t:Anchor>
          <t:Comment id="471982403"/>
        </t:Anchor>
        <t:SetTitle title="@Toomas Väät | RMK Kas siin ka hoopis nii: Tellija esitab töövõtjale allkirjastamiseks lisa 1 „Ulukitõrjetööde töömahtude tabel“ 14 (neljateistkümne) päeva jooksul pärast raamlepingu jõustumist. Ulukitõrjetööde töömahtude tabel loetakse töövõtja poolt…"/>
      </t:Event>
      <t:Event id="{A0D00858-E1B2-4BB1-A17F-383BDF929951}" time="2025-05-06T08:44:22.619Z">
        <t:Attribution userId="S::katrin.ametmaa@rmk.ee::fe3038dd-28cb-454b-b0e3-347072783a51" userProvider="AD" userName="Katrin Ametmaa"/>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39D524976D41258874D5C8ECFFA6A8"/>
        <w:category>
          <w:name w:val="General"/>
          <w:gallery w:val="placeholder"/>
        </w:category>
        <w:types>
          <w:type w:val="bbPlcHdr"/>
        </w:types>
        <w:behaviors>
          <w:behavior w:val="content"/>
        </w:behaviors>
        <w:guid w:val="{D77CA557-F886-4575-9149-5B5D56FE03CB}"/>
      </w:docPartPr>
      <w:docPartBody>
        <w:p w:rsidR="00895305" w:rsidRDefault="00CA3761" w:rsidP="00CA3761">
          <w:pPr>
            <w:pStyle w:val="9939D524976D41258874D5C8ECFFA6A8"/>
          </w:pPr>
          <w:r w:rsidRPr="00BE118B">
            <w:rPr>
              <w:rStyle w:val="PlaceholderText"/>
            </w:rPr>
            <w:t>Click here to enter a date.</w:t>
          </w:r>
        </w:p>
      </w:docPartBody>
    </w:docPart>
    <w:docPart>
      <w:docPartPr>
        <w:name w:val="EF9B7C41C5454352874B8EB2550AAE68"/>
        <w:category>
          <w:name w:val="General"/>
          <w:gallery w:val="placeholder"/>
        </w:category>
        <w:types>
          <w:type w:val="bbPlcHdr"/>
        </w:types>
        <w:behaviors>
          <w:behavior w:val="content"/>
        </w:behaviors>
        <w:guid w:val="{2C36F910-5142-4755-8895-5D304EBD259D}"/>
      </w:docPartPr>
      <w:docPartBody>
        <w:p w:rsidR="00895305" w:rsidRDefault="00CA3761" w:rsidP="00CA3761">
          <w:pPr>
            <w:pStyle w:val="EF9B7C41C5454352874B8EB2550AAE68"/>
          </w:pPr>
          <w:r w:rsidRPr="00BE118B">
            <w:rPr>
              <w:rStyle w:val="PlaceholderText"/>
            </w:rPr>
            <w:t>Choose an item.</w:t>
          </w:r>
        </w:p>
      </w:docPartBody>
    </w:docPart>
    <w:docPart>
      <w:docPartPr>
        <w:name w:val="85C9FAE063174C5E90D9FD8EC9301E33"/>
        <w:category>
          <w:name w:val="General"/>
          <w:gallery w:val="placeholder"/>
        </w:category>
        <w:types>
          <w:type w:val="bbPlcHdr"/>
        </w:types>
        <w:behaviors>
          <w:behavior w:val="content"/>
        </w:behaviors>
        <w:guid w:val="{0FB27B64-EE6E-4464-B50E-87EC8BA435A4}"/>
      </w:docPartPr>
      <w:docPartBody>
        <w:p w:rsidR="00895305" w:rsidRDefault="00CA3761" w:rsidP="00CA3761">
          <w:pPr>
            <w:pStyle w:val="85C9FAE063174C5E90D9FD8EC9301E33"/>
          </w:pPr>
          <w:r w:rsidRPr="00BE118B">
            <w:rPr>
              <w:rStyle w:val="PlaceholderText"/>
            </w:rPr>
            <w:t>Choose an item.</w:t>
          </w:r>
        </w:p>
      </w:docPartBody>
    </w:docPart>
    <w:docPart>
      <w:docPartPr>
        <w:name w:val="47E9E0044A1C4E7AAC63501FE2B1AF4E"/>
        <w:category>
          <w:name w:val="General"/>
          <w:gallery w:val="placeholder"/>
        </w:category>
        <w:types>
          <w:type w:val="bbPlcHdr"/>
        </w:types>
        <w:behaviors>
          <w:behavior w:val="content"/>
        </w:behaviors>
        <w:guid w:val="{31A9B20A-E368-4231-9A0B-76A6EAA1678C}"/>
      </w:docPartPr>
      <w:docPartBody>
        <w:p w:rsidR="00895305" w:rsidRDefault="00CA3761" w:rsidP="00CA3761">
          <w:pPr>
            <w:pStyle w:val="47E9E0044A1C4E7AAC63501FE2B1AF4E"/>
          </w:pPr>
          <w:r w:rsidRPr="00BE118B">
            <w:rPr>
              <w:rStyle w:val="PlaceholderText"/>
            </w:rPr>
            <w:t>Click here to enter a date.</w:t>
          </w:r>
        </w:p>
      </w:docPartBody>
    </w:docPart>
    <w:docPart>
      <w:docPartPr>
        <w:name w:val="6A5E5B4633F44A83A5F3237C84C34047"/>
        <w:category>
          <w:name w:val="General"/>
          <w:gallery w:val="placeholder"/>
        </w:category>
        <w:types>
          <w:type w:val="bbPlcHdr"/>
        </w:types>
        <w:behaviors>
          <w:behavior w:val="content"/>
        </w:behaviors>
        <w:guid w:val="{F5DE3AB7-B03E-4DF5-B02F-68CBC3D5EF7C}"/>
      </w:docPartPr>
      <w:docPartBody>
        <w:p w:rsidR="00895305" w:rsidRDefault="00CA3761" w:rsidP="00CA3761">
          <w:pPr>
            <w:pStyle w:val="6A5E5B4633F44A83A5F3237C84C34047"/>
          </w:pPr>
          <w:r w:rsidRPr="00BE118B">
            <w:rPr>
              <w:rStyle w:val="PlaceholderText"/>
            </w:rPr>
            <w:t>Choose an item.</w:t>
          </w:r>
        </w:p>
      </w:docPartBody>
    </w:docPart>
    <w:docPart>
      <w:docPartPr>
        <w:name w:val="06ED4D043CD04065AF539DF769B1562A"/>
        <w:category>
          <w:name w:val="General"/>
          <w:gallery w:val="placeholder"/>
        </w:category>
        <w:types>
          <w:type w:val="bbPlcHdr"/>
        </w:types>
        <w:behaviors>
          <w:behavior w:val="content"/>
        </w:behaviors>
        <w:guid w:val="{95167132-309E-49A3-87EF-0A4B6714DDA8}"/>
      </w:docPartPr>
      <w:docPartBody>
        <w:p w:rsidR="00895305" w:rsidRDefault="00CA3761" w:rsidP="00CA3761">
          <w:pPr>
            <w:pStyle w:val="06ED4D043CD04065AF539DF769B1562A"/>
          </w:pPr>
          <w:r w:rsidRPr="00BE118B">
            <w:rPr>
              <w:rStyle w:val="PlaceholderText"/>
            </w:rPr>
            <w:t>Choose an item.</w:t>
          </w:r>
        </w:p>
      </w:docPartBody>
    </w:docPart>
    <w:docPart>
      <w:docPartPr>
        <w:name w:val="98771FFB5FA345029DEF156C9FA9138A"/>
        <w:category>
          <w:name w:val="Üldine"/>
          <w:gallery w:val="placeholder"/>
        </w:category>
        <w:types>
          <w:type w:val="bbPlcHdr"/>
        </w:types>
        <w:behaviors>
          <w:behavior w:val="content"/>
        </w:behaviors>
        <w:guid w:val="{B7ACEE20-7AF2-4A07-807B-BEF0C472A751}"/>
      </w:docPartPr>
      <w:docPartBody>
        <w:p w:rsidR="00345C47" w:rsidRDefault="00AC5A70" w:rsidP="00AC5A70">
          <w:pPr>
            <w:pStyle w:val="98771FFB5FA345029DEF156C9FA9138A"/>
          </w:pPr>
          <w:r w:rsidRPr="00BE118B">
            <w:rPr>
              <w:rStyle w:val="PlaceholderText"/>
            </w:rPr>
            <w:t>Choose an item.</w:t>
          </w:r>
        </w:p>
      </w:docPartBody>
    </w:docPart>
    <w:docPart>
      <w:docPartPr>
        <w:name w:val="6064FF5CC7134F3BAE4C461A3733E30D"/>
        <w:category>
          <w:name w:val="Üldine"/>
          <w:gallery w:val="placeholder"/>
        </w:category>
        <w:types>
          <w:type w:val="bbPlcHdr"/>
        </w:types>
        <w:behaviors>
          <w:behavior w:val="content"/>
        </w:behaviors>
        <w:guid w:val="{8D528904-E39B-4019-8AA3-AFA169436716}"/>
      </w:docPartPr>
      <w:docPartBody>
        <w:p w:rsidR="00345C47" w:rsidRDefault="00AC5A70" w:rsidP="00AC5A70">
          <w:pPr>
            <w:pStyle w:val="6064FF5CC7134F3BAE4C461A3733E30D"/>
          </w:pPr>
          <w:r w:rsidRPr="00BE118B">
            <w:rPr>
              <w:rStyle w:val="PlaceholderText"/>
            </w:rPr>
            <w:t>Click here to enter a date.</w:t>
          </w:r>
        </w:p>
      </w:docPartBody>
    </w:docPart>
    <w:docPart>
      <w:docPartPr>
        <w:name w:val="CBF83E312D3649CE8CB0CCEC0E52B726"/>
        <w:category>
          <w:name w:val="Üldine"/>
          <w:gallery w:val="placeholder"/>
        </w:category>
        <w:types>
          <w:type w:val="bbPlcHdr"/>
        </w:types>
        <w:behaviors>
          <w:behavior w:val="content"/>
        </w:behaviors>
        <w:guid w:val="{1B5B12DC-C02A-4B38-BE4E-624B01028490}"/>
      </w:docPartPr>
      <w:docPartBody>
        <w:p w:rsidR="00345C47" w:rsidRDefault="00AC5A70" w:rsidP="00AC5A70">
          <w:pPr>
            <w:pStyle w:val="CBF83E312D3649CE8CB0CCEC0E52B726"/>
          </w:pPr>
          <w:r w:rsidRPr="00BE118B">
            <w:rPr>
              <w:rStyle w:val="PlaceholderText"/>
            </w:rPr>
            <w:t>Click here to enter a date.</w:t>
          </w:r>
        </w:p>
      </w:docPartBody>
    </w:docPart>
    <w:docPart>
      <w:docPartPr>
        <w:name w:val="DAAAE64A8C1843F0AECA0F1CCF523B6C"/>
        <w:category>
          <w:name w:val="Üldine"/>
          <w:gallery w:val="placeholder"/>
        </w:category>
        <w:types>
          <w:type w:val="bbPlcHdr"/>
        </w:types>
        <w:behaviors>
          <w:behavior w:val="content"/>
        </w:behaviors>
        <w:guid w:val="{BAE9A1B6-91B6-4BA2-841D-A88865EA09B3}"/>
      </w:docPartPr>
      <w:docPartBody>
        <w:p w:rsidR="0031587C" w:rsidRDefault="00345C47" w:rsidP="00345C47">
          <w:pPr>
            <w:pStyle w:val="DAAAE64A8C1843F0AECA0F1CCF523B6C"/>
          </w:pPr>
          <w:r w:rsidRPr="00BE118B">
            <w:rPr>
              <w:rStyle w:val="PlaceholderText"/>
            </w:rPr>
            <w:t>Choose an item.</w:t>
          </w:r>
        </w:p>
      </w:docPartBody>
    </w:docPart>
    <w:docPart>
      <w:docPartPr>
        <w:name w:val="BF556F8AFDD94664AF85E0CAACC87D8E"/>
        <w:category>
          <w:name w:val="Üldine"/>
          <w:gallery w:val="placeholder"/>
        </w:category>
        <w:types>
          <w:type w:val="bbPlcHdr"/>
        </w:types>
        <w:behaviors>
          <w:behavior w:val="content"/>
        </w:behaviors>
        <w:guid w:val="{31FC6972-553C-444C-B304-28C820F51C82}"/>
      </w:docPartPr>
      <w:docPartBody>
        <w:p w:rsidR="0031587C" w:rsidRDefault="00345C47" w:rsidP="00345C47">
          <w:pPr>
            <w:pStyle w:val="BF556F8AFDD94664AF85E0CAACC87D8E"/>
          </w:pPr>
          <w:r w:rsidRPr="00BE118B">
            <w:rPr>
              <w:rStyle w:val="PlaceholderText"/>
            </w:rPr>
            <w:t>Choose an item.</w:t>
          </w:r>
        </w:p>
      </w:docPartBody>
    </w:docPart>
    <w:docPart>
      <w:docPartPr>
        <w:name w:val="ADD703CAB0244026B09E37C88DFFE94C"/>
        <w:category>
          <w:name w:val="Üldine"/>
          <w:gallery w:val="placeholder"/>
        </w:category>
        <w:types>
          <w:type w:val="bbPlcHdr"/>
        </w:types>
        <w:behaviors>
          <w:behavior w:val="content"/>
        </w:behaviors>
        <w:guid w:val="{7C3D1B2B-F741-43BD-83B5-7E455B9E9BAC}"/>
      </w:docPartPr>
      <w:docPartBody>
        <w:p w:rsidR="008209DD" w:rsidRDefault="00E459FD" w:rsidP="00E459FD">
          <w:pPr>
            <w:pStyle w:val="ADD703CAB0244026B09E37C88DFFE94C"/>
          </w:pPr>
          <w:r w:rsidRPr="00BE118B">
            <w:rPr>
              <w:rStyle w:val="PlaceholderText"/>
            </w:rPr>
            <w:t>Choose an item.</w:t>
          </w:r>
        </w:p>
      </w:docPartBody>
    </w:docPart>
    <w:docPart>
      <w:docPartPr>
        <w:name w:val="471ABD3A3DDF41FA810E471FA5F35532"/>
        <w:category>
          <w:name w:val="Üldine"/>
          <w:gallery w:val="placeholder"/>
        </w:category>
        <w:types>
          <w:type w:val="bbPlcHdr"/>
        </w:types>
        <w:behaviors>
          <w:behavior w:val="content"/>
        </w:behaviors>
        <w:guid w:val="{5716D539-C80B-46C0-B37A-44DC37D5CFC9}"/>
      </w:docPartPr>
      <w:docPartBody>
        <w:p w:rsidR="00C60C8F" w:rsidRDefault="008209DD" w:rsidP="008209DD">
          <w:pPr>
            <w:pStyle w:val="471ABD3A3DDF41FA810E471FA5F35532"/>
          </w:pPr>
          <w:r w:rsidRPr="00BE118B">
            <w:rPr>
              <w:rStyle w:val="PlaceholderText"/>
            </w:rPr>
            <w:t>Choose an item.</w:t>
          </w:r>
        </w:p>
      </w:docPartBody>
    </w:docPart>
    <w:docPart>
      <w:docPartPr>
        <w:name w:val="4CAD0EEE824548398396602CEEFCDD9C"/>
        <w:category>
          <w:name w:val="General"/>
          <w:gallery w:val="placeholder"/>
        </w:category>
        <w:types>
          <w:type w:val="bbPlcHdr"/>
        </w:types>
        <w:behaviors>
          <w:behavior w:val="content"/>
        </w:behaviors>
        <w:guid w:val="{29A6DE93-4E5E-4F66-85DF-68D73A1F9B35}"/>
      </w:docPartPr>
      <w:docPartBody>
        <w:p w:rsidR="00CE287A" w:rsidRDefault="00305B56" w:rsidP="00305B56">
          <w:pPr>
            <w:pStyle w:val="4CAD0EEE824548398396602CEEFCDD9C"/>
          </w:pPr>
          <w:r w:rsidRPr="00BE118B">
            <w:rPr>
              <w:rStyle w:val="PlaceholderText"/>
            </w:rPr>
            <w:t>Choose an item.</w:t>
          </w:r>
        </w:p>
      </w:docPartBody>
    </w:docPart>
    <w:docPart>
      <w:docPartPr>
        <w:name w:val="B2462104B2B14CF3B2240A62E1183A78"/>
        <w:category>
          <w:name w:val="General"/>
          <w:gallery w:val="placeholder"/>
        </w:category>
        <w:types>
          <w:type w:val="bbPlcHdr"/>
        </w:types>
        <w:behaviors>
          <w:behavior w:val="content"/>
        </w:behaviors>
        <w:guid w:val="{C3F6B4BD-6370-4981-BEB8-609312AF7ED0}"/>
      </w:docPartPr>
      <w:docPartBody>
        <w:p w:rsidR="00CE287A" w:rsidRDefault="00305B56" w:rsidP="00305B56">
          <w:pPr>
            <w:pStyle w:val="B2462104B2B14CF3B2240A62E1183A78"/>
          </w:pPr>
          <w:r w:rsidRPr="00BE118B">
            <w:rPr>
              <w:rStyle w:val="PlaceholderText"/>
            </w:rPr>
            <w:t>Choose an item.</w:t>
          </w:r>
        </w:p>
      </w:docPartBody>
    </w:docPart>
    <w:docPart>
      <w:docPartPr>
        <w:name w:val="8B3E9B0C2D6B4CC8A2F09E3D2703F85B"/>
        <w:category>
          <w:name w:val="General"/>
          <w:gallery w:val="placeholder"/>
        </w:category>
        <w:types>
          <w:type w:val="bbPlcHdr"/>
        </w:types>
        <w:behaviors>
          <w:behavior w:val="content"/>
        </w:behaviors>
        <w:guid w:val="{F1124886-2430-4424-93D9-E74CC23DD628}"/>
      </w:docPartPr>
      <w:docPartBody>
        <w:p w:rsidR="00CE287A" w:rsidRDefault="00305B56" w:rsidP="00305B56">
          <w:pPr>
            <w:pStyle w:val="8B3E9B0C2D6B4CC8A2F09E3D2703F85B"/>
          </w:pPr>
          <w:r w:rsidRPr="00BE118B">
            <w:rPr>
              <w:rStyle w:val="PlaceholderText"/>
            </w:rPr>
            <w:t>Click here to enter a date.</w:t>
          </w:r>
        </w:p>
      </w:docPartBody>
    </w:docPart>
    <w:docPart>
      <w:docPartPr>
        <w:name w:val="7E4491A076D94CCBA24C1E31D56B4B34"/>
        <w:category>
          <w:name w:val="General"/>
          <w:gallery w:val="placeholder"/>
        </w:category>
        <w:types>
          <w:type w:val="bbPlcHdr"/>
        </w:types>
        <w:behaviors>
          <w:behavior w:val="content"/>
        </w:behaviors>
        <w:guid w:val="{2D8C8871-5581-4AEA-9BE5-3C9CD1B5DC14}"/>
      </w:docPartPr>
      <w:docPartBody>
        <w:p w:rsidR="00CE287A" w:rsidRDefault="00305B56" w:rsidP="00305B56">
          <w:pPr>
            <w:pStyle w:val="7E4491A076D94CCBA24C1E31D56B4B34"/>
          </w:pPr>
          <w:r w:rsidRPr="00BE118B">
            <w:rPr>
              <w:rStyle w:val="PlaceholderText"/>
            </w:rPr>
            <w:t>Choose an item.</w:t>
          </w:r>
        </w:p>
      </w:docPartBody>
    </w:docPart>
    <w:docPart>
      <w:docPartPr>
        <w:name w:val="4CDC214CF25D44E5AFE21304F69D997E"/>
        <w:category>
          <w:name w:val="General"/>
          <w:gallery w:val="placeholder"/>
        </w:category>
        <w:types>
          <w:type w:val="bbPlcHdr"/>
        </w:types>
        <w:behaviors>
          <w:behavior w:val="content"/>
        </w:behaviors>
        <w:guid w:val="{716BB7D2-745A-4BE6-99A4-0AE0EFF49768}"/>
      </w:docPartPr>
      <w:docPartBody>
        <w:p w:rsidR="00CE287A" w:rsidRDefault="00305B56" w:rsidP="00305B56">
          <w:pPr>
            <w:pStyle w:val="4CDC214CF25D44E5AFE21304F69D997E"/>
          </w:pPr>
          <w:r w:rsidRPr="00BE118B">
            <w:rPr>
              <w:rStyle w:val="PlaceholderText"/>
            </w:rPr>
            <w:t>Choose an item.</w:t>
          </w:r>
        </w:p>
      </w:docPartBody>
    </w:docPart>
    <w:docPart>
      <w:docPartPr>
        <w:name w:val="E5BF77F697C443EC836313D6C1EAD570"/>
        <w:category>
          <w:name w:val="General"/>
          <w:gallery w:val="placeholder"/>
        </w:category>
        <w:types>
          <w:type w:val="bbPlcHdr"/>
        </w:types>
        <w:behaviors>
          <w:behavior w:val="content"/>
        </w:behaviors>
        <w:guid w:val="{44A6F10B-1A60-4102-818D-B60993C0F01E}"/>
      </w:docPartPr>
      <w:docPartBody>
        <w:p w:rsidR="007D6A0B" w:rsidRDefault="006A2421" w:rsidP="006A2421">
          <w:pPr>
            <w:pStyle w:val="E5BF77F697C443EC836313D6C1EAD570"/>
          </w:pPr>
          <w:r w:rsidRPr="00BE118B">
            <w:rPr>
              <w:rStyle w:val="PlaceholderText"/>
            </w:rPr>
            <w:t>Click here to enter a date.</w:t>
          </w:r>
        </w:p>
      </w:docPartBody>
    </w:docPart>
    <w:docPart>
      <w:docPartPr>
        <w:name w:val="91ACFCAC12C4472B9D6F594C1C095171"/>
        <w:category>
          <w:name w:val="General"/>
          <w:gallery w:val="placeholder"/>
        </w:category>
        <w:types>
          <w:type w:val="bbPlcHdr"/>
        </w:types>
        <w:behaviors>
          <w:behavior w:val="content"/>
        </w:behaviors>
        <w:guid w:val="{6161E298-FB9A-4662-B775-69C3C2920D9B}"/>
      </w:docPartPr>
      <w:docPartBody>
        <w:p w:rsidR="00B40386" w:rsidRDefault="00B40386" w:rsidP="00B40386">
          <w:pPr>
            <w:pStyle w:val="91ACFCAC12C4472B9D6F594C1C095171"/>
          </w:pPr>
          <w:r w:rsidRPr="00BE118B">
            <w:rPr>
              <w:rStyle w:val="PlaceholderText"/>
            </w:rPr>
            <w:t>Click here to enter a date.</w:t>
          </w:r>
        </w:p>
      </w:docPartBody>
    </w:docPart>
    <w:docPart>
      <w:docPartPr>
        <w:name w:val="250DBD09011045B09E7AFBB1210EA931"/>
        <w:category>
          <w:name w:val="General"/>
          <w:gallery w:val="placeholder"/>
        </w:category>
        <w:types>
          <w:type w:val="bbPlcHdr"/>
        </w:types>
        <w:behaviors>
          <w:behavior w:val="content"/>
        </w:behaviors>
        <w:guid w:val="{D96E6CDE-6B84-45D3-818D-C5CE85216ECF}"/>
      </w:docPartPr>
      <w:docPartBody>
        <w:p w:rsidR="00B40386" w:rsidRDefault="00B40386" w:rsidP="00B40386">
          <w:pPr>
            <w:pStyle w:val="250DBD09011045B09E7AFBB1210EA931"/>
          </w:pPr>
          <w:r w:rsidRPr="00BE118B">
            <w:rPr>
              <w:rStyle w:val="PlaceholderText"/>
            </w:rPr>
            <w:t>Choose an item.</w:t>
          </w:r>
        </w:p>
      </w:docPartBody>
    </w:docPart>
    <w:docPart>
      <w:docPartPr>
        <w:name w:val="B89B9FFA15EC4F35AA765F9DDC10B606"/>
        <w:category>
          <w:name w:val="General"/>
          <w:gallery w:val="placeholder"/>
        </w:category>
        <w:types>
          <w:type w:val="bbPlcHdr"/>
        </w:types>
        <w:behaviors>
          <w:behavior w:val="content"/>
        </w:behaviors>
        <w:guid w:val="{5220ABFF-A5EA-4942-9FA8-C0780863A013}"/>
      </w:docPartPr>
      <w:docPartBody>
        <w:p w:rsidR="00B40386" w:rsidRDefault="00B40386" w:rsidP="00B40386">
          <w:pPr>
            <w:pStyle w:val="B89B9FFA15EC4F35AA765F9DDC10B606"/>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761"/>
    <w:rsid w:val="000215E4"/>
    <w:rsid w:val="0002597E"/>
    <w:rsid w:val="000C5F7D"/>
    <w:rsid w:val="00101A78"/>
    <w:rsid w:val="00156FC4"/>
    <w:rsid w:val="001726B7"/>
    <w:rsid w:val="0017793D"/>
    <w:rsid w:val="0019312B"/>
    <w:rsid w:val="001B16B7"/>
    <w:rsid w:val="00202F48"/>
    <w:rsid w:val="00205ECE"/>
    <w:rsid w:val="002B1C69"/>
    <w:rsid w:val="002B3D05"/>
    <w:rsid w:val="002C7589"/>
    <w:rsid w:val="00305B56"/>
    <w:rsid w:val="0031587C"/>
    <w:rsid w:val="00345C47"/>
    <w:rsid w:val="00353626"/>
    <w:rsid w:val="00370BFE"/>
    <w:rsid w:val="00375AEA"/>
    <w:rsid w:val="00377E44"/>
    <w:rsid w:val="003A0772"/>
    <w:rsid w:val="003A368A"/>
    <w:rsid w:val="003A4CB3"/>
    <w:rsid w:val="0045311F"/>
    <w:rsid w:val="00476BCA"/>
    <w:rsid w:val="005122F8"/>
    <w:rsid w:val="0053239A"/>
    <w:rsid w:val="005847A4"/>
    <w:rsid w:val="00590973"/>
    <w:rsid w:val="00656B73"/>
    <w:rsid w:val="00694A97"/>
    <w:rsid w:val="006A2421"/>
    <w:rsid w:val="006C7434"/>
    <w:rsid w:val="006F0449"/>
    <w:rsid w:val="006F2D65"/>
    <w:rsid w:val="00702F85"/>
    <w:rsid w:val="007D6A0B"/>
    <w:rsid w:val="008209DD"/>
    <w:rsid w:val="00827B1C"/>
    <w:rsid w:val="0083136C"/>
    <w:rsid w:val="00850A43"/>
    <w:rsid w:val="008624E2"/>
    <w:rsid w:val="008712EE"/>
    <w:rsid w:val="00890273"/>
    <w:rsid w:val="00895305"/>
    <w:rsid w:val="008A2E1E"/>
    <w:rsid w:val="008B6BB0"/>
    <w:rsid w:val="008E00B5"/>
    <w:rsid w:val="008F3237"/>
    <w:rsid w:val="00931830"/>
    <w:rsid w:val="009C6B68"/>
    <w:rsid w:val="009D061D"/>
    <w:rsid w:val="009D0CA3"/>
    <w:rsid w:val="009E7A43"/>
    <w:rsid w:val="00AA51C9"/>
    <w:rsid w:val="00AB4FAD"/>
    <w:rsid w:val="00AC5A70"/>
    <w:rsid w:val="00AE33ED"/>
    <w:rsid w:val="00B40386"/>
    <w:rsid w:val="00B647E2"/>
    <w:rsid w:val="00B715B7"/>
    <w:rsid w:val="00C15544"/>
    <w:rsid w:val="00C54D37"/>
    <w:rsid w:val="00C60C8F"/>
    <w:rsid w:val="00CA3761"/>
    <w:rsid w:val="00CB3B2A"/>
    <w:rsid w:val="00CE287A"/>
    <w:rsid w:val="00D71105"/>
    <w:rsid w:val="00DA6FDA"/>
    <w:rsid w:val="00DB2F3A"/>
    <w:rsid w:val="00DD572B"/>
    <w:rsid w:val="00E26291"/>
    <w:rsid w:val="00E459FD"/>
    <w:rsid w:val="00F24058"/>
    <w:rsid w:val="00F80AC1"/>
    <w:rsid w:val="00F8784D"/>
    <w:rsid w:val="00FC57C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0386"/>
    <w:rPr>
      <w:color w:val="808080"/>
    </w:rPr>
  </w:style>
  <w:style w:type="paragraph" w:customStyle="1" w:styleId="9939D524976D41258874D5C8ECFFA6A8">
    <w:name w:val="9939D524976D41258874D5C8ECFFA6A8"/>
    <w:rsid w:val="00CA3761"/>
  </w:style>
  <w:style w:type="paragraph" w:customStyle="1" w:styleId="EF9B7C41C5454352874B8EB2550AAE68">
    <w:name w:val="EF9B7C41C5454352874B8EB2550AAE68"/>
    <w:rsid w:val="00CA3761"/>
  </w:style>
  <w:style w:type="paragraph" w:customStyle="1" w:styleId="85C9FAE063174C5E90D9FD8EC9301E33">
    <w:name w:val="85C9FAE063174C5E90D9FD8EC9301E33"/>
    <w:rsid w:val="00CA3761"/>
  </w:style>
  <w:style w:type="paragraph" w:customStyle="1" w:styleId="47E9E0044A1C4E7AAC63501FE2B1AF4E">
    <w:name w:val="47E9E0044A1C4E7AAC63501FE2B1AF4E"/>
    <w:rsid w:val="00CA3761"/>
  </w:style>
  <w:style w:type="paragraph" w:customStyle="1" w:styleId="6A5E5B4633F44A83A5F3237C84C34047">
    <w:name w:val="6A5E5B4633F44A83A5F3237C84C34047"/>
    <w:rsid w:val="00CA3761"/>
  </w:style>
  <w:style w:type="paragraph" w:customStyle="1" w:styleId="06ED4D043CD04065AF539DF769B1562A">
    <w:name w:val="06ED4D043CD04065AF539DF769B1562A"/>
    <w:rsid w:val="00CA3761"/>
  </w:style>
  <w:style w:type="paragraph" w:customStyle="1" w:styleId="98771FFB5FA345029DEF156C9FA9138A">
    <w:name w:val="98771FFB5FA345029DEF156C9FA9138A"/>
    <w:rsid w:val="00AC5A70"/>
    <w:pPr>
      <w:spacing w:after="200" w:line="276" w:lineRule="auto"/>
    </w:pPr>
  </w:style>
  <w:style w:type="paragraph" w:customStyle="1" w:styleId="6064FF5CC7134F3BAE4C461A3733E30D">
    <w:name w:val="6064FF5CC7134F3BAE4C461A3733E30D"/>
    <w:rsid w:val="00AC5A70"/>
    <w:pPr>
      <w:spacing w:after="200" w:line="276" w:lineRule="auto"/>
    </w:pPr>
  </w:style>
  <w:style w:type="paragraph" w:customStyle="1" w:styleId="CBF83E312D3649CE8CB0CCEC0E52B726">
    <w:name w:val="CBF83E312D3649CE8CB0CCEC0E52B726"/>
    <w:rsid w:val="00AC5A70"/>
    <w:pPr>
      <w:spacing w:after="200" w:line="276" w:lineRule="auto"/>
    </w:pPr>
  </w:style>
  <w:style w:type="paragraph" w:customStyle="1" w:styleId="DAAAE64A8C1843F0AECA0F1CCF523B6C">
    <w:name w:val="DAAAE64A8C1843F0AECA0F1CCF523B6C"/>
    <w:rsid w:val="00345C47"/>
    <w:pPr>
      <w:spacing w:after="200" w:line="276" w:lineRule="auto"/>
    </w:pPr>
  </w:style>
  <w:style w:type="paragraph" w:customStyle="1" w:styleId="BF556F8AFDD94664AF85E0CAACC87D8E">
    <w:name w:val="BF556F8AFDD94664AF85E0CAACC87D8E"/>
    <w:rsid w:val="00345C47"/>
    <w:pPr>
      <w:spacing w:after="200" w:line="276" w:lineRule="auto"/>
    </w:pPr>
  </w:style>
  <w:style w:type="paragraph" w:customStyle="1" w:styleId="ADD703CAB0244026B09E37C88DFFE94C">
    <w:name w:val="ADD703CAB0244026B09E37C88DFFE94C"/>
    <w:rsid w:val="00E459FD"/>
    <w:pPr>
      <w:spacing w:after="200" w:line="276" w:lineRule="auto"/>
    </w:pPr>
  </w:style>
  <w:style w:type="paragraph" w:customStyle="1" w:styleId="471ABD3A3DDF41FA810E471FA5F35532">
    <w:name w:val="471ABD3A3DDF41FA810E471FA5F35532"/>
    <w:rsid w:val="008209DD"/>
    <w:pPr>
      <w:spacing w:after="200" w:line="276" w:lineRule="auto"/>
    </w:pPr>
  </w:style>
  <w:style w:type="paragraph" w:customStyle="1" w:styleId="4CAD0EEE824548398396602CEEFCDD9C">
    <w:name w:val="4CAD0EEE824548398396602CEEFCDD9C"/>
    <w:rsid w:val="00305B56"/>
    <w:rPr>
      <w:lang w:val="en-US" w:eastAsia="en-US"/>
    </w:rPr>
  </w:style>
  <w:style w:type="paragraph" w:customStyle="1" w:styleId="B2462104B2B14CF3B2240A62E1183A78">
    <w:name w:val="B2462104B2B14CF3B2240A62E1183A78"/>
    <w:rsid w:val="00305B56"/>
    <w:rPr>
      <w:lang w:val="en-US" w:eastAsia="en-US"/>
    </w:rPr>
  </w:style>
  <w:style w:type="paragraph" w:customStyle="1" w:styleId="8B3E9B0C2D6B4CC8A2F09E3D2703F85B">
    <w:name w:val="8B3E9B0C2D6B4CC8A2F09E3D2703F85B"/>
    <w:rsid w:val="00305B56"/>
    <w:rPr>
      <w:lang w:val="en-US" w:eastAsia="en-US"/>
    </w:rPr>
  </w:style>
  <w:style w:type="paragraph" w:customStyle="1" w:styleId="7E4491A076D94CCBA24C1E31D56B4B34">
    <w:name w:val="7E4491A076D94CCBA24C1E31D56B4B34"/>
    <w:rsid w:val="00305B56"/>
    <w:rPr>
      <w:lang w:val="en-US" w:eastAsia="en-US"/>
    </w:rPr>
  </w:style>
  <w:style w:type="paragraph" w:customStyle="1" w:styleId="4CDC214CF25D44E5AFE21304F69D997E">
    <w:name w:val="4CDC214CF25D44E5AFE21304F69D997E"/>
    <w:rsid w:val="00305B56"/>
    <w:rPr>
      <w:lang w:val="en-US" w:eastAsia="en-US"/>
    </w:rPr>
  </w:style>
  <w:style w:type="paragraph" w:customStyle="1" w:styleId="91ACFCAC12C4472B9D6F594C1C095171">
    <w:name w:val="91ACFCAC12C4472B9D6F594C1C095171"/>
    <w:rsid w:val="00B40386"/>
    <w:rPr>
      <w:kern w:val="2"/>
      <w14:ligatures w14:val="standardContextual"/>
    </w:rPr>
  </w:style>
  <w:style w:type="paragraph" w:customStyle="1" w:styleId="250DBD09011045B09E7AFBB1210EA931">
    <w:name w:val="250DBD09011045B09E7AFBB1210EA931"/>
    <w:rsid w:val="00B40386"/>
    <w:rPr>
      <w:kern w:val="2"/>
      <w14:ligatures w14:val="standardContextual"/>
    </w:rPr>
  </w:style>
  <w:style w:type="paragraph" w:customStyle="1" w:styleId="E5BF77F697C443EC836313D6C1EAD570">
    <w:name w:val="E5BF77F697C443EC836313D6C1EAD570"/>
    <w:rsid w:val="006A2421"/>
    <w:rPr>
      <w:kern w:val="2"/>
      <w:lang w:val="en-US" w:eastAsia="en-US"/>
      <w14:ligatures w14:val="standardContextual"/>
    </w:rPr>
  </w:style>
  <w:style w:type="paragraph" w:customStyle="1" w:styleId="B89B9FFA15EC4F35AA765F9DDC10B606">
    <w:name w:val="B89B9FFA15EC4F35AA765F9DDC10B606"/>
    <w:rsid w:val="00B403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D030F-CCB3-4855-A13F-E9FDD4046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7D267E-D5FC-4AB1-A5BF-FF1EE73799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5B0648-11B5-49F7-92F3-99DA18DF0F20}">
  <ds:schemaRefs>
    <ds:schemaRef ds:uri="http://schemas.openxmlformats.org/officeDocument/2006/bibliography"/>
  </ds:schemaRefs>
</ds:datastoreItem>
</file>

<file path=customXml/itemProps4.xml><?xml version="1.0" encoding="utf-8"?>
<ds:datastoreItem xmlns:ds="http://schemas.openxmlformats.org/officeDocument/2006/customXml" ds:itemID="{FDF8662E-928B-4FB4-BB2E-EAB53522EB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metsakasvatusteenuse töövõtuleping juriidilise isikuga mur ja mut.dotx</Template>
  <TotalTime>93</TotalTime>
  <Pages>15</Pages>
  <Words>4945</Words>
  <Characters>28687</Characters>
  <Application>Microsoft Office Word</Application>
  <DocSecurity>0</DocSecurity>
  <Lines>239</Lines>
  <Paragraphs>67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rmk</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dc:creator>
  <cp:keywords/>
  <cp:lastModifiedBy>Katrin Ametmaa</cp:lastModifiedBy>
  <cp:revision>35</cp:revision>
  <dcterms:created xsi:type="dcterms:W3CDTF">2025-04-21T01:35:00Z</dcterms:created>
  <dcterms:modified xsi:type="dcterms:W3CDTF">2025-05-06T08:51:00Z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